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63F" w:rsidRPr="004F6957" w:rsidRDefault="00AE563F" w:rsidP="001B4F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B4F7C">
        <w:rPr>
          <w:rFonts w:ascii="Times New Roman" w:hAnsi="Times New Roman"/>
          <w:sz w:val="24"/>
          <w:szCs w:val="24"/>
        </w:rPr>
        <w:t xml:space="preserve">Приложение № 1 </w:t>
      </w:r>
    </w:p>
    <w:p w:rsidR="00AE563F" w:rsidRPr="004F6957" w:rsidRDefault="00AE563F" w:rsidP="001B4F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F6957">
        <w:rPr>
          <w:rFonts w:ascii="Times New Roman" w:hAnsi="Times New Roman"/>
          <w:sz w:val="24"/>
          <w:szCs w:val="24"/>
        </w:rPr>
        <w:t xml:space="preserve">к протоколу № 5 от 28.10.2024 </w:t>
      </w:r>
    </w:p>
    <w:p w:rsidR="00AE563F" w:rsidRPr="004F6957" w:rsidRDefault="00AE563F" w:rsidP="001B4F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F6957">
        <w:rPr>
          <w:rFonts w:ascii="Times New Roman" w:hAnsi="Times New Roman"/>
          <w:sz w:val="24"/>
          <w:szCs w:val="24"/>
        </w:rPr>
        <w:t xml:space="preserve">заседания управляющего совета </w:t>
      </w:r>
    </w:p>
    <w:p w:rsidR="00AE563F" w:rsidRPr="001B4F7C" w:rsidRDefault="00AE563F" w:rsidP="001B4F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B4F7C">
        <w:rPr>
          <w:rFonts w:ascii="Times New Roman" w:hAnsi="Times New Roman"/>
          <w:color w:val="000000"/>
          <w:sz w:val="24"/>
          <w:szCs w:val="24"/>
        </w:rPr>
        <w:t>муниципальной программ</w:t>
      </w:r>
      <w:r>
        <w:rPr>
          <w:rFonts w:ascii="Times New Roman" w:hAnsi="Times New Roman"/>
          <w:color w:val="000000"/>
          <w:sz w:val="24"/>
          <w:szCs w:val="24"/>
        </w:rPr>
        <w:t>ы</w:t>
      </w:r>
    </w:p>
    <w:p w:rsidR="00AE563F" w:rsidRPr="0059197D" w:rsidRDefault="00AE563F" w:rsidP="001B4F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B4F7C">
        <w:rPr>
          <w:rFonts w:ascii="Times New Roman" w:hAnsi="Times New Roman"/>
          <w:color w:val="000000"/>
          <w:sz w:val="24"/>
          <w:szCs w:val="24"/>
        </w:rPr>
        <w:t>«Развитие физической культуры и массового спорта</w:t>
      </w:r>
    </w:p>
    <w:p w:rsidR="00AE563F" w:rsidRPr="0059197D" w:rsidRDefault="00AE563F" w:rsidP="0059197D">
      <w:pPr>
        <w:spacing w:after="0" w:line="240" w:lineRule="auto"/>
        <w:ind w:left="273" w:right="42"/>
        <w:jc w:val="right"/>
        <w:rPr>
          <w:rFonts w:ascii="Times New Roman" w:hAnsi="Times New Roman"/>
          <w:color w:val="000000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на территории Гайского городского округа»</w:t>
      </w:r>
    </w:p>
    <w:p w:rsidR="00AE563F" w:rsidRDefault="00AE563F" w:rsidP="005E52DA">
      <w:pPr>
        <w:spacing w:after="0" w:line="240" w:lineRule="auto"/>
        <w:ind w:left="273" w:right="40"/>
        <w:jc w:val="center"/>
        <w:rPr>
          <w:rFonts w:ascii="Times New Roman" w:hAnsi="Times New Roman"/>
          <w:sz w:val="28"/>
          <w:szCs w:val="28"/>
        </w:rPr>
      </w:pPr>
    </w:p>
    <w:p w:rsidR="00AE563F" w:rsidRDefault="00AE563F" w:rsidP="005E52DA">
      <w:pPr>
        <w:spacing w:after="0" w:line="240" w:lineRule="auto"/>
        <w:ind w:left="273" w:right="40"/>
        <w:jc w:val="center"/>
        <w:rPr>
          <w:rFonts w:ascii="Times New Roman" w:hAnsi="Times New Roman"/>
          <w:sz w:val="28"/>
          <w:szCs w:val="28"/>
        </w:rPr>
      </w:pPr>
    </w:p>
    <w:p w:rsidR="00AE563F" w:rsidRDefault="00AE563F" w:rsidP="005E52DA">
      <w:pPr>
        <w:spacing w:after="0" w:line="240" w:lineRule="auto"/>
        <w:ind w:left="273" w:right="40"/>
        <w:jc w:val="center"/>
        <w:rPr>
          <w:rFonts w:ascii="Times New Roman" w:hAnsi="Times New Roman"/>
          <w:sz w:val="28"/>
          <w:szCs w:val="28"/>
        </w:rPr>
      </w:pPr>
    </w:p>
    <w:p w:rsidR="00AE563F" w:rsidRPr="00D865F6" w:rsidRDefault="00AE563F" w:rsidP="005E52DA">
      <w:pPr>
        <w:spacing w:after="0" w:line="240" w:lineRule="auto"/>
        <w:ind w:left="273" w:right="40"/>
        <w:jc w:val="center"/>
        <w:rPr>
          <w:rFonts w:ascii="Times New Roman" w:hAnsi="Times New Roman"/>
          <w:sz w:val="28"/>
          <w:szCs w:val="28"/>
        </w:rPr>
      </w:pPr>
      <w:r w:rsidRPr="00D865F6">
        <w:rPr>
          <w:rFonts w:ascii="Times New Roman" w:hAnsi="Times New Roman"/>
          <w:sz w:val="28"/>
          <w:szCs w:val="28"/>
        </w:rPr>
        <w:t>Показатели муниципальной  программы (комплексной программы)</w:t>
      </w:r>
    </w:p>
    <w:p w:rsidR="00AE563F" w:rsidRPr="00B233CF" w:rsidRDefault="00AE563F" w:rsidP="005E52DA">
      <w:pPr>
        <w:spacing w:after="0" w:line="240" w:lineRule="auto"/>
        <w:ind w:left="273" w:right="40"/>
        <w:jc w:val="center"/>
        <w:rPr>
          <w:rFonts w:ascii="Times New Roman" w:hAnsi="Times New Roman"/>
          <w:sz w:val="28"/>
          <w:szCs w:val="28"/>
        </w:rPr>
      </w:pPr>
    </w:p>
    <w:p w:rsidR="00AE563F" w:rsidRPr="00B233CF" w:rsidRDefault="00AE563F" w:rsidP="005E52DA">
      <w:pPr>
        <w:spacing w:after="0" w:line="240" w:lineRule="auto"/>
        <w:ind w:right="40"/>
        <w:rPr>
          <w:rFonts w:ascii="Times New Roman" w:hAnsi="Times New Roman"/>
          <w:sz w:val="28"/>
          <w:szCs w:val="28"/>
        </w:rPr>
      </w:pPr>
    </w:p>
    <w:tbl>
      <w:tblPr>
        <w:tblW w:w="15175" w:type="dxa"/>
        <w:tblInd w:w="1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76"/>
        <w:gridCol w:w="4369"/>
        <w:gridCol w:w="963"/>
        <w:gridCol w:w="851"/>
        <w:gridCol w:w="709"/>
        <w:gridCol w:w="660"/>
        <w:gridCol w:w="752"/>
        <w:gridCol w:w="726"/>
        <w:gridCol w:w="6"/>
        <w:gridCol w:w="672"/>
        <w:gridCol w:w="17"/>
        <w:gridCol w:w="708"/>
        <w:gridCol w:w="709"/>
        <w:gridCol w:w="709"/>
        <w:gridCol w:w="1044"/>
        <w:gridCol w:w="797"/>
        <w:gridCol w:w="907"/>
      </w:tblGrid>
      <w:tr w:rsidR="00AE563F" w:rsidRPr="00A71895" w:rsidTr="007C4002">
        <w:trPr>
          <w:trHeight w:val="241"/>
        </w:trPr>
        <w:tc>
          <w:tcPr>
            <w:tcW w:w="57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36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6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668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Значения показателей</w:t>
            </w:r>
          </w:p>
        </w:tc>
        <w:tc>
          <w:tcPr>
            <w:tcW w:w="104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Ответственный за достижение показателя</w:t>
            </w:r>
            <w:r w:rsidRPr="00A71895">
              <w:rPr>
                <w:rFonts w:ascii="Times New Roman" w:hAnsi="Times New Roman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7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08450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505">
              <w:rPr>
                <w:rFonts w:ascii="Times New Roman" w:hAnsi="Times New Roman"/>
                <w:sz w:val="24"/>
                <w:szCs w:val="24"/>
              </w:rPr>
              <w:t>Информационная система</w:t>
            </w:r>
          </w:p>
        </w:tc>
        <w:tc>
          <w:tcPr>
            <w:tcW w:w="90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Связь с комплексной программой</w:t>
            </w:r>
          </w:p>
        </w:tc>
      </w:tr>
      <w:tr w:rsidR="00AE563F" w:rsidRPr="00A71895" w:rsidTr="007C4002">
        <w:trPr>
          <w:trHeight w:val="633"/>
        </w:trPr>
        <w:tc>
          <w:tcPr>
            <w:tcW w:w="57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AE563F" w:rsidRPr="00A71895" w:rsidRDefault="00AE563F" w:rsidP="000D548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6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AE563F" w:rsidRPr="00A71895" w:rsidRDefault="00AE563F" w:rsidP="000D548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63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AE563F" w:rsidRPr="00A71895" w:rsidRDefault="00AE563F" w:rsidP="000D548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AE563F" w:rsidRPr="00A71895" w:rsidRDefault="00AE563F" w:rsidP="000D548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2023</w:t>
            </w:r>
            <w:r w:rsidRPr="00A71895">
              <w:rPr>
                <w:rFonts w:ascii="Times New Roman" w:hAnsi="Times New Roman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69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044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AE563F" w:rsidRPr="00A71895" w:rsidRDefault="00AE563F" w:rsidP="000D548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E563F" w:rsidRPr="00A71895" w:rsidRDefault="00AE563F" w:rsidP="000D548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E563F" w:rsidRPr="00A71895" w:rsidTr="007C4002">
        <w:trPr>
          <w:trHeight w:val="25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5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E563F" w:rsidRPr="00A71895" w:rsidTr="007C4002">
        <w:trPr>
          <w:trHeight w:val="332"/>
        </w:trPr>
        <w:tc>
          <w:tcPr>
            <w:tcW w:w="15175" w:type="dxa"/>
            <w:gridSpan w:val="1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«Развитие  физической культуры и массового спорта на территории Гайского городского округа»</w:t>
            </w:r>
          </w:p>
        </w:tc>
      </w:tr>
      <w:tr w:rsidR="00AE563F" w:rsidRPr="00A71895" w:rsidTr="007C4002">
        <w:trPr>
          <w:trHeight w:val="332"/>
        </w:trPr>
        <w:tc>
          <w:tcPr>
            <w:tcW w:w="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5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b/>
                <w:sz w:val="24"/>
                <w:szCs w:val="24"/>
              </w:rPr>
              <w:t>Региональный проект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 xml:space="preserve"> «С</w:t>
            </w:r>
            <w:r>
              <w:rPr>
                <w:rFonts w:ascii="Times New Roman" w:hAnsi="Times New Roman"/>
                <w:sz w:val="24"/>
                <w:szCs w:val="24"/>
              </w:rPr>
              <w:t>порт- норма жизни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, в рамках заключения соглашения о реализации мероприятий  регионального проекта №58</w:t>
            </w:r>
          </w:p>
          <w:p w:rsidR="00AE563F" w:rsidRPr="004F6957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6957">
              <w:rPr>
                <w:rFonts w:ascii="Times New Roman" w:hAnsi="Times New Roman"/>
                <w:sz w:val="24"/>
                <w:szCs w:val="24"/>
              </w:rPr>
              <w:t xml:space="preserve"> от 01.02.21г., дополнительное соглашение №2 от 20.04.2023г.</w:t>
            </w:r>
          </w:p>
        </w:tc>
      </w:tr>
      <w:tr w:rsidR="00AE563F" w:rsidRPr="00A71895" w:rsidTr="007C4002">
        <w:trPr>
          <w:trHeight w:val="332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86,9</w:t>
            </w:r>
          </w:p>
        </w:tc>
        <w:tc>
          <w:tcPr>
            <w:tcW w:w="660" w:type="dxa"/>
            <w:tcBorders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  <w:tc>
          <w:tcPr>
            <w:tcW w:w="752" w:type="dxa"/>
            <w:tcBorders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Спорткомитет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5D51A2" w:rsidRDefault="00AE563F" w:rsidP="005D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1A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Национальны</w:t>
            </w:r>
            <w:r w:rsidRPr="00E26B9C">
              <w:rPr>
                <w:rFonts w:ascii="Times New Roman" w:hAnsi="Times New Roman"/>
                <w:sz w:val="24"/>
                <w:szCs w:val="24"/>
              </w:rPr>
              <w:t>й проект «Демография</w:t>
            </w:r>
            <w:r w:rsidRPr="000C38DB">
              <w:rPr>
                <w:sz w:val="28"/>
                <w:szCs w:val="28"/>
              </w:rPr>
              <w:t>»</w:t>
            </w:r>
          </w:p>
        </w:tc>
      </w:tr>
      <w:tr w:rsidR="00AE563F" w:rsidRPr="00A71895" w:rsidTr="007C4002">
        <w:trPr>
          <w:trHeight w:val="316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Доля населения муниципального образования, систематически занимающегося физической культурой и спортом, в общей численности населения муниципального образования в возрасте 3-79 лет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56,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60,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Спорткомитет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5D51A2" w:rsidRDefault="00AE563F" w:rsidP="005D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1A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Национальны</w:t>
            </w:r>
            <w:r w:rsidRPr="00E26B9C">
              <w:rPr>
                <w:rFonts w:ascii="Times New Roman" w:hAnsi="Times New Roman"/>
                <w:sz w:val="24"/>
                <w:szCs w:val="24"/>
              </w:rPr>
              <w:t>й проект «Демография</w:t>
            </w:r>
            <w:r w:rsidRPr="000C38DB">
              <w:rPr>
                <w:sz w:val="28"/>
                <w:szCs w:val="28"/>
              </w:rPr>
              <w:t>»</w:t>
            </w:r>
          </w:p>
        </w:tc>
      </w:tr>
      <w:tr w:rsidR="00AE563F" w:rsidRPr="00A71895" w:rsidTr="007C4002">
        <w:trPr>
          <w:trHeight w:val="316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59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0D54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b/>
                <w:sz w:val="24"/>
                <w:szCs w:val="24"/>
              </w:rPr>
              <w:t>Комплекс процессных мероприятий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 xml:space="preserve"> "Организация и проведение  физкультурных мероприятий и массовых спортивных мероприятий, участие команд в соревнованиях различного уровня в соответствии с календарным планом"</w:t>
            </w:r>
          </w:p>
        </w:tc>
      </w:tr>
      <w:tr w:rsidR="00AE563F" w:rsidRPr="00204DFD" w:rsidTr="007C4002">
        <w:trPr>
          <w:trHeight w:val="316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Количество человек, привлеченных к участию   в массовых спортивных мероприятиях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952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Кол-во чел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952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952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9138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952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15777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15777</w:t>
            </w:r>
          </w:p>
        </w:tc>
        <w:tc>
          <w:tcPr>
            <w:tcW w:w="7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A45B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15777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A45B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15777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A45B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15777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A45B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15777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15777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5D51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Спорткомитет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5D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5D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AE563F" w:rsidRPr="00204DFD" w:rsidTr="007C4002">
        <w:trPr>
          <w:trHeight w:val="316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59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0D54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DFD">
              <w:rPr>
                <w:rFonts w:ascii="Times New Roman" w:hAnsi="Times New Roman"/>
                <w:b/>
                <w:sz w:val="24"/>
                <w:szCs w:val="24"/>
              </w:rPr>
              <w:t>Комплекс процессных мероприятий</w:t>
            </w:r>
            <w:r w:rsidRPr="00204DFD">
              <w:rPr>
                <w:rFonts w:ascii="Times New Roman" w:hAnsi="Times New Roman"/>
                <w:sz w:val="24"/>
                <w:szCs w:val="24"/>
              </w:rPr>
              <w:t xml:space="preserve"> "Организация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(ГТО)"  </w:t>
            </w:r>
          </w:p>
        </w:tc>
      </w:tr>
      <w:tr w:rsidR="00AE563F" w:rsidRPr="00204DFD" w:rsidTr="007C4002">
        <w:trPr>
          <w:trHeight w:val="316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 Проведение тестирования выполнения нормативов испытаний (тестов) комплекса ГТО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Кол-во чел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6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Спорткомитет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5D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5D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AE563F" w:rsidRPr="00204DFD" w:rsidTr="007C4002">
        <w:trPr>
          <w:trHeight w:val="316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9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0D54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DFD">
              <w:rPr>
                <w:rFonts w:ascii="Times New Roman" w:hAnsi="Times New Roman"/>
                <w:b/>
                <w:sz w:val="24"/>
                <w:szCs w:val="24"/>
              </w:rPr>
              <w:t>Комплекс процессных мероприятий</w:t>
            </w:r>
            <w:r w:rsidRPr="00204DFD">
              <w:rPr>
                <w:rFonts w:ascii="Times New Roman" w:hAnsi="Times New Roman"/>
                <w:sz w:val="24"/>
                <w:szCs w:val="24"/>
              </w:rPr>
              <w:t xml:space="preserve"> "Обеспечение условий для развития физической культуры и спорта в учреждениях спортивной подготовки"</w:t>
            </w:r>
          </w:p>
        </w:tc>
      </w:tr>
      <w:tr w:rsidR="00AE563F" w:rsidRPr="00204DFD" w:rsidTr="007C4002">
        <w:trPr>
          <w:trHeight w:val="316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4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 Спортивная подготовка по олимпийским видам спорта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Кол-во чел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627</w:t>
            </w:r>
          </w:p>
          <w:p w:rsidR="00AE563F" w:rsidRPr="00204DFD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634</w:t>
            </w:r>
          </w:p>
          <w:p w:rsidR="00AE563F" w:rsidRPr="00204DFD" w:rsidRDefault="00AE563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465</w:t>
            </w:r>
          </w:p>
          <w:p w:rsidR="00AE563F" w:rsidRPr="00204DFD" w:rsidRDefault="00AE563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45B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45B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A45B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A45B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A45B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151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Спорткомитет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Навигатор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5D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AE563F" w:rsidRPr="00204DFD" w:rsidTr="007C4002">
        <w:trPr>
          <w:trHeight w:val="316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4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 Спортивная подготовка по не олимпийским видам спорта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Кол-во чел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45B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45B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A45B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A45B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A45B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Спорткомитет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Навигатор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5D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AE563F" w:rsidRPr="00204DFD" w:rsidTr="007C4002">
        <w:trPr>
          <w:trHeight w:val="316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4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Реализация дополнительных образовательных программ спортивной подготовки по олимпийским видам спорта.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Кол-во чел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Спорткомитет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Навигатор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AE563F" w:rsidRPr="00204DFD" w:rsidTr="007C4002">
        <w:trPr>
          <w:trHeight w:val="316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4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 Реализация дополнительных образовательных программ спортивной подготовки по не олимпийским видам спорта.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Кол-во чел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Спорткомитет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Навигатор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AE563F" w:rsidRPr="00204DFD" w:rsidTr="007C4002">
        <w:trPr>
          <w:trHeight w:val="316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4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Кол-во человеко - часов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35763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143052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143052</w:t>
            </w:r>
          </w:p>
        </w:tc>
        <w:tc>
          <w:tcPr>
            <w:tcW w:w="6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143052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143052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143052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143052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Спорткомитет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Навигатор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A87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AE563F" w:rsidRPr="00204DFD" w:rsidRDefault="00AE563F" w:rsidP="00824594">
      <w:pPr>
        <w:contextualSpacing/>
        <w:rPr>
          <w:rFonts w:ascii="Times New Roman" w:hAnsi="Times New Roman"/>
        </w:rPr>
      </w:pPr>
    </w:p>
    <w:p w:rsidR="00AE563F" w:rsidRPr="00204DFD" w:rsidRDefault="00AE563F" w:rsidP="003E2071">
      <w:pPr>
        <w:contextualSpacing/>
        <w:jc w:val="right"/>
        <w:rPr>
          <w:rFonts w:ascii="Times New Roman" w:hAnsi="Times New Roman"/>
        </w:rPr>
      </w:pPr>
    </w:p>
    <w:p w:rsidR="00AE563F" w:rsidRPr="00204DFD" w:rsidRDefault="00AE563F" w:rsidP="003E2071">
      <w:pPr>
        <w:contextualSpacing/>
        <w:jc w:val="right"/>
        <w:rPr>
          <w:rFonts w:ascii="Times New Roman" w:hAnsi="Times New Roman"/>
        </w:rPr>
      </w:pPr>
    </w:p>
    <w:p w:rsidR="00AE563F" w:rsidRDefault="00AE563F" w:rsidP="003E2071">
      <w:pPr>
        <w:contextualSpacing/>
        <w:jc w:val="right"/>
        <w:rPr>
          <w:rFonts w:ascii="Times New Roman" w:hAnsi="Times New Roman"/>
        </w:rPr>
      </w:pPr>
    </w:p>
    <w:p w:rsidR="00AE563F" w:rsidRDefault="00AE563F" w:rsidP="003E2071">
      <w:pPr>
        <w:contextualSpacing/>
        <w:jc w:val="right"/>
        <w:rPr>
          <w:rFonts w:ascii="Times New Roman" w:hAnsi="Times New Roman"/>
        </w:rPr>
      </w:pPr>
    </w:p>
    <w:p w:rsidR="00AE563F" w:rsidRDefault="00AE563F" w:rsidP="003E2071">
      <w:pPr>
        <w:contextualSpacing/>
        <w:jc w:val="right"/>
        <w:rPr>
          <w:rFonts w:ascii="Times New Roman" w:hAnsi="Times New Roman"/>
        </w:rPr>
      </w:pPr>
    </w:p>
    <w:p w:rsidR="00AE563F" w:rsidRDefault="00AE563F" w:rsidP="003E2071">
      <w:pPr>
        <w:contextualSpacing/>
        <w:jc w:val="right"/>
        <w:rPr>
          <w:rFonts w:ascii="Times New Roman" w:hAnsi="Times New Roman"/>
        </w:rPr>
      </w:pPr>
    </w:p>
    <w:p w:rsidR="00AE563F" w:rsidRPr="00204DFD" w:rsidRDefault="00AE563F" w:rsidP="0053785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4DFD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AE563F" w:rsidRPr="00204DFD" w:rsidRDefault="00AE563F" w:rsidP="0053785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4DFD">
        <w:rPr>
          <w:rFonts w:ascii="Times New Roman" w:hAnsi="Times New Roman"/>
          <w:sz w:val="24"/>
          <w:szCs w:val="24"/>
        </w:rPr>
        <w:t>к протоколу № 5 от 28.10.2024</w:t>
      </w:r>
    </w:p>
    <w:p w:rsidR="00AE563F" w:rsidRPr="00204DFD" w:rsidRDefault="00AE563F" w:rsidP="0053785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4DFD">
        <w:rPr>
          <w:rFonts w:ascii="Times New Roman" w:hAnsi="Times New Roman"/>
          <w:sz w:val="24"/>
          <w:szCs w:val="24"/>
        </w:rPr>
        <w:t xml:space="preserve">заседания управляющего совета </w:t>
      </w:r>
    </w:p>
    <w:p w:rsidR="00AE563F" w:rsidRPr="00204DFD" w:rsidRDefault="00AE563F" w:rsidP="0053785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4DFD">
        <w:rPr>
          <w:rFonts w:ascii="Times New Roman" w:hAnsi="Times New Roman"/>
          <w:sz w:val="24"/>
          <w:szCs w:val="24"/>
        </w:rPr>
        <w:t>муниципальной программы</w:t>
      </w:r>
    </w:p>
    <w:p w:rsidR="00AE563F" w:rsidRPr="00204DFD" w:rsidRDefault="00AE563F" w:rsidP="0053785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4DFD">
        <w:rPr>
          <w:rFonts w:ascii="Times New Roman" w:hAnsi="Times New Roman"/>
          <w:sz w:val="24"/>
          <w:szCs w:val="24"/>
        </w:rPr>
        <w:t xml:space="preserve"> «Развитие физической культуры и массового спорта</w:t>
      </w:r>
    </w:p>
    <w:p w:rsidR="00AE563F" w:rsidRPr="00204DFD" w:rsidRDefault="00AE563F" w:rsidP="007D746F">
      <w:pPr>
        <w:spacing w:after="0" w:line="240" w:lineRule="auto"/>
        <w:ind w:left="273" w:right="42"/>
        <w:jc w:val="right"/>
        <w:rPr>
          <w:rFonts w:ascii="Times New Roman" w:hAnsi="Times New Roman"/>
          <w:sz w:val="24"/>
          <w:szCs w:val="24"/>
        </w:rPr>
      </w:pPr>
      <w:r w:rsidRPr="00204DFD">
        <w:rPr>
          <w:rFonts w:ascii="Times New Roman" w:hAnsi="Times New Roman"/>
          <w:sz w:val="24"/>
          <w:szCs w:val="24"/>
        </w:rPr>
        <w:t>на территории Гайского городского округа»</w:t>
      </w:r>
    </w:p>
    <w:p w:rsidR="00AE563F" w:rsidRPr="00204DFD" w:rsidRDefault="00AE563F" w:rsidP="003E2071">
      <w:pPr>
        <w:spacing w:after="3" w:line="271" w:lineRule="auto"/>
        <w:ind w:left="720" w:right="42"/>
        <w:jc w:val="center"/>
        <w:rPr>
          <w:rFonts w:ascii="Times New Roman" w:hAnsi="Times New Roman"/>
          <w:sz w:val="28"/>
          <w:szCs w:val="28"/>
        </w:rPr>
      </w:pPr>
    </w:p>
    <w:p w:rsidR="00AE563F" w:rsidRDefault="00AE563F" w:rsidP="003E2071">
      <w:pPr>
        <w:spacing w:after="3" w:line="271" w:lineRule="auto"/>
        <w:ind w:left="720" w:right="42"/>
        <w:jc w:val="center"/>
        <w:rPr>
          <w:rFonts w:ascii="Times New Roman" w:hAnsi="Times New Roman"/>
          <w:sz w:val="28"/>
          <w:szCs w:val="28"/>
        </w:rPr>
      </w:pPr>
    </w:p>
    <w:p w:rsidR="00AE563F" w:rsidRPr="001A34DF" w:rsidRDefault="00AE563F" w:rsidP="003E2071">
      <w:pPr>
        <w:spacing w:after="3" w:line="271" w:lineRule="auto"/>
        <w:ind w:left="720" w:right="42"/>
        <w:jc w:val="center"/>
        <w:rPr>
          <w:rFonts w:ascii="Times New Roman" w:hAnsi="Times New Roman"/>
          <w:sz w:val="28"/>
          <w:szCs w:val="28"/>
        </w:rPr>
      </w:pPr>
      <w:r w:rsidRPr="001A34DF">
        <w:rPr>
          <w:rFonts w:ascii="Times New Roman" w:hAnsi="Times New Roman"/>
          <w:sz w:val="28"/>
          <w:szCs w:val="28"/>
        </w:rPr>
        <w:t>Структура муниципальной программы (комплексной программы)</w:t>
      </w:r>
    </w:p>
    <w:p w:rsidR="00AE563F" w:rsidRPr="00B233CF" w:rsidRDefault="00AE563F" w:rsidP="003E2071">
      <w:pPr>
        <w:spacing w:after="3" w:line="271" w:lineRule="auto"/>
        <w:ind w:left="720" w:right="42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15"/>
        <w:gridCol w:w="3680"/>
        <w:gridCol w:w="4386"/>
        <w:gridCol w:w="7068"/>
      </w:tblGrid>
      <w:tr w:rsidR="00AE563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5444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AE563F" w:rsidRPr="00285444" w:rsidRDefault="00AE563F" w:rsidP="000D54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5444">
              <w:rPr>
                <w:rFonts w:ascii="Times New Roman" w:hAnsi="Times New Roman"/>
                <w:sz w:val="28"/>
                <w:szCs w:val="28"/>
              </w:rPr>
              <w:t xml:space="preserve"> п/п</w:t>
            </w:r>
          </w:p>
        </w:tc>
        <w:tc>
          <w:tcPr>
            <w:tcW w:w="3686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5444">
              <w:rPr>
                <w:rFonts w:ascii="Times New Roman" w:hAnsi="Times New Roman"/>
                <w:sz w:val="28"/>
                <w:szCs w:val="28"/>
              </w:rPr>
              <w:t>Задачи структурного элемента</w:t>
            </w:r>
          </w:p>
        </w:tc>
        <w:tc>
          <w:tcPr>
            <w:tcW w:w="4394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5444">
              <w:rPr>
                <w:rFonts w:ascii="Times New Roman" w:hAnsi="Times New Roman"/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7087" w:type="dxa"/>
            <w:shd w:val="clear" w:color="auto" w:fill="FFFFFF"/>
          </w:tcPr>
          <w:p w:rsidR="00AE563F" w:rsidRPr="00285444" w:rsidRDefault="00AE563F" w:rsidP="000D548C">
            <w:pPr>
              <w:tabs>
                <w:tab w:val="left" w:pos="355"/>
                <w:tab w:val="center" w:pos="1894"/>
              </w:tabs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5444">
              <w:rPr>
                <w:rFonts w:ascii="Times New Roman" w:hAnsi="Times New Roman"/>
                <w:sz w:val="28"/>
                <w:szCs w:val="28"/>
              </w:rPr>
              <w:t>Связь с показателями</w:t>
            </w:r>
          </w:p>
        </w:tc>
      </w:tr>
      <w:tr w:rsidR="00AE563F" w:rsidRPr="00285444" w:rsidTr="000D548C">
        <w:trPr>
          <w:trHeight w:val="20"/>
          <w:tblHeader/>
        </w:trPr>
        <w:tc>
          <w:tcPr>
            <w:tcW w:w="582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54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544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544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87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544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E563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67" w:type="dxa"/>
            <w:gridSpan w:val="3"/>
            <w:shd w:val="clear" w:color="auto" w:fill="FFFFFF"/>
          </w:tcPr>
          <w:p w:rsidR="00AE563F" w:rsidRPr="00285444" w:rsidRDefault="00AE563F" w:rsidP="000D548C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85444">
              <w:rPr>
                <w:rFonts w:ascii="Times New Roman" w:hAnsi="Times New Roman"/>
                <w:b/>
                <w:sz w:val="26"/>
                <w:szCs w:val="26"/>
              </w:rPr>
              <w:t>Муниципальная программа «Развитие  физической культуры и массового спорта на территории Гайского городского округа»</w:t>
            </w:r>
          </w:p>
        </w:tc>
      </w:tr>
      <w:tr w:rsidR="00AE563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544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5167" w:type="dxa"/>
            <w:gridSpan w:val="3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27CC5">
              <w:rPr>
                <w:rFonts w:ascii="Times New Roman" w:hAnsi="Times New Roman"/>
                <w:sz w:val="26"/>
                <w:szCs w:val="26"/>
              </w:rPr>
              <w:t>Направление «</w:t>
            </w:r>
            <w:r w:rsidRPr="00285444">
              <w:rPr>
                <w:rFonts w:ascii="Times New Roman" w:hAnsi="Times New Roman"/>
                <w:sz w:val="26"/>
                <w:szCs w:val="26"/>
              </w:rPr>
              <w:t>Повышение доступности объектов спорта, в том числе на сельских территориях, а также для лиц с ограниченными возможностями здоровья и инвалидов»</w:t>
            </w:r>
          </w:p>
        </w:tc>
      </w:tr>
      <w:tr w:rsidR="00AE563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5444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15167" w:type="dxa"/>
            <w:gridSpan w:val="3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285444">
              <w:rPr>
                <w:rFonts w:ascii="Times New Roman" w:hAnsi="Times New Roman"/>
                <w:b/>
                <w:sz w:val="26"/>
                <w:szCs w:val="26"/>
              </w:rPr>
              <w:t>Региональный проект</w:t>
            </w:r>
            <w:r w:rsidRPr="00285444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/>
                <w:sz w:val="26"/>
                <w:szCs w:val="26"/>
              </w:rPr>
              <w:t>Спорт – норма жизни</w:t>
            </w:r>
            <w:r w:rsidRPr="00285444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  <w:tr w:rsidR="00AE563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80" w:type="dxa"/>
            <w:gridSpan w:val="2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285444">
              <w:rPr>
                <w:rFonts w:ascii="Times New Roman" w:hAnsi="Times New Roman"/>
                <w:sz w:val="26"/>
                <w:szCs w:val="26"/>
              </w:rPr>
              <w:t xml:space="preserve">Ответственный за реализацию Спорткомитет Гайского ГО </w:t>
            </w:r>
          </w:p>
        </w:tc>
        <w:tc>
          <w:tcPr>
            <w:tcW w:w="7087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285444">
              <w:rPr>
                <w:rFonts w:ascii="Times New Roman" w:hAnsi="Times New Roman"/>
                <w:sz w:val="26"/>
                <w:szCs w:val="26"/>
              </w:rPr>
              <w:t>Срок реализации (2020-2030)</w:t>
            </w:r>
          </w:p>
        </w:tc>
      </w:tr>
      <w:tr w:rsidR="00AE563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5444">
              <w:rPr>
                <w:rFonts w:ascii="Times New Roman" w:hAnsi="Times New Roman"/>
                <w:sz w:val="28"/>
                <w:szCs w:val="28"/>
              </w:rPr>
              <w:t>1.1.1</w:t>
            </w:r>
          </w:p>
        </w:tc>
        <w:tc>
          <w:tcPr>
            <w:tcW w:w="3686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285444">
              <w:rPr>
                <w:rFonts w:ascii="Times New Roman" w:hAnsi="Times New Roman"/>
                <w:sz w:val="26"/>
                <w:szCs w:val="26"/>
              </w:rPr>
              <w:t>Задача 1.</w:t>
            </w:r>
            <w:r w:rsidRPr="00285444">
              <w:rPr>
                <w:sz w:val="26"/>
                <w:szCs w:val="26"/>
              </w:rPr>
              <w:t xml:space="preserve"> </w:t>
            </w:r>
            <w:r w:rsidRPr="00285444">
              <w:rPr>
                <w:rFonts w:ascii="Times New Roman" w:hAnsi="Times New Roman"/>
                <w:sz w:val="26"/>
                <w:szCs w:val="26"/>
              </w:rPr>
              <w:t>Создание для всех категорий и групп населения условия для занятий физической культурой и спортом (новая модель спорта)</w:t>
            </w:r>
          </w:p>
        </w:tc>
        <w:tc>
          <w:tcPr>
            <w:tcW w:w="4394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b/>
                <w:color w:val="FF0000"/>
                <w:sz w:val="26"/>
                <w:szCs w:val="26"/>
              </w:rPr>
            </w:pPr>
            <w:r w:rsidRPr="00285444">
              <w:rPr>
                <w:rFonts w:ascii="Times New Roman" w:hAnsi="Times New Roman"/>
                <w:sz w:val="26"/>
                <w:szCs w:val="26"/>
              </w:rPr>
              <w:t>Увеличение уровня обеспеченности граждан спортивными сооружениями.  Увеличение числа систематически занимающихся физической культурой и спортом.</w:t>
            </w:r>
          </w:p>
        </w:tc>
        <w:tc>
          <w:tcPr>
            <w:tcW w:w="7087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285444">
              <w:rPr>
                <w:rFonts w:ascii="Times New Roman" w:hAnsi="Times New Roman"/>
                <w:sz w:val="26"/>
                <w:szCs w:val="26"/>
              </w:rPr>
              <w:t> Уровень обеспеченности граждан спортивными сооружениями исходя из единовременной пропускной способности объектов спорта.  Доля населения муниципального образования, систематически занимающегося физической культурой и спортом, в общей численности населения муниципального образования в возрасте 3-79 лет.</w:t>
            </w:r>
          </w:p>
        </w:tc>
      </w:tr>
      <w:tr w:rsidR="00AE563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285444">
              <w:rPr>
                <w:rFonts w:ascii="Times New Roman" w:hAnsi="Times New Roman"/>
                <w:sz w:val="26"/>
                <w:szCs w:val="26"/>
              </w:rPr>
              <w:t xml:space="preserve">  2.</w:t>
            </w:r>
          </w:p>
        </w:tc>
        <w:tc>
          <w:tcPr>
            <w:tcW w:w="15167" w:type="dxa"/>
            <w:gridSpan w:val="3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285444">
              <w:rPr>
                <w:rFonts w:ascii="Times New Roman" w:hAnsi="Times New Roman"/>
                <w:sz w:val="26"/>
                <w:szCs w:val="26"/>
              </w:rPr>
              <w:t>Направление  «Вовлечение граждан в регулярные занятия физической культуры и спорта»</w:t>
            </w:r>
          </w:p>
        </w:tc>
      </w:tr>
      <w:tr w:rsidR="00AE563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285444">
              <w:rPr>
                <w:rFonts w:ascii="Times New Roman" w:hAnsi="Times New Roman"/>
                <w:sz w:val="26"/>
                <w:szCs w:val="26"/>
              </w:rPr>
              <w:t>2.1.</w:t>
            </w:r>
          </w:p>
        </w:tc>
        <w:tc>
          <w:tcPr>
            <w:tcW w:w="15167" w:type="dxa"/>
            <w:gridSpan w:val="3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285444">
              <w:rPr>
                <w:rFonts w:ascii="Times New Roman" w:hAnsi="Times New Roman"/>
                <w:b/>
                <w:sz w:val="26"/>
                <w:szCs w:val="26"/>
              </w:rPr>
              <w:t>Комплекс процессных мероприятий</w:t>
            </w:r>
            <w:r w:rsidRPr="00285444">
              <w:rPr>
                <w:rFonts w:ascii="Times New Roman" w:hAnsi="Times New Roman"/>
                <w:sz w:val="26"/>
                <w:szCs w:val="26"/>
              </w:rPr>
              <w:t xml:space="preserve"> "Организация и проведение  физкультурных мероприятий и массовых спортивных мероприятий, участие команд в соревнованиях различного уровня в соответствии с календарным планом"</w:t>
            </w:r>
          </w:p>
        </w:tc>
      </w:tr>
      <w:tr w:rsidR="00AE563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80" w:type="dxa"/>
            <w:gridSpan w:val="2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Ответственный за реализацию Спорткомитет Гайского ГО</w:t>
            </w:r>
          </w:p>
        </w:tc>
        <w:tc>
          <w:tcPr>
            <w:tcW w:w="7087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Срок реализации с 2020г.</w:t>
            </w:r>
          </w:p>
        </w:tc>
      </w:tr>
      <w:tr w:rsidR="00AE563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AE563F" w:rsidRPr="00E26265" w:rsidRDefault="00AE563F" w:rsidP="000D548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E26265">
              <w:rPr>
                <w:rFonts w:ascii="Times New Roman" w:hAnsi="Times New Roman"/>
                <w:sz w:val="26"/>
                <w:szCs w:val="26"/>
              </w:rPr>
              <w:t>2.1.1.</w:t>
            </w:r>
          </w:p>
        </w:tc>
        <w:tc>
          <w:tcPr>
            <w:tcW w:w="3686" w:type="dxa"/>
            <w:shd w:val="clear" w:color="auto" w:fill="FFFFFF"/>
          </w:tcPr>
          <w:p w:rsidR="00AE563F" w:rsidRPr="00E26265" w:rsidRDefault="00AE563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E26265">
              <w:rPr>
                <w:rFonts w:ascii="Times New Roman" w:hAnsi="Times New Roman"/>
                <w:sz w:val="26"/>
                <w:szCs w:val="26"/>
              </w:rPr>
              <w:t>Задача1. Создание условий для  привлечения граждан к систематическим занятиям  физической культурой и спортом</w:t>
            </w:r>
          </w:p>
        </w:tc>
        <w:tc>
          <w:tcPr>
            <w:tcW w:w="4394" w:type="dxa"/>
            <w:shd w:val="clear" w:color="auto" w:fill="FFFFFF"/>
          </w:tcPr>
          <w:p w:rsidR="00AE563F" w:rsidRPr="00E26265" w:rsidRDefault="00AE563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E26265">
              <w:rPr>
                <w:rFonts w:ascii="Times New Roman" w:hAnsi="Times New Roman"/>
                <w:sz w:val="26"/>
                <w:szCs w:val="26"/>
              </w:rPr>
              <w:t> Проведение физкультурных и массовых спортивных мероприятий на территории Гайского ГО</w:t>
            </w:r>
          </w:p>
        </w:tc>
        <w:tc>
          <w:tcPr>
            <w:tcW w:w="7087" w:type="dxa"/>
            <w:shd w:val="clear" w:color="auto" w:fill="FFFFFF"/>
          </w:tcPr>
          <w:p w:rsidR="00AE563F" w:rsidRPr="003B3806" w:rsidRDefault="00AE563F" w:rsidP="000D548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B3806">
              <w:rPr>
                <w:rFonts w:ascii="Times New Roman" w:hAnsi="Times New Roman"/>
                <w:sz w:val="26"/>
                <w:szCs w:val="26"/>
              </w:rPr>
              <w:t>Количество человек, привлеченных к участию   в массовых спортивных мероприятиях.</w:t>
            </w:r>
          </w:p>
          <w:p w:rsidR="00AE563F" w:rsidRPr="00E26265" w:rsidRDefault="00AE563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E26265">
              <w:rPr>
                <w:rFonts w:ascii="Times New Roman" w:hAnsi="Times New Roman"/>
                <w:sz w:val="26"/>
                <w:szCs w:val="26"/>
              </w:rPr>
              <w:t xml:space="preserve"> Доля населения муниципального образования, систематически занимающегося физической культурой и спортом, в общей численности населения муниципального образования в возрасте 3-79 лет.</w:t>
            </w:r>
          </w:p>
        </w:tc>
      </w:tr>
      <w:tr w:rsidR="00AE563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AE563F" w:rsidRPr="00E26265" w:rsidRDefault="00AE563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E26265">
              <w:rPr>
                <w:rFonts w:ascii="Times New Roman" w:hAnsi="Times New Roman"/>
                <w:sz w:val="26"/>
                <w:szCs w:val="26"/>
              </w:rPr>
              <w:t>3.1.</w:t>
            </w:r>
          </w:p>
        </w:tc>
        <w:tc>
          <w:tcPr>
            <w:tcW w:w="15167" w:type="dxa"/>
            <w:gridSpan w:val="3"/>
            <w:shd w:val="clear" w:color="auto" w:fill="FFFFFF"/>
          </w:tcPr>
          <w:p w:rsidR="00AE563F" w:rsidRPr="00E26265" w:rsidRDefault="00AE563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E26265">
              <w:rPr>
                <w:rFonts w:ascii="Times New Roman" w:hAnsi="Times New Roman"/>
                <w:b/>
                <w:sz w:val="26"/>
                <w:szCs w:val="26"/>
              </w:rPr>
              <w:t>Комплекс процессных мероприятий</w:t>
            </w:r>
            <w:r w:rsidRPr="00E26265">
              <w:rPr>
                <w:rFonts w:ascii="Times New Roman" w:hAnsi="Times New Roman"/>
                <w:sz w:val="26"/>
                <w:szCs w:val="26"/>
              </w:rPr>
              <w:t xml:space="preserve"> "Организация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(ГТО)"  </w:t>
            </w:r>
          </w:p>
        </w:tc>
      </w:tr>
      <w:tr w:rsidR="00AE563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AE563F" w:rsidRPr="00E26265" w:rsidRDefault="00AE563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E26265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8080" w:type="dxa"/>
            <w:gridSpan w:val="2"/>
            <w:shd w:val="clear" w:color="auto" w:fill="FFFFFF"/>
          </w:tcPr>
          <w:p w:rsidR="00AE563F" w:rsidRPr="00E26265" w:rsidRDefault="00AE563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E26265">
              <w:rPr>
                <w:rFonts w:ascii="Times New Roman" w:hAnsi="Times New Roman"/>
                <w:sz w:val="26"/>
                <w:szCs w:val="26"/>
              </w:rPr>
              <w:t>Ответственный за реализацию Спорткомитет Гайского ГО</w:t>
            </w:r>
          </w:p>
        </w:tc>
        <w:tc>
          <w:tcPr>
            <w:tcW w:w="7087" w:type="dxa"/>
            <w:shd w:val="clear" w:color="auto" w:fill="FFFFFF"/>
          </w:tcPr>
          <w:p w:rsidR="00AE563F" w:rsidRPr="00E26265" w:rsidRDefault="00AE563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E26265">
              <w:rPr>
                <w:rFonts w:ascii="Times New Roman" w:hAnsi="Times New Roman"/>
                <w:sz w:val="26"/>
                <w:szCs w:val="26"/>
              </w:rPr>
              <w:t>Срок реализации с 2020г.</w:t>
            </w:r>
          </w:p>
        </w:tc>
      </w:tr>
      <w:tr w:rsidR="00AE563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AE563F" w:rsidRPr="00E26265" w:rsidRDefault="00AE563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26265">
              <w:rPr>
                <w:rFonts w:ascii="Times New Roman" w:hAnsi="Times New Roman"/>
                <w:sz w:val="24"/>
                <w:szCs w:val="24"/>
              </w:rPr>
              <w:t>3.1.1.</w:t>
            </w:r>
          </w:p>
        </w:tc>
        <w:tc>
          <w:tcPr>
            <w:tcW w:w="3686" w:type="dxa"/>
            <w:shd w:val="clear" w:color="auto" w:fill="FFFFFF"/>
          </w:tcPr>
          <w:p w:rsidR="00AE563F" w:rsidRPr="00E26265" w:rsidRDefault="00AE563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26265">
              <w:rPr>
                <w:rFonts w:ascii="Times New Roman" w:hAnsi="Times New Roman"/>
                <w:sz w:val="24"/>
                <w:szCs w:val="24"/>
              </w:rPr>
              <w:t>Задача1. Создание условий для  привлечения граждан к систематическим занятиям  физической культурой и спортом</w:t>
            </w:r>
          </w:p>
        </w:tc>
        <w:tc>
          <w:tcPr>
            <w:tcW w:w="4394" w:type="dxa"/>
            <w:shd w:val="clear" w:color="auto" w:fill="FFFFFF"/>
          </w:tcPr>
          <w:p w:rsidR="00AE563F" w:rsidRPr="00E26265" w:rsidRDefault="00AE563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26265">
              <w:rPr>
                <w:rFonts w:ascii="Times New Roman" w:hAnsi="Times New Roman"/>
                <w:sz w:val="24"/>
                <w:szCs w:val="24"/>
              </w:rPr>
              <w:t> Привлечение жителей к мероприятиям по проведению тестирования выполнения нормативов испытаний (тестов) комплекса ГТО. Принятие норм комплекса ГТО у населения.</w:t>
            </w:r>
          </w:p>
        </w:tc>
        <w:tc>
          <w:tcPr>
            <w:tcW w:w="7087" w:type="dxa"/>
            <w:shd w:val="clear" w:color="auto" w:fill="FFFFFF"/>
          </w:tcPr>
          <w:p w:rsidR="00AE563F" w:rsidRPr="00E26265" w:rsidRDefault="00AE563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26265">
              <w:rPr>
                <w:rFonts w:ascii="Times New Roman" w:hAnsi="Times New Roman"/>
                <w:sz w:val="24"/>
                <w:szCs w:val="24"/>
              </w:rPr>
              <w:t> Проведение тестирования выполнения нормативов испытаний (тестов) комплекса ГТО</w:t>
            </w:r>
          </w:p>
        </w:tc>
      </w:tr>
      <w:tr w:rsidR="00AE563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AE563F" w:rsidRPr="00E26265" w:rsidRDefault="00AE563F" w:rsidP="000D548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E26265">
              <w:rPr>
                <w:rFonts w:ascii="Times New Roman" w:hAnsi="Times New Roman"/>
                <w:sz w:val="26"/>
                <w:szCs w:val="26"/>
              </w:rPr>
              <w:t>4.1</w:t>
            </w:r>
          </w:p>
        </w:tc>
        <w:tc>
          <w:tcPr>
            <w:tcW w:w="15167" w:type="dxa"/>
            <w:gridSpan w:val="3"/>
            <w:shd w:val="clear" w:color="auto" w:fill="FFFFFF"/>
          </w:tcPr>
          <w:p w:rsidR="00AE563F" w:rsidRPr="00E26265" w:rsidRDefault="00AE563F" w:rsidP="000D548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E26265">
              <w:rPr>
                <w:rFonts w:ascii="Times New Roman" w:hAnsi="Times New Roman"/>
                <w:b/>
                <w:sz w:val="26"/>
                <w:szCs w:val="26"/>
              </w:rPr>
              <w:t>Комплекс процессных мероприятий</w:t>
            </w:r>
            <w:r w:rsidRPr="00E26265">
              <w:rPr>
                <w:rFonts w:ascii="Times New Roman" w:hAnsi="Times New Roman"/>
                <w:sz w:val="26"/>
                <w:szCs w:val="26"/>
              </w:rPr>
              <w:t xml:space="preserve"> "Обеспечение условий для развития физической культуры и спорта в учреждениях спортивной подготовки"</w:t>
            </w:r>
          </w:p>
        </w:tc>
      </w:tr>
      <w:tr w:rsidR="00AE563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AE563F" w:rsidRPr="00E26265" w:rsidRDefault="00AE563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E26265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8080" w:type="dxa"/>
            <w:gridSpan w:val="2"/>
            <w:shd w:val="clear" w:color="auto" w:fill="FFFFFF"/>
          </w:tcPr>
          <w:p w:rsidR="00AE563F" w:rsidRPr="00E26265" w:rsidRDefault="00AE563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E26265">
              <w:rPr>
                <w:rFonts w:ascii="Times New Roman" w:hAnsi="Times New Roman"/>
                <w:sz w:val="26"/>
                <w:szCs w:val="26"/>
              </w:rPr>
              <w:t>Ответственный за реализацию Спорткомитет Гайского ГО</w:t>
            </w:r>
          </w:p>
        </w:tc>
        <w:tc>
          <w:tcPr>
            <w:tcW w:w="7087" w:type="dxa"/>
            <w:shd w:val="clear" w:color="auto" w:fill="FFFFFF"/>
          </w:tcPr>
          <w:p w:rsidR="00AE563F" w:rsidRPr="00E26265" w:rsidRDefault="00AE563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E26265">
              <w:rPr>
                <w:rFonts w:ascii="Times New Roman" w:hAnsi="Times New Roman"/>
                <w:sz w:val="26"/>
                <w:szCs w:val="26"/>
              </w:rPr>
              <w:t>Срок реализации с 2020г.</w:t>
            </w:r>
          </w:p>
        </w:tc>
      </w:tr>
      <w:tr w:rsidR="00AE563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AE563F" w:rsidRPr="00E26265" w:rsidRDefault="00AE563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26265">
              <w:rPr>
                <w:rFonts w:ascii="Times New Roman" w:hAnsi="Times New Roman"/>
                <w:sz w:val="24"/>
                <w:szCs w:val="24"/>
              </w:rPr>
              <w:t>4.1.1.</w:t>
            </w:r>
          </w:p>
        </w:tc>
        <w:tc>
          <w:tcPr>
            <w:tcW w:w="3686" w:type="dxa"/>
            <w:shd w:val="clear" w:color="auto" w:fill="FFFFFF"/>
          </w:tcPr>
          <w:p w:rsidR="00AE563F" w:rsidRPr="00E26265" w:rsidRDefault="00AE563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6265">
              <w:rPr>
                <w:rFonts w:ascii="Times New Roman" w:hAnsi="Times New Roman"/>
                <w:sz w:val="24"/>
                <w:szCs w:val="24"/>
              </w:rPr>
              <w:t>Задача. Создание условий для  привлечения граждан к систематическим занятиям  физической культурой и спортом</w:t>
            </w:r>
          </w:p>
        </w:tc>
        <w:tc>
          <w:tcPr>
            <w:tcW w:w="4394" w:type="dxa"/>
            <w:shd w:val="clear" w:color="auto" w:fill="FFFFFF"/>
          </w:tcPr>
          <w:p w:rsidR="00AE563F" w:rsidRPr="00E26265" w:rsidRDefault="00AE563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6265">
              <w:rPr>
                <w:rFonts w:ascii="Times New Roman" w:hAnsi="Times New Roman"/>
                <w:sz w:val="24"/>
                <w:szCs w:val="24"/>
              </w:rPr>
              <w:t>Увеличение числа лиц, прошедших спортивную подготовку на этапах спортивной подготовки</w:t>
            </w:r>
          </w:p>
        </w:tc>
        <w:tc>
          <w:tcPr>
            <w:tcW w:w="7087" w:type="dxa"/>
            <w:shd w:val="clear" w:color="auto" w:fill="FFFFFF"/>
          </w:tcPr>
          <w:p w:rsidR="00AE563F" w:rsidRPr="00E26265" w:rsidRDefault="00AE563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6265">
              <w:rPr>
                <w:rFonts w:ascii="Times New Roman" w:hAnsi="Times New Roman"/>
                <w:sz w:val="24"/>
                <w:szCs w:val="24"/>
              </w:rPr>
              <w:t>Спортивная подготовка по олимпийским видам спорта. Спортивная подготовка по  не олимпийским видам спорта</w:t>
            </w:r>
          </w:p>
        </w:tc>
      </w:tr>
      <w:tr w:rsidR="00AE563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AE563F" w:rsidRPr="00E26265" w:rsidRDefault="00AE563F" w:rsidP="000D548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E26265">
              <w:rPr>
                <w:rFonts w:ascii="Times New Roman" w:hAnsi="Times New Roman"/>
                <w:sz w:val="26"/>
                <w:szCs w:val="26"/>
              </w:rPr>
              <w:t>5.1</w:t>
            </w:r>
          </w:p>
        </w:tc>
        <w:tc>
          <w:tcPr>
            <w:tcW w:w="15167" w:type="dxa"/>
            <w:gridSpan w:val="3"/>
            <w:shd w:val="clear" w:color="auto" w:fill="FFFFFF"/>
          </w:tcPr>
          <w:p w:rsidR="00AE563F" w:rsidRPr="00E26265" w:rsidRDefault="00AE563F" w:rsidP="000D548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E26265">
              <w:rPr>
                <w:rFonts w:ascii="Times New Roman" w:hAnsi="Times New Roman"/>
                <w:b/>
                <w:sz w:val="26"/>
                <w:szCs w:val="26"/>
              </w:rPr>
              <w:t>Комплекс процессных мероприятий</w:t>
            </w:r>
            <w:r w:rsidRPr="00E26265">
              <w:rPr>
                <w:rFonts w:ascii="Times New Roman" w:hAnsi="Times New Roman"/>
                <w:sz w:val="26"/>
                <w:szCs w:val="26"/>
              </w:rPr>
              <w:t xml:space="preserve">  "Обеспечение условий для доступа к объектам спорта на территории муниципального образования Гайский городской округ"</w:t>
            </w:r>
          </w:p>
        </w:tc>
      </w:tr>
      <w:tr w:rsidR="00AE563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AE563F" w:rsidRPr="00E26265" w:rsidRDefault="00AE563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E26265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8080" w:type="dxa"/>
            <w:gridSpan w:val="2"/>
            <w:shd w:val="clear" w:color="auto" w:fill="FFFFFF"/>
          </w:tcPr>
          <w:p w:rsidR="00AE563F" w:rsidRPr="00E26265" w:rsidRDefault="00AE563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E26265">
              <w:rPr>
                <w:rFonts w:ascii="Times New Roman" w:hAnsi="Times New Roman"/>
                <w:sz w:val="26"/>
                <w:szCs w:val="26"/>
              </w:rPr>
              <w:t>Ответственный за реализацию Спорткомитет Гайского ГО</w:t>
            </w:r>
          </w:p>
        </w:tc>
        <w:tc>
          <w:tcPr>
            <w:tcW w:w="7087" w:type="dxa"/>
            <w:shd w:val="clear" w:color="auto" w:fill="FFFFFF"/>
          </w:tcPr>
          <w:p w:rsidR="00AE563F" w:rsidRPr="00E26265" w:rsidRDefault="00AE563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E26265">
              <w:rPr>
                <w:rFonts w:ascii="Times New Roman" w:hAnsi="Times New Roman"/>
                <w:sz w:val="26"/>
                <w:szCs w:val="26"/>
              </w:rPr>
              <w:t>Срок реализации с 2020г.</w:t>
            </w:r>
          </w:p>
        </w:tc>
      </w:tr>
      <w:tr w:rsidR="00AE563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5.1.1.</w:t>
            </w:r>
          </w:p>
        </w:tc>
        <w:tc>
          <w:tcPr>
            <w:tcW w:w="3686" w:type="dxa"/>
            <w:shd w:val="clear" w:color="auto" w:fill="FFFFFF"/>
          </w:tcPr>
          <w:p w:rsidR="00AE563F" w:rsidRPr="003B3806" w:rsidRDefault="00AE563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Задача 1. Создание условий для  привлечения граждан к систематическим занятиям  физической культурой и спортом. Задача 2.</w:t>
            </w:r>
            <w:r w:rsidRPr="003B3806">
              <w:rPr>
                <w:sz w:val="24"/>
                <w:szCs w:val="24"/>
              </w:rPr>
              <w:t xml:space="preserve"> </w:t>
            </w:r>
            <w:r w:rsidRPr="003B3806">
              <w:rPr>
                <w:rFonts w:ascii="Times New Roman" w:hAnsi="Times New Roman"/>
                <w:sz w:val="24"/>
                <w:szCs w:val="24"/>
              </w:rPr>
              <w:t>Повышение доступности спортивной инфраструктуры для всех категорий и групп населения</w:t>
            </w:r>
          </w:p>
        </w:tc>
        <w:tc>
          <w:tcPr>
            <w:tcW w:w="4394" w:type="dxa"/>
            <w:shd w:val="clear" w:color="auto" w:fill="FFFFFF"/>
          </w:tcPr>
          <w:p w:rsidR="00AE563F" w:rsidRPr="003B3806" w:rsidRDefault="00AE563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 xml:space="preserve">Обеспечение жителей возможностью заниматься физической культурой и спортом. </w:t>
            </w:r>
          </w:p>
          <w:p w:rsidR="00AE563F" w:rsidRPr="003B3806" w:rsidRDefault="00AE563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 xml:space="preserve">Предоставление спортивных сооружений, комплексов  и оборудования для занятий физической культуры и спортом. </w:t>
            </w:r>
          </w:p>
        </w:tc>
        <w:tc>
          <w:tcPr>
            <w:tcW w:w="7087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 xml:space="preserve">Доля населения муниципального образования, систематически занимающегося физической культурой и спортом, в общей численности населения муниципального образования в возрасте 3-79 лет. </w:t>
            </w:r>
          </w:p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 xml:space="preserve">Уровень обеспеченности граждан спортивными сооружениями исходя из единовременной пропускной способности объектов спорта.  </w:t>
            </w:r>
          </w:p>
        </w:tc>
      </w:tr>
      <w:tr w:rsidR="00AE563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15167" w:type="dxa"/>
            <w:gridSpan w:val="3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5444">
              <w:rPr>
                <w:rFonts w:ascii="Times New Roman" w:hAnsi="Times New Roman"/>
                <w:b/>
                <w:sz w:val="24"/>
                <w:szCs w:val="24"/>
              </w:rPr>
              <w:t>Комплекс процессных мероприятий</w:t>
            </w:r>
            <w:r w:rsidRPr="00285444">
              <w:rPr>
                <w:rFonts w:ascii="Times New Roman" w:hAnsi="Times New Roman"/>
                <w:sz w:val="24"/>
                <w:szCs w:val="24"/>
              </w:rPr>
              <w:t xml:space="preserve"> "Обеспечение выполнения муниципальной политики, обеспечивающей развитие системы физической культуры и массового спорта в городском округе"</w:t>
            </w:r>
          </w:p>
        </w:tc>
      </w:tr>
      <w:tr w:rsidR="00AE563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80" w:type="dxa"/>
            <w:gridSpan w:val="2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Ответственный за реализацию Спорткомитет Гайского ГО</w:t>
            </w:r>
          </w:p>
        </w:tc>
        <w:tc>
          <w:tcPr>
            <w:tcW w:w="7087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Срок реализации с 2021г.</w:t>
            </w:r>
          </w:p>
        </w:tc>
      </w:tr>
      <w:tr w:rsidR="00AE563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6.1.1.</w:t>
            </w:r>
          </w:p>
        </w:tc>
        <w:tc>
          <w:tcPr>
            <w:tcW w:w="3686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 xml:space="preserve">Задача 1. Создание условий для  привлечения граждан к систематическим занятиям  физической культурой и спортом </w:t>
            </w:r>
          </w:p>
        </w:tc>
        <w:tc>
          <w:tcPr>
            <w:tcW w:w="4394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Обеспечение эффективного  выполнения муниципальной политики,  обеспечивающей развитие системы физической культуры и массового спорта</w:t>
            </w:r>
          </w:p>
        </w:tc>
        <w:tc>
          <w:tcPr>
            <w:tcW w:w="7087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Уровень обеспеченности граждан спортивными сооружениями исходя из единовременной пропускной способности объектов спорта.  Доля населения муниципального образования, систематически занимающегося физической культурой и спортом, в общей численности населения муниципального образования в возрасте 3-79 лет. Проведение тестирования выполнения нормативов испытаний (тестов) комплекса ГТО. Спортивная подготовка по олимпийским видам спорта. Спортивная подготовка по  не олимпийским видам спорта.</w:t>
            </w:r>
          </w:p>
        </w:tc>
      </w:tr>
      <w:tr w:rsidR="00AE563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15167" w:type="dxa"/>
            <w:gridSpan w:val="3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5444">
              <w:rPr>
                <w:rFonts w:ascii="Times New Roman" w:hAnsi="Times New Roman"/>
                <w:b/>
                <w:sz w:val="24"/>
                <w:szCs w:val="24"/>
              </w:rPr>
              <w:t>Комплекс процессных мероприятий</w:t>
            </w:r>
            <w:r w:rsidRPr="00285444">
              <w:rPr>
                <w:rFonts w:ascii="Times New Roman" w:hAnsi="Times New Roman"/>
                <w:sz w:val="24"/>
                <w:szCs w:val="24"/>
              </w:rPr>
              <w:t xml:space="preserve"> "Ведение бухгалтерского учёта и составление отчётности учредителя и подведомственных учреждений физической культуры»</w:t>
            </w:r>
          </w:p>
        </w:tc>
      </w:tr>
      <w:tr w:rsidR="00AE563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80" w:type="dxa"/>
            <w:gridSpan w:val="2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Ответственный за реализацию Спорткомитет Гайского ГО</w:t>
            </w:r>
          </w:p>
        </w:tc>
        <w:tc>
          <w:tcPr>
            <w:tcW w:w="7087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Срок реализации с 2021г.</w:t>
            </w:r>
          </w:p>
        </w:tc>
      </w:tr>
      <w:tr w:rsidR="00AE563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7.1.1.</w:t>
            </w:r>
          </w:p>
        </w:tc>
        <w:tc>
          <w:tcPr>
            <w:tcW w:w="3686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 xml:space="preserve">Задача 1. Создание условий для  привлечения граждан к систематическим занятиям  физической культурой и спортом </w:t>
            </w:r>
          </w:p>
        </w:tc>
        <w:tc>
          <w:tcPr>
            <w:tcW w:w="4394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Создана эффективная система  ведения бухгалтерского учёта и составление отчётности учредителя и подведомственных учреждений физической культуры</w:t>
            </w:r>
          </w:p>
        </w:tc>
        <w:tc>
          <w:tcPr>
            <w:tcW w:w="7087" w:type="dxa"/>
            <w:shd w:val="clear" w:color="auto" w:fill="FFFFFF"/>
          </w:tcPr>
          <w:p w:rsidR="00AE563F" w:rsidRPr="00285444" w:rsidRDefault="00AE563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 xml:space="preserve">Доля населения муниципального образования, систематически занимающегося физической культурой и спортом, в общей численности населения муниципального образования в возрасте 3-79 лет. </w:t>
            </w:r>
          </w:p>
        </w:tc>
      </w:tr>
    </w:tbl>
    <w:p w:rsidR="00AE563F" w:rsidRPr="00285444" w:rsidRDefault="00AE563F" w:rsidP="003E2071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AE563F" w:rsidRPr="00285444" w:rsidRDefault="00AE563F" w:rsidP="003E2071">
      <w:pPr>
        <w:spacing w:line="259" w:lineRule="auto"/>
        <w:rPr>
          <w:rFonts w:ascii="Times New Roman" w:hAnsi="Times New Roman"/>
          <w:sz w:val="28"/>
          <w:szCs w:val="28"/>
        </w:rPr>
      </w:pPr>
    </w:p>
    <w:p w:rsidR="00AE563F" w:rsidRPr="00285444" w:rsidRDefault="00AE563F" w:rsidP="003E2071">
      <w:pPr>
        <w:spacing w:line="259" w:lineRule="auto"/>
        <w:rPr>
          <w:rFonts w:ascii="Times New Roman" w:hAnsi="Times New Roman"/>
          <w:sz w:val="28"/>
          <w:szCs w:val="28"/>
        </w:rPr>
      </w:pPr>
    </w:p>
    <w:p w:rsidR="00AE563F" w:rsidRDefault="00AE563F" w:rsidP="003E2071">
      <w:pPr>
        <w:spacing w:line="259" w:lineRule="auto"/>
        <w:rPr>
          <w:rFonts w:ascii="Times New Roman" w:hAnsi="Times New Roman"/>
          <w:sz w:val="28"/>
          <w:szCs w:val="28"/>
        </w:rPr>
      </w:pPr>
    </w:p>
    <w:p w:rsidR="00AE563F" w:rsidRPr="001B4F7C" w:rsidRDefault="00AE563F" w:rsidP="001A147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AE563F" w:rsidRPr="00204DFD" w:rsidRDefault="00AE563F" w:rsidP="001A147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4DFD">
        <w:rPr>
          <w:rFonts w:ascii="Times New Roman" w:hAnsi="Times New Roman"/>
          <w:sz w:val="24"/>
          <w:szCs w:val="24"/>
        </w:rPr>
        <w:t>к протоколу № 5 от 28.10.2024</w:t>
      </w:r>
    </w:p>
    <w:p w:rsidR="00AE563F" w:rsidRPr="001B4F7C" w:rsidRDefault="00AE563F" w:rsidP="001A147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B4F7C">
        <w:rPr>
          <w:rFonts w:ascii="Times New Roman" w:hAnsi="Times New Roman"/>
          <w:sz w:val="24"/>
          <w:szCs w:val="24"/>
        </w:rPr>
        <w:t xml:space="preserve">заседания управляющего совета </w:t>
      </w:r>
    </w:p>
    <w:p w:rsidR="00AE563F" w:rsidRPr="001B4F7C" w:rsidRDefault="00AE563F" w:rsidP="001A147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B4F7C">
        <w:rPr>
          <w:rFonts w:ascii="Times New Roman" w:hAnsi="Times New Roman"/>
          <w:color w:val="000000"/>
          <w:sz w:val="24"/>
          <w:szCs w:val="24"/>
        </w:rPr>
        <w:t>муниципальной программ</w:t>
      </w:r>
      <w:r>
        <w:rPr>
          <w:rFonts w:ascii="Times New Roman" w:hAnsi="Times New Roman"/>
          <w:color w:val="000000"/>
          <w:sz w:val="24"/>
          <w:szCs w:val="24"/>
        </w:rPr>
        <w:t>ы</w:t>
      </w:r>
    </w:p>
    <w:p w:rsidR="00AE563F" w:rsidRPr="0059197D" w:rsidRDefault="00AE563F" w:rsidP="007D74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«Развитие физической культуры и массового спорта</w:t>
      </w:r>
    </w:p>
    <w:p w:rsidR="00AE563F" w:rsidRDefault="00AE563F" w:rsidP="007D746F">
      <w:pPr>
        <w:spacing w:after="0" w:line="240" w:lineRule="auto"/>
        <w:ind w:left="273" w:right="42"/>
        <w:jc w:val="right"/>
        <w:rPr>
          <w:rFonts w:ascii="Times New Roman" w:hAnsi="Times New Roman"/>
          <w:color w:val="000000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на территории Гайского городского округа»</w:t>
      </w:r>
    </w:p>
    <w:p w:rsidR="00AE563F" w:rsidRDefault="00AE563F" w:rsidP="007D746F">
      <w:pPr>
        <w:spacing w:after="0" w:line="240" w:lineRule="auto"/>
        <w:ind w:left="273" w:right="42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AE563F" w:rsidRDefault="00AE563F" w:rsidP="007D746F">
      <w:pPr>
        <w:spacing w:after="0" w:line="240" w:lineRule="auto"/>
        <w:ind w:left="273" w:right="42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AE563F" w:rsidRDefault="00AE563F" w:rsidP="00032E99">
      <w:pPr>
        <w:pStyle w:val="ListParagraph"/>
        <w:spacing w:after="0"/>
        <w:jc w:val="center"/>
        <w:rPr>
          <w:rFonts w:ascii="Times New Roman" w:hAnsi="Times New Roman"/>
          <w:sz w:val="28"/>
          <w:szCs w:val="28"/>
        </w:rPr>
      </w:pPr>
      <w:r w:rsidRPr="00D865F6">
        <w:rPr>
          <w:rFonts w:ascii="Times New Roman" w:hAnsi="Times New Roman"/>
          <w:sz w:val="28"/>
          <w:szCs w:val="28"/>
        </w:rPr>
        <w:t>Перечень мероприятий (результатов) муниципальной программы (комплексной программы)</w:t>
      </w:r>
    </w:p>
    <w:p w:rsidR="00AE563F" w:rsidRDefault="00AE563F" w:rsidP="00032E99">
      <w:pPr>
        <w:pStyle w:val="ListParagraph"/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4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25"/>
        <w:gridCol w:w="4593"/>
        <w:gridCol w:w="3969"/>
        <w:gridCol w:w="709"/>
        <w:gridCol w:w="708"/>
        <w:gridCol w:w="567"/>
        <w:gridCol w:w="567"/>
        <w:gridCol w:w="567"/>
        <w:gridCol w:w="567"/>
        <w:gridCol w:w="510"/>
        <w:gridCol w:w="57"/>
        <w:gridCol w:w="513"/>
        <w:gridCol w:w="54"/>
        <w:gridCol w:w="519"/>
        <w:gridCol w:w="567"/>
        <w:gridCol w:w="850"/>
      </w:tblGrid>
      <w:tr w:rsidR="00AE563F" w:rsidRPr="00A71895" w:rsidTr="00E26A89">
        <w:trPr>
          <w:trHeight w:val="587"/>
        </w:trPr>
        <w:tc>
          <w:tcPr>
            <w:tcW w:w="52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59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 xml:space="preserve">Характеристика </w:t>
            </w:r>
          </w:p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488" w:type="dxa"/>
            <w:gridSpan w:val="1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Значения мероприятия (результата) по годам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Связь с комплексной программой</w:t>
            </w:r>
          </w:p>
        </w:tc>
      </w:tr>
      <w:tr w:rsidR="00AE563F" w:rsidRPr="00A71895" w:rsidTr="00E26A89">
        <w:tc>
          <w:tcPr>
            <w:tcW w:w="525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93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510" w:type="dxa"/>
            <w:tcBorders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62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85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563F" w:rsidRPr="00A71895" w:rsidTr="00E26A89">
        <w:trPr>
          <w:trHeight w:val="29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4" w:type="dxa"/>
            <w:gridSpan w:val="3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AE563F" w:rsidRPr="00A71895" w:rsidTr="00E26A89">
        <w:tc>
          <w:tcPr>
            <w:tcW w:w="15842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Муниципальная программа «Развитие  физической культуры и массового спорта на территории Гайского городского округа»</w:t>
            </w:r>
          </w:p>
        </w:tc>
      </w:tr>
      <w:tr w:rsidR="00AE563F" w:rsidRPr="00A71895" w:rsidTr="00E26A89">
        <w:tc>
          <w:tcPr>
            <w:tcW w:w="15842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Default="00AE563F" w:rsidP="00A478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Региональный проект</w:t>
            </w:r>
            <w:r w:rsidRPr="003A5F1C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/>
                <w:sz w:val="26"/>
                <w:szCs w:val="26"/>
              </w:rPr>
              <w:t>Спорт – норма жизни</w:t>
            </w:r>
            <w:r w:rsidRPr="003A5F1C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E563F" w:rsidRPr="00A71895" w:rsidTr="00E26A89">
        <w:tc>
          <w:tcPr>
            <w:tcW w:w="15842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Задача 1.</w:t>
            </w:r>
            <w:r w:rsidRPr="003A5F1C">
              <w:rPr>
                <w:rFonts w:ascii="Times New Roman" w:hAnsi="Times New Roman"/>
                <w:sz w:val="26"/>
                <w:szCs w:val="26"/>
              </w:rPr>
              <w:t xml:space="preserve"> Создание для всех категорий и групп населения условия для занятий физической культурой и спортом (новая модель спорта)</w:t>
            </w:r>
          </w:p>
        </w:tc>
      </w:tr>
      <w:tr w:rsidR="00AE563F" w:rsidRPr="00A71895" w:rsidTr="00E26A89">
        <w:trPr>
          <w:trHeight w:val="1035"/>
        </w:trPr>
        <w:tc>
          <w:tcPr>
            <w:tcW w:w="52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459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54DC3" w:rsidRDefault="00AE563F" w:rsidP="00A478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54DC3">
              <w:rPr>
                <w:rFonts w:ascii="Times New Roman" w:hAnsi="Times New Roman"/>
                <w:sz w:val="26"/>
                <w:szCs w:val="26"/>
              </w:rPr>
              <w:t>Мероприятие (результат)1. Создание спортивных площадок для занятий физической культуры и спортом</w:t>
            </w:r>
          </w:p>
          <w:p w:rsidR="00AE563F" w:rsidRPr="00A54DC3" w:rsidRDefault="00AE563F" w:rsidP="00A478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E563F" w:rsidRPr="00A54DC3" w:rsidRDefault="00AE563F" w:rsidP="00A478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E563F" w:rsidRPr="00A54DC3" w:rsidRDefault="00AE563F" w:rsidP="00A478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E563F" w:rsidRPr="00A54DC3" w:rsidRDefault="00AE563F" w:rsidP="00A478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E563F" w:rsidRPr="00A54DC3" w:rsidRDefault="00AE563F" w:rsidP="00A478B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A54DC3">
              <w:rPr>
                <w:rFonts w:ascii="Times New Roman" w:hAnsi="Times New Roman"/>
                <w:sz w:val="26"/>
                <w:szCs w:val="26"/>
              </w:rPr>
              <w:t>Мероприятие (результата) 2. Приобретение автомобиля</w:t>
            </w:r>
            <w:r w:rsidRPr="00A54DC3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A54DC3">
              <w:rPr>
                <w:rFonts w:ascii="Times New Roman" w:hAnsi="Times New Roman"/>
                <w:sz w:val="26"/>
                <w:szCs w:val="26"/>
              </w:rPr>
              <w:t>для приведения</w:t>
            </w:r>
            <w:r w:rsidRPr="00A54DC3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A54DC3">
              <w:rPr>
                <w:rFonts w:ascii="Times New Roman" w:hAnsi="Times New Roman"/>
                <w:sz w:val="26"/>
                <w:szCs w:val="26"/>
              </w:rPr>
              <w:t>организаций спортивной подготовки в нормативное состояние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A54DC3" w:rsidRDefault="00AE563F" w:rsidP="00A478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54DC3">
              <w:rPr>
                <w:rFonts w:ascii="Times New Roman" w:hAnsi="Times New Roman"/>
                <w:sz w:val="26"/>
                <w:szCs w:val="26"/>
              </w:rPr>
              <w:t>Приобретение спортивного оборудования и инвентаря для создания  спортивных  площадок. Оснащение объектов спортивной инфраструктуры спортивно-технологическим  оборудованием для создания спортивных площадок.</w:t>
            </w:r>
          </w:p>
          <w:p w:rsidR="00AE563F" w:rsidRPr="00A54DC3" w:rsidRDefault="00AE563F" w:rsidP="00A478B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A54DC3">
              <w:rPr>
                <w:rFonts w:ascii="Times New Roman" w:hAnsi="Times New Roman"/>
                <w:sz w:val="26"/>
                <w:szCs w:val="26"/>
              </w:rPr>
              <w:t xml:space="preserve"> Приобретение современного оборудования для организаций спортивной подготовки.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86,8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86,9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sz w:val="26"/>
                <w:szCs w:val="26"/>
              </w:rPr>
              <w:t>87</w:t>
            </w:r>
            <w:r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E563F" w:rsidRPr="00A71895" w:rsidTr="00E26A89">
        <w:trPr>
          <w:trHeight w:val="900"/>
        </w:trPr>
        <w:tc>
          <w:tcPr>
            <w:tcW w:w="525" w:type="dxa"/>
            <w:vMerge/>
            <w:tcBorders>
              <w:lef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93" w:type="dxa"/>
            <w:vMerge/>
            <w:tcBorders>
              <w:lef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A5F1C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A5F1C">
              <w:rPr>
                <w:rFonts w:ascii="Times New Roman" w:hAnsi="Times New Roman"/>
                <w:sz w:val="26"/>
                <w:szCs w:val="26"/>
              </w:rPr>
              <w:t>56,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A5F1C">
              <w:rPr>
                <w:rFonts w:ascii="Times New Roman" w:hAnsi="Times New Roman"/>
                <w:sz w:val="26"/>
                <w:szCs w:val="26"/>
              </w:rPr>
              <w:t>60,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E563F" w:rsidRPr="00A71895" w:rsidTr="00E26A89">
        <w:tc>
          <w:tcPr>
            <w:tcW w:w="15842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Комплекс процессных мероприятий</w:t>
            </w:r>
            <w:r w:rsidRPr="003A5F1C">
              <w:rPr>
                <w:rFonts w:ascii="Times New Roman" w:hAnsi="Times New Roman"/>
                <w:sz w:val="26"/>
                <w:szCs w:val="26"/>
              </w:rPr>
              <w:t xml:space="preserve"> "Организация и проведение  физкультурных мероприятий и массовых спортивных мероприятий, участие команд в соревнованиях различного уровня в соответствии с календарным планом"</w:t>
            </w:r>
          </w:p>
        </w:tc>
      </w:tr>
      <w:tr w:rsidR="00AE563F" w:rsidRPr="00A71895" w:rsidTr="00E26A89">
        <w:tc>
          <w:tcPr>
            <w:tcW w:w="15842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111000" w:rsidRDefault="00AE563F" w:rsidP="00A47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000">
              <w:rPr>
                <w:rFonts w:ascii="Times New Roman" w:hAnsi="Times New Roman"/>
                <w:b/>
                <w:sz w:val="24"/>
                <w:szCs w:val="24"/>
              </w:rPr>
              <w:t>Задача 1</w:t>
            </w:r>
            <w:r w:rsidRPr="00111000">
              <w:rPr>
                <w:rFonts w:ascii="Times New Roman" w:hAnsi="Times New Roman"/>
                <w:sz w:val="24"/>
                <w:szCs w:val="24"/>
              </w:rPr>
              <w:t>. Создание условий для  привлечения граждан к систематическим занятиям  физической культурой и спортом</w:t>
            </w:r>
          </w:p>
        </w:tc>
      </w:tr>
      <w:tr w:rsidR="00AE563F" w:rsidRPr="00A71895" w:rsidTr="00E26A89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 xml:space="preserve">Мероприятие (результат)1. Привлечены жители к систематическим занятиям физической культурой и спортом.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Организация работы по развитию физической культуры и спорта и привлечение жителей Гайского городского округа к участию в спортивных массовых физкультурных мероприятий.</w:t>
            </w:r>
            <w:r w:rsidRPr="003A5F1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A5F1C">
              <w:rPr>
                <w:rFonts w:ascii="Times New Roman" w:hAnsi="Times New Roman"/>
                <w:sz w:val="24"/>
                <w:szCs w:val="24"/>
              </w:rPr>
              <w:t>Кол-во человек принявших участие в спортивно-массовых мероприятиях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B3806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кол-во чел.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B3806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B3806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9138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15777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15777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15777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15777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15777</w:t>
            </w:r>
          </w:p>
        </w:tc>
        <w:tc>
          <w:tcPr>
            <w:tcW w:w="57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15777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15777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204DFD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563F" w:rsidRPr="00A71895" w:rsidTr="00E26A89">
        <w:tc>
          <w:tcPr>
            <w:tcW w:w="15842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3B3806" w:rsidRDefault="00AE563F" w:rsidP="00A478B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B3806">
              <w:rPr>
                <w:rFonts w:ascii="Times New Roman" w:hAnsi="Times New Roman"/>
                <w:b/>
                <w:sz w:val="26"/>
                <w:szCs w:val="26"/>
              </w:rPr>
              <w:t>Комплекс процессных мероприятий</w:t>
            </w:r>
            <w:r w:rsidRPr="003B3806">
              <w:rPr>
                <w:rFonts w:ascii="Times New Roman" w:hAnsi="Times New Roman"/>
                <w:sz w:val="26"/>
                <w:szCs w:val="26"/>
              </w:rPr>
              <w:t xml:space="preserve"> "Организация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(ГТО)"  </w:t>
            </w:r>
          </w:p>
        </w:tc>
      </w:tr>
      <w:tr w:rsidR="00AE563F" w:rsidRPr="00A71895" w:rsidTr="00E26A89">
        <w:tc>
          <w:tcPr>
            <w:tcW w:w="15842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3B3806" w:rsidRDefault="00AE563F" w:rsidP="00A47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b/>
                <w:sz w:val="24"/>
                <w:szCs w:val="24"/>
              </w:rPr>
              <w:t>Задача 1</w:t>
            </w:r>
            <w:r w:rsidRPr="003B3806">
              <w:rPr>
                <w:rFonts w:ascii="Times New Roman" w:hAnsi="Times New Roman"/>
                <w:sz w:val="24"/>
                <w:szCs w:val="24"/>
              </w:rPr>
              <w:t>. Создание условий для  привлечения граждан к систематическим занятиям  физической культурой и спортом</w:t>
            </w:r>
          </w:p>
        </w:tc>
      </w:tr>
      <w:tr w:rsidR="00AE563F" w:rsidRPr="00A71895" w:rsidTr="00E26A89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Мероприятие (результат)1. Проведено комплексное тестирование населения Гайского ГО в рамках Всероссийского физкультурно-спортивного комплекса «Готов к труду и обороне» (ГТО).</w:t>
            </w:r>
          </w:p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 Проведение физкультурных и спортивных мероприятий в рамках Всероссийского физкультурно-спортивного комплекса «Готов к труду и обороне» (ГТО).  Количество человек, прошедших испытания   ВФСК "ГТО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B3806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кол-во чел.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B3806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B3806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B3806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B3806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3B3806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3B3806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3B3806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7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3B3806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3B3806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3B3806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563F" w:rsidRPr="00A71895" w:rsidTr="00E26A89">
        <w:tc>
          <w:tcPr>
            <w:tcW w:w="15842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Комплекс процессных мероприятий</w:t>
            </w:r>
            <w:r w:rsidRPr="003A5F1C">
              <w:rPr>
                <w:rFonts w:ascii="Times New Roman" w:hAnsi="Times New Roman"/>
                <w:sz w:val="26"/>
                <w:szCs w:val="26"/>
              </w:rPr>
              <w:t xml:space="preserve"> "Обеспечение условий для развития физической культуры и спорта в учреждениях спортивной подготовки"</w:t>
            </w:r>
          </w:p>
        </w:tc>
      </w:tr>
      <w:tr w:rsidR="00AE563F" w:rsidRPr="00A71895" w:rsidTr="00E26A89">
        <w:tc>
          <w:tcPr>
            <w:tcW w:w="15842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b/>
                <w:sz w:val="24"/>
                <w:szCs w:val="24"/>
              </w:rPr>
              <w:t>Задача 1</w:t>
            </w:r>
            <w:r w:rsidRPr="003A5F1C">
              <w:rPr>
                <w:rFonts w:ascii="Times New Roman" w:hAnsi="Times New Roman"/>
                <w:sz w:val="24"/>
                <w:szCs w:val="24"/>
              </w:rPr>
              <w:t>. Создание условий для  привлечения граждан к систематическим занятиям  физической культурой и спортом</w:t>
            </w:r>
          </w:p>
        </w:tc>
      </w:tr>
      <w:tr w:rsidR="00AE563F" w:rsidRPr="00A71895" w:rsidTr="00A478B1">
        <w:trPr>
          <w:trHeight w:val="1285"/>
        </w:trPr>
        <w:tc>
          <w:tcPr>
            <w:tcW w:w="52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0B4331" w:rsidRDefault="00AE563F" w:rsidP="00A47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4331">
              <w:rPr>
                <w:rFonts w:ascii="Times New Roman" w:hAnsi="Times New Roman"/>
                <w:sz w:val="24"/>
                <w:szCs w:val="24"/>
              </w:rPr>
              <w:t xml:space="preserve"> 4.</w:t>
            </w:r>
          </w:p>
          <w:p w:rsidR="00AE563F" w:rsidRDefault="00AE563F" w:rsidP="00A478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E563F" w:rsidRDefault="00AE563F" w:rsidP="00A478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E563F" w:rsidRDefault="00AE563F" w:rsidP="00A478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9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Default="00AE563F" w:rsidP="00A478B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Мероприятие (результат)1. Организовано  осуществление спортивной подготовки по олимпийским и не олимпийским  видам спорта.</w:t>
            </w:r>
            <w:r w:rsidRPr="003A5F1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AE563F" w:rsidRDefault="00AE563F" w:rsidP="00A478B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E563F" w:rsidRDefault="00AE563F" w:rsidP="00A478B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E563F" w:rsidRDefault="00AE563F" w:rsidP="00A478B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E563F" w:rsidRDefault="00AE563F" w:rsidP="00A478B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E563F" w:rsidRDefault="00AE563F" w:rsidP="00A478B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E563F" w:rsidRDefault="00AE563F" w:rsidP="00A478B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E563F" w:rsidRDefault="00AE563F" w:rsidP="00A478B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E563F" w:rsidRDefault="00AE563F" w:rsidP="00A478B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E563F" w:rsidRDefault="00AE563F" w:rsidP="00A478B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E563F" w:rsidRDefault="00AE563F" w:rsidP="00A478B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E563F" w:rsidRDefault="00AE563F" w:rsidP="00A478B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E563F" w:rsidRDefault="00AE563F" w:rsidP="00A478B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E563F" w:rsidRDefault="00AE563F" w:rsidP="00A478B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E563F" w:rsidRPr="00204DFD" w:rsidRDefault="00AE563F" w:rsidP="00A47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 xml:space="preserve">Мероприятие (результат)2. Реализуются дополнительные общеразвивающие программы физкультурно - спортивной            </w:t>
            </w:r>
          </w:p>
          <w:p w:rsidR="00AE563F" w:rsidRPr="006B13DC" w:rsidRDefault="00AE563F" w:rsidP="00A478B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 xml:space="preserve"> Число лиц, прошедших спортивную подготовку на этапах спортивной подготовки по олимпийским и не олимпийским видам спорта </w:t>
            </w:r>
          </w:p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кол-во чел.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627</w:t>
            </w:r>
          </w:p>
          <w:p w:rsidR="00AE563F" w:rsidRPr="003974DB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08F">
              <w:rPr>
                <w:rFonts w:ascii="Times New Roman" w:hAnsi="Times New Roman"/>
                <w:sz w:val="24"/>
                <w:szCs w:val="24"/>
              </w:rPr>
              <w:t>465</w:t>
            </w:r>
          </w:p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08F">
              <w:rPr>
                <w:rFonts w:ascii="Times New Roman" w:hAnsi="Times New Roman"/>
                <w:sz w:val="24"/>
                <w:szCs w:val="24"/>
              </w:rPr>
              <w:t>465</w:t>
            </w:r>
          </w:p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563F" w:rsidRPr="00A71895" w:rsidTr="009D7475">
        <w:trPr>
          <w:trHeight w:val="576"/>
        </w:trPr>
        <w:tc>
          <w:tcPr>
            <w:tcW w:w="525" w:type="dxa"/>
            <w:vMerge/>
            <w:tcBorders>
              <w:lef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3" w:type="dxa"/>
            <w:vMerge/>
            <w:tcBorders>
              <w:lef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кол-во 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A71895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08F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08F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563F" w:rsidRPr="00A71895" w:rsidTr="00A478B1">
        <w:trPr>
          <w:trHeight w:val="1293"/>
        </w:trPr>
        <w:tc>
          <w:tcPr>
            <w:tcW w:w="525" w:type="dxa"/>
            <w:vMerge/>
            <w:tcBorders>
              <w:lef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3" w:type="dxa"/>
            <w:vMerge/>
            <w:tcBorders>
              <w:lef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204DFD" w:rsidRDefault="00AE563F" w:rsidP="00A47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Количество человек прошедших дополнительные образовательные программы спортивной подготовки по олимпийским видам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204DFD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кол-во 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563F" w:rsidRPr="00A71895" w:rsidTr="0029709D">
        <w:trPr>
          <w:trHeight w:val="1380"/>
        </w:trPr>
        <w:tc>
          <w:tcPr>
            <w:tcW w:w="525" w:type="dxa"/>
            <w:vMerge/>
            <w:tcBorders>
              <w:lef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3" w:type="dxa"/>
            <w:vMerge/>
            <w:tcBorders>
              <w:left w:val="single" w:sz="6" w:space="0" w:color="000000"/>
            </w:tcBorders>
            <w:shd w:val="clear" w:color="auto" w:fill="FFFFFF"/>
          </w:tcPr>
          <w:p w:rsidR="00AE563F" w:rsidRDefault="00AE563F" w:rsidP="00A47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204DFD" w:rsidRDefault="00AE563F" w:rsidP="00A47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Количество человек прошедших дополнительные образовательные программы спортивной подготовки по не олимпийским видам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204DFD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кол-во 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563F" w:rsidRPr="00A71895" w:rsidTr="00E26A89">
        <w:trPr>
          <w:trHeight w:val="660"/>
        </w:trPr>
        <w:tc>
          <w:tcPr>
            <w:tcW w:w="525" w:type="dxa"/>
            <w:vMerge/>
            <w:tcBorders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3" w:type="dxa"/>
            <w:vMerge/>
            <w:tcBorders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Default="00AE563F" w:rsidP="00A47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204DFD" w:rsidRDefault="00AE563F" w:rsidP="00A47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Количество человеко-часов предоставленных  по  дополнительным общеразвивающим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204DFD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Количество человеко -часов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CD008F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E26A89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A89">
              <w:rPr>
                <w:rFonts w:ascii="Times New Roman" w:hAnsi="Times New Roman"/>
              </w:rPr>
              <w:t>35763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E26A89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A89">
              <w:rPr>
                <w:rFonts w:ascii="Times New Roman" w:hAnsi="Times New Roman"/>
              </w:rPr>
              <w:t>143052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E26A89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A89">
              <w:rPr>
                <w:rFonts w:ascii="Times New Roman" w:hAnsi="Times New Roman"/>
              </w:rPr>
              <w:t>143052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E26A89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A89">
              <w:rPr>
                <w:rFonts w:ascii="Times New Roman" w:hAnsi="Times New Roman"/>
              </w:rPr>
              <w:t>143052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E26A89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A89">
              <w:rPr>
                <w:rFonts w:ascii="Times New Roman" w:hAnsi="Times New Roman"/>
              </w:rPr>
              <w:t>143052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E26A89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A89">
              <w:rPr>
                <w:rFonts w:ascii="Times New Roman" w:hAnsi="Times New Roman"/>
              </w:rPr>
              <w:t>143052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E26A89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A89">
              <w:rPr>
                <w:rFonts w:ascii="Times New Roman" w:hAnsi="Times New Roman"/>
              </w:rPr>
              <w:t>143052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563F" w:rsidRPr="00A71895" w:rsidTr="00A478B1">
        <w:trPr>
          <w:trHeight w:val="1491"/>
        </w:trPr>
        <w:tc>
          <w:tcPr>
            <w:tcW w:w="52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B3806" w:rsidRDefault="00AE563F" w:rsidP="00A47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Мероприятие (результат)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B3806">
              <w:rPr>
                <w:rFonts w:ascii="Times New Roman" w:hAnsi="Times New Roman"/>
                <w:sz w:val="24"/>
                <w:szCs w:val="24"/>
              </w:rPr>
              <w:t>. Проведено благоустройство территории  в МАУ ДО «СШ Рекорд»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hAnsi="Times New Roman"/>
                <w:sz w:val="24"/>
                <w:szCs w:val="24"/>
              </w:rPr>
              <w:t>благоустройства территории</w:t>
            </w:r>
            <w:r w:rsidRPr="003A5F1C">
              <w:rPr>
                <w:rFonts w:ascii="Times New Roman" w:hAnsi="Times New Roman"/>
                <w:sz w:val="24"/>
                <w:szCs w:val="24"/>
              </w:rPr>
              <w:t xml:space="preserve"> и создание условий для развития физической культуры и спорта в учреждениях спортивной  подготовки.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 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563F" w:rsidRPr="00A71895" w:rsidTr="00E26A89">
        <w:tc>
          <w:tcPr>
            <w:tcW w:w="15842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Комплекс процессных мероприятий</w:t>
            </w:r>
            <w:r w:rsidRPr="003A5F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"Обеспечение условий для доступа к объектам спорта на территории муниципального образования Гайский городской округ»</w:t>
            </w:r>
          </w:p>
        </w:tc>
      </w:tr>
      <w:tr w:rsidR="00AE563F" w:rsidRPr="00A71895" w:rsidTr="00E26A89">
        <w:tc>
          <w:tcPr>
            <w:tcW w:w="15842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b/>
                <w:sz w:val="24"/>
                <w:szCs w:val="24"/>
              </w:rPr>
              <w:t>Задача 1</w:t>
            </w:r>
            <w:r w:rsidRPr="003A5F1C">
              <w:rPr>
                <w:rFonts w:ascii="Times New Roman" w:hAnsi="Times New Roman"/>
                <w:sz w:val="24"/>
                <w:szCs w:val="24"/>
              </w:rPr>
              <w:t>. Создание условий для  привлечения граждан к систематическим занятиям  физической культурой и спортом</w:t>
            </w:r>
          </w:p>
        </w:tc>
      </w:tr>
      <w:tr w:rsidR="00AE563F" w:rsidRPr="00A71895" w:rsidTr="00A478B1">
        <w:trPr>
          <w:trHeight w:val="1779"/>
        </w:trPr>
        <w:tc>
          <w:tcPr>
            <w:tcW w:w="52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 xml:space="preserve"> 5.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204DFD" w:rsidRDefault="00AE563F" w:rsidP="00A47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Мероприятие (результат)1. Предоставлен доступ к объектам спорта учреждения МАУ «Физкультурно-оздоровительный комплекс «Горняк»</w:t>
            </w:r>
          </w:p>
          <w:p w:rsidR="00AE563F" w:rsidRPr="00204DFD" w:rsidRDefault="00AE563F" w:rsidP="00A478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204DFD" w:rsidRDefault="00AE563F" w:rsidP="00A478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 Предоставление спортивных сооружений, комплексов  и оборудования для занятий физической культурой и спортом. Пользование спортивным оборудованием и инвентарем.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E26A89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A89">
              <w:rPr>
                <w:rFonts w:ascii="Times New Roman" w:hAnsi="Times New Roman"/>
                <w:sz w:val="24"/>
                <w:szCs w:val="24"/>
              </w:rPr>
              <w:t>Да/ нет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73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563F" w:rsidRPr="00A71895" w:rsidTr="00073237">
        <w:trPr>
          <w:trHeight w:val="840"/>
        </w:trPr>
        <w:tc>
          <w:tcPr>
            <w:tcW w:w="525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47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Мероприятие (результат)2.Создание спортивных площадок открытого типа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A47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Создание спортивной площадки  для игры в мини-футбол на открытом воздухе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E26A89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A89">
              <w:rPr>
                <w:rFonts w:ascii="Times New Roman" w:hAnsi="Times New Roman"/>
                <w:sz w:val="24"/>
                <w:szCs w:val="24"/>
              </w:rPr>
              <w:t>Да/ 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A5F1C" w:rsidRDefault="00AE563F" w:rsidP="00DE4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DE4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563F" w:rsidRPr="00A71895" w:rsidTr="00E26A89">
        <w:tc>
          <w:tcPr>
            <w:tcW w:w="15842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b/>
                <w:sz w:val="24"/>
                <w:szCs w:val="24"/>
              </w:rPr>
              <w:t>Комплекс процессных мероприятий</w:t>
            </w:r>
            <w:r w:rsidRPr="003A5F1C">
              <w:rPr>
                <w:rFonts w:ascii="Times New Roman" w:hAnsi="Times New Roman"/>
                <w:sz w:val="24"/>
                <w:szCs w:val="24"/>
              </w:rPr>
              <w:t xml:space="preserve"> "Обеспечение выполнения муниципальной политики, обеспечивающей развитие системы физической культуры и массового спорта в городском округе"</w:t>
            </w:r>
          </w:p>
        </w:tc>
      </w:tr>
      <w:tr w:rsidR="00AE563F" w:rsidRPr="00A71895" w:rsidTr="00E26A89">
        <w:tc>
          <w:tcPr>
            <w:tcW w:w="15842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b/>
                <w:sz w:val="24"/>
                <w:szCs w:val="24"/>
              </w:rPr>
              <w:t>Задача 1</w:t>
            </w:r>
            <w:r w:rsidRPr="003A5F1C">
              <w:rPr>
                <w:rFonts w:ascii="Times New Roman" w:hAnsi="Times New Roman"/>
                <w:sz w:val="24"/>
                <w:szCs w:val="24"/>
              </w:rPr>
              <w:t>. Создание условий для  привлечения граждан к систематическим занятиям  физической культурой и спортом</w:t>
            </w:r>
          </w:p>
        </w:tc>
      </w:tr>
      <w:tr w:rsidR="00AE563F" w:rsidRPr="00A71895" w:rsidTr="00E26A89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Мероприятие (результат)1. Эффективное функционирование системы управления физической культуры и спорта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 Обеспечение эффективного  выполнения муниципальной политики,  обеспечивающей развитие системы физической культуры и массового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E26A89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A89">
              <w:rPr>
                <w:rFonts w:ascii="Times New Roman" w:hAnsi="Times New Roman"/>
                <w:sz w:val="24"/>
                <w:szCs w:val="24"/>
              </w:rPr>
              <w:t>Да/ нет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7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563F" w:rsidRPr="00A71895" w:rsidTr="00E26A89">
        <w:tc>
          <w:tcPr>
            <w:tcW w:w="15842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b/>
                <w:sz w:val="24"/>
                <w:szCs w:val="24"/>
              </w:rPr>
              <w:t>Комплекс процессных мероприятий</w:t>
            </w:r>
            <w:r w:rsidRPr="003A5F1C">
              <w:rPr>
                <w:rFonts w:ascii="Times New Roman" w:hAnsi="Times New Roman"/>
                <w:sz w:val="24"/>
                <w:szCs w:val="24"/>
              </w:rPr>
              <w:t xml:space="preserve"> "Ведение бухгалтерского учёта и составление отчётности учредителя и подведомственных учреждений физической культуры"</w:t>
            </w:r>
          </w:p>
        </w:tc>
      </w:tr>
      <w:tr w:rsidR="00AE563F" w:rsidRPr="00A71895" w:rsidTr="00E26A89">
        <w:tc>
          <w:tcPr>
            <w:tcW w:w="15842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b/>
                <w:sz w:val="24"/>
                <w:szCs w:val="24"/>
              </w:rPr>
              <w:t>Задача 1</w:t>
            </w:r>
            <w:r w:rsidRPr="003A5F1C">
              <w:rPr>
                <w:rFonts w:ascii="Times New Roman" w:hAnsi="Times New Roman"/>
                <w:sz w:val="24"/>
                <w:szCs w:val="24"/>
              </w:rPr>
              <w:t>. Создание условий для  привлечения граждан к систематическим занятиям  физической культурой и спортом</w:t>
            </w:r>
          </w:p>
        </w:tc>
      </w:tr>
      <w:tr w:rsidR="00AE563F" w:rsidRPr="00A71895" w:rsidTr="00E26A89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 xml:space="preserve">Мероприятие (результат)1. Выполнение функций по бухгалтерскому учету учредителя и  подведомственных учреждений.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 Организация и обеспечение бухгалтерского сопровождения деятельности учредителя и подведомственных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E26A89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A89">
              <w:rPr>
                <w:rFonts w:ascii="Times New Roman" w:hAnsi="Times New Roman"/>
                <w:sz w:val="24"/>
                <w:szCs w:val="24"/>
              </w:rPr>
              <w:t>Да/ нет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7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3A5F1C" w:rsidRDefault="00AE563F" w:rsidP="00A47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E563F" w:rsidRDefault="00AE563F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AE563F" w:rsidRDefault="00AE563F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AE563F" w:rsidRDefault="00AE563F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AE563F" w:rsidRDefault="00AE563F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AE563F" w:rsidRDefault="00AE563F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AE563F" w:rsidRDefault="00AE563F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AE563F" w:rsidRDefault="00AE563F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AE563F" w:rsidRDefault="00AE563F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AE563F" w:rsidRDefault="00AE563F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AE563F" w:rsidRDefault="00AE563F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AE563F" w:rsidRDefault="00AE563F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AE563F" w:rsidRDefault="00AE563F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AE563F" w:rsidRDefault="00AE563F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AE563F" w:rsidRDefault="00AE563F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AE563F" w:rsidRDefault="00AE563F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AE563F" w:rsidRDefault="00AE563F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AE563F" w:rsidRDefault="00AE563F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AE563F" w:rsidRDefault="00AE563F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AE563F" w:rsidRDefault="00AE563F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AE563F" w:rsidRDefault="00AE563F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AE563F" w:rsidRDefault="00AE563F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AE563F" w:rsidRPr="001B4F7C" w:rsidRDefault="00AE563F" w:rsidP="00CB46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4</w:t>
      </w:r>
    </w:p>
    <w:p w:rsidR="00AE563F" w:rsidRPr="00204DFD" w:rsidRDefault="00AE563F" w:rsidP="00CB46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4DFD">
        <w:rPr>
          <w:rFonts w:ascii="Times New Roman" w:hAnsi="Times New Roman"/>
          <w:sz w:val="24"/>
          <w:szCs w:val="24"/>
        </w:rPr>
        <w:t xml:space="preserve">к протоколу № 5 от 28.10.2024  </w:t>
      </w:r>
    </w:p>
    <w:p w:rsidR="00AE563F" w:rsidRPr="001B4F7C" w:rsidRDefault="00AE563F" w:rsidP="00CB46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B4F7C">
        <w:rPr>
          <w:rFonts w:ascii="Times New Roman" w:hAnsi="Times New Roman"/>
          <w:sz w:val="24"/>
          <w:szCs w:val="24"/>
        </w:rPr>
        <w:t xml:space="preserve">заседания управляющего совета </w:t>
      </w:r>
    </w:p>
    <w:p w:rsidR="00AE563F" w:rsidRPr="001B4F7C" w:rsidRDefault="00AE563F" w:rsidP="00CB46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B4F7C">
        <w:rPr>
          <w:rFonts w:ascii="Times New Roman" w:hAnsi="Times New Roman"/>
          <w:color w:val="000000"/>
          <w:sz w:val="24"/>
          <w:szCs w:val="24"/>
        </w:rPr>
        <w:t>муниципальной программ</w:t>
      </w:r>
      <w:r>
        <w:rPr>
          <w:rFonts w:ascii="Times New Roman" w:hAnsi="Times New Roman"/>
          <w:color w:val="000000"/>
          <w:sz w:val="24"/>
          <w:szCs w:val="24"/>
        </w:rPr>
        <w:t>ы</w:t>
      </w:r>
    </w:p>
    <w:p w:rsidR="00AE563F" w:rsidRPr="0059197D" w:rsidRDefault="00AE563F" w:rsidP="00CB46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 xml:space="preserve"> «Развитие физической культуры и массового спорта</w:t>
      </w:r>
    </w:p>
    <w:p w:rsidR="00AE563F" w:rsidRPr="0059197D" w:rsidRDefault="00AE563F" w:rsidP="007D746F">
      <w:pPr>
        <w:spacing w:after="0" w:line="240" w:lineRule="auto"/>
        <w:ind w:left="273" w:right="42"/>
        <w:jc w:val="right"/>
        <w:rPr>
          <w:rFonts w:ascii="Times New Roman" w:hAnsi="Times New Roman"/>
          <w:color w:val="000000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на территории Гайского городского округа»</w:t>
      </w:r>
    </w:p>
    <w:p w:rsidR="00AE563F" w:rsidRDefault="00AE563F" w:rsidP="006B6AA7">
      <w:pPr>
        <w:pStyle w:val="ListParagraph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E563F" w:rsidRDefault="00AE563F" w:rsidP="006B6AA7">
      <w:pPr>
        <w:pStyle w:val="ListParagraph"/>
        <w:spacing w:after="0"/>
        <w:jc w:val="center"/>
        <w:rPr>
          <w:rFonts w:ascii="Times New Roman" w:hAnsi="Times New Roman"/>
          <w:sz w:val="28"/>
          <w:szCs w:val="28"/>
        </w:rPr>
      </w:pPr>
      <w:r w:rsidRPr="00B233CF">
        <w:rPr>
          <w:rFonts w:ascii="Times New Roman" w:hAnsi="Times New Roman"/>
          <w:sz w:val="28"/>
          <w:szCs w:val="28"/>
        </w:rPr>
        <w:t xml:space="preserve">Финансовое обеспечение муниципальной программы (комплексной программы) </w:t>
      </w:r>
    </w:p>
    <w:p w:rsidR="00AE563F" w:rsidRPr="00B233CF" w:rsidRDefault="00AE563F" w:rsidP="006B6AA7">
      <w:pPr>
        <w:pStyle w:val="ListParagraph"/>
        <w:spacing w:after="0"/>
        <w:jc w:val="center"/>
        <w:rPr>
          <w:rFonts w:ascii="Times New Roman" w:hAnsi="Times New Roman"/>
          <w:sz w:val="20"/>
          <w:szCs w:val="20"/>
        </w:rPr>
      </w:pPr>
      <w:r w:rsidRPr="00B233C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01"/>
        <w:gridCol w:w="2914"/>
        <w:gridCol w:w="2090"/>
        <w:gridCol w:w="695"/>
        <w:gridCol w:w="708"/>
        <w:gridCol w:w="710"/>
        <w:gridCol w:w="637"/>
        <w:gridCol w:w="770"/>
        <w:gridCol w:w="660"/>
        <w:gridCol w:w="660"/>
        <w:gridCol w:w="660"/>
        <w:gridCol w:w="660"/>
        <w:gridCol w:w="660"/>
        <w:gridCol w:w="660"/>
        <w:gridCol w:w="1536"/>
        <w:gridCol w:w="884"/>
      </w:tblGrid>
      <w:tr w:rsidR="00AE563F" w:rsidRPr="00A71895" w:rsidTr="00117506">
        <w:trPr>
          <w:trHeight w:val="240"/>
        </w:trPr>
        <w:tc>
          <w:tcPr>
            <w:tcW w:w="401" w:type="dxa"/>
            <w:vMerge w:val="restart"/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14" w:type="dxa"/>
            <w:vMerge w:val="restart"/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(комплексной программы), структурного элемента муниципальной программы (комплексной программы)</w:t>
            </w:r>
          </w:p>
        </w:tc>
        <w:tc>
          <w:tcPr>
            <w:tcW w:w="2090" w:type="dxa"/>
            <w:vMerge w:val="restart"/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2113" w:type="dxa"/>
            <w:gridSpan w:val="3"/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903" w:type="dxa"/>
            <w:gridSpan w:val="9"/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  <w:tc>
          <w:tcPr>
            <w:tcW w:w="884" w:type="dxa"/>
            <w:vMerge w:val="restart"/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Связь с комплексной программой</w:t>
            </w:r>
          </w:p>
        </w:tc>
      </w:tr>
      <w:tr w:rsidR="00AE563F" w:rsidRPr="00A71895" w:rsidTr="00117506">
        <w:tc>
          <w:tcPr>
            <w:tcW w:w="401" w:type="dxa"/>
            <w:vMerge/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14" w:type="dxa"/>
            <w:vMerge/>
            <w:shd w:val="clear" w:color="auto" w:fill="FFFFFF"/>
            <w:vAlign w:val="center"/>
          </w:tcPr>
          <w:p w:rsidR="00AE563F" w:rsidRPr="00A71895" w:rsidRDefault="00AE563F" w:rsidP="006B6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0" w:type="dxa"/>
            <w:vMerge/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5" w:type="dxa"/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708" w:type="dxa"/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710" w:type="dxa"/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637" w:type="dxa"/>
            <w:shd w:val="clear" w:color="auto" w:fill="FFFFFF"/>
          </w:tcPr>
          <w:p w:rsidR="00AE563F" w:rsidRPr="00120051" w:rsidRDefault="00AE563F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051">
              <w:rPr>
                <w:rFonts w:ascii="Times New Roman" w:hAnsi="Times New Roman"/>
              </w:rPr>
              <w:t>2023</w:t>
            </w:r>
          </w:p>
        </w:tc>
        <w:tc>
          <w:tcPr>
            <w:tcW w:w="770" w:type="dxa"/>
            <w:shd w:val="clear" w:color="auto" w:fill="FFFFFF"/>
          </w:tcPr>
          <w:p w:rsidR="00AE563F" w:rsidRPr="00120051" w:rsidRDefault="00AE563F" w:rsidP="006B6A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051">
              <w:rPr>
                <w:rFonts w:ascii="Times New Roman" w:hAnsi="Times New Roman"/>
              </w:rPr>
              <w:t>2024</w:t>
            </w:r>
          </w:p>
        </w:tc>
        <w:tc>
          <w:tcPr>
            <w:tcW w:w="660" w:type="dxa"/>
            <w:shd w:val="clear" w:color="auto" w:fill="FFFFFF"/>
          </w:tcPr>
          <w:p w:rsidR="00AE563F" w:rsidRPr="00120051" w:rsidRDefault="00AE563F" w:rsidP="006B6A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051">
              <w:rPr>
                <w:rFonts w:ascii="Times New Roman" w:hAnsi="Times New Roman"/>
              </w:rPr>
              <w:t>2025</w:t>
            </w:r>
          </w:p>
        </w:tc>
        <w:tc>
          <w:tcPr>
            <w:tcW w:w="660" w:type="dxa"/>
            <w:shd w:val="clear" w:color="auto" w:fill="FFFFFF"/>
          </w:tcPr>
          <w:p w:rsidR="00AE563F" w:rsidRPr="00120051" w:rsidRDefault="00AE563F" w:rsidP="006B6A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051">
              <w:rPr>
                <w:rFonts w:ascii="Times New Roman" w:hAnsi="Times New Roman"/>
              </w:rPr>
              <w:t>2026</w:t>
            </w:r>
          </w:p>
        </w:tc>
        <w:tc>
          <w:tcPr>
            <w:tcW w:w="660" w:type="dxa"/>
            <w:shd w:val="clear" w:color="auto" w:fill="FFFFFF"/>
          </w:tcPr>
          <w:p w:rsidR="00AE563F" w:rsidRPr="00120051" w:rsidRDefault="00AE563F" w:rsidP="00FD4D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051">
              <w:rPr>
                <w:rFonts w:ascii="Times New Roman" w:hAnsi="Times New Roman"/>
              </w:rPr>
              <w:t>2027</w:t>
            </w:r>
          </w:p>
        </w:tc>
        <w:tc>
          <w:tcPr>
            <w:tcW w:w="660" w:type="dxa"/>
            <w:shd w:val="clear" w:color="auto" w:fill="FFFFFF"/>
          </w:tcPr>
          <w:p w:rsidR="00AE563F" w:rsidRPr="00120051" w:rsidRDefault="00AE563F" w:rsidP="00FD4D93">
            <w:pPr>
              <w:jc w:val="center"/>
              <w:rPr>
                <w:rFonts w:ascii="Times New Roman" w:hAnsi="Times New Roman"/>
              </w:rPr>
            </w:pPr>
            <w:r w:rsidRPr="00120051">
              <w:rPr>
                <w:rFonts w:ascii="Times New Roman" w:hAnsi="Times New Roman"/>
              </w:rPr>
              <w:t>2028</w:t>
            </w:r>
          </w:p>
        </w:tc>
        <w:tc>
          <w:tcPr>
            <w:tcW w:w="660" w:type="dxa"/>
            <w:shd w:val="clear" w:color="auto" w:fill="FFFFFF"/>
          </w:tcPr>
          <w:p w:rsidR="00AE563F" w:rsidRPr="00120051" w:rsidRDefault="00AE563F" w:rsidP="00825CD9">
            <w:pPr>
              <w:jc w:val="center"/>
              <w:rPr>
                <w:rFonts w:ascii="Times New Roman" w:hAnsi="Times New Roman"/>
              </w:rPr>
            </w:pPr>
            <w:r w:rsidRPr="00120051">
              <w:rPr>
                <w:rFonts w:ascii="Times New Roman" w:hAnsi="Times New Roman"/>
              </w:rPr>
              <w:t>2029</w:t>
            </w:r>
          </w:p>
        </w:tc>
        <w:tc>
          <w:tcPr>
            <w:tcW w:w="660" w:type="dxa"/>
            <w:shd w:val="clear" w:color="auto" w:fill="FFFFFF"/>
          </w:tcPr>
          <w:p w:rsidR="00AE563F" w:rsidRPr="00120051" w:rsidRDefault="00AE563F" w:rsidP="00825CD9">
            <w:pPr>
              <w:jc w:val="center"/>
              <w:rPr>
                <w:rFonts w:ascii="Times New Roman" w:hAnsi="Times New Roman"/>
              </w:rPr>
            </w:pPr>
            <w:r w:rsidRPr="00120051">
              <w:rPr>
                <w:rFonts w:ascii="Times New Roman" w:hAnsi="Times New Roman"/>
              </w:rPr>
              <w:t>2030</w:t>
            </w:r>
          </w:p>
        </w:tc>
        <w:tc>
          <w:tcPr>
            <w:tcW w:w="1536" w:type="dxa"/>
            <w:shd w:val="clear" w:color="auto" w:fill="FFFFFF"/>
          </w:tcPr>
          <w:p w:rsidR="00AE563F" w:rsidRPr="00A71895" w:rsidRDefault="00AE563F" w:rsidP="006B6A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84" w:type="dxa"/>
            <w:vMerge/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563F" w:rsidRPr="00A71895" w:rsidTr="00117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FD4D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FD4D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825C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825C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6B6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E563F" w:rsidRPr="00A71895" w:rsidTr="00117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 xml:space="preserve"> (комплексная программа)  «Развитие  физической культуры и массового спорта на территории Гайского городского округа»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117C78" w:rsidRDefault="00AE563F" w:rsidP="006B6AA7">
            <w:pPr>
              <w:spacing w:after="0" w:line="240" w:lineRule="auto"/>
              <w:rPr>
                <w:rFonts w:ascii="Times New Roman" w:hAnsi="Times New Roman"/>
              </w:rPr>
            </w:pPr>
            <w:r w:rsidRPr="00117C78">
              <w:rPr>
                <w:rFonts w:ascii="Times New Roman" w:hAnsi="Times New Roman"/>
              </w:rPr>
              <w:t>492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117C78" w:rsidRDefault="00AE563F" w:rsidP="006B6AA7">
            <w:pPr>
              <w:spacing w:after="0" w:line="240" w:lineRule="auto"/>
              <w:rPr>
                <w:rFonts w:ascii="Times New Roman" w:hAnsi="Times New Roman"/>
              </w:rPr>
            </w:pPr>
            <w:r w:rsidRPr="00117C78">
              <w:rPr>
                <w:rFonts w:ascii="Times New Roman" w:hAnsi="Times New Roman"/>
              </w:rPr>
              <w:t>11 0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1D6A88" w:rsidRDefault="00AE563F" w:rsidP="006B6AA7">
            <w:pPr>
              <w:spacing w:after="0" w:line="240" w:lineRule="auto"/>
              <w:rPr>
                <w:rFonts w:ascii="Times New Roman" w:hAnsi="Times New Roman"/>
              </w:rPr>
            </w:pPr>
            <w:r w:rsidRPr="001D6A88">
              <w:rPr>
                <w:rFonts w:ascii="Times New Roman" w:hAnsi="Times New Roman"/>
              </w:rPr>
              <w:t>2500000000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5C28C7" w:rsidRDefault="00AE563F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C28C7">
              <w:rPr>
                <w:rFonts w:ascii="Times New Roman" w:hAnsi="Times New Roman"/>
              </w:rPr>
              <w:t>64032501,18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5C28C7" w:rsidRDefault="00AE563F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C28C7">
              <w:rPr>
                <w:rFonts w:ascii="Times New Roman" w:hAnsi="Times New Roman"/>
              </w:rPr>
              <w:t> 80716760,00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5C28C7" w:rsidRDefault="00AE563F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C28C7">
              <w:rPr>
                <w:rFonts w:ascii="Times New Roman" w:hAnsi="Times New Roman"/>
              </w:rPr>
              <w:t xml:space="preserve">85517200,00 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E563F" w:rsidRPr="005C28C7" w:rsidRDefault="00AE563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28C7">
              <w:rPr>
                <w:rFonts w:ascii="Times New Roman" w:hAnsi="Times New Roman"/>
              </w:rPr>
              <w:t>71464600,00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5C28C7" w:rsidRDefault="00AE563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28C7">
              <w:rPr>
                <w:rFonts w:ascii="Times New Roman" w:hAnsi="Times New Roman"/>
              </w:rPr>
              <w:t>63164600,00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5C28C7" w:rsidRDefault="00AE563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28C7">
              <w:rPr>
                <w:rFonts w:ascii="Times New Roman" w:hAnsi="Times New Roman"/>
              </w:rPr>
              <w:t>63164600,00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5C28C7" w:rsidRDefault="00AE563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28C7">
              <w:rPr>
                <w:rFonts w:ascii="Times New Roman" w:hAnsi="Times New Roman"/>
              </w:rPr>
              <w:t>63164600,00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5C28C7" w:rsidRDefault="00AE563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28C7">
              <w:rPr>
                <w:rFonts w:ascii="Times New Roman" w:hAnsi="Times New Roman"/>
              </w:rPr>
              <w:t>63164600,00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5C28C7" w:rsidRDefault="00AE563F" w:rsidP="006B6AA7">
            <w:pPr>
              <w:spacing w:after="0" w:line="240" w:lineRule="auto"/>
              <w:rPr>
                <w:rFonts w:ascii="Times New Roman" w:hAnsi="Times New Roman"/>
              </w:rPr>
            </w:pPr>
            <w:r w:rsidRPr="005C28C7">
              <w:rPr>
                <w:rFonts w:ascii="Times New Roman" w:hAnsi="Times New Roman"/>
              </w:rPr>
              <w:t>554 389 461,18</w:t>
            </w:r>
          </w:p>
          <w:p w:rsidR="00AE563F" w:rsidRPr="005C28C7" w:rsidRDefault="00AE563F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E563F" w:rsidRPr="00F8228D" w:rsidRDefault="00AE563F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E563F" w:rsidRPr="00A71895" w:rsidTr="00117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56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6F37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ответственный исполнитель Спорткомитет ГГО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117C78" w:rsidRDefault="00AE563F" w:rsidP="005F01A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117C78" w:rsidRDefault="00AE563F" w:rsidP="005F01A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5F01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3B3806" w:rsidRDefault="00AE563F" w:rsidP="005F01A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3B3806" w:rsidRDefault="00AE563F" w:rsidP="005F01A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3B3806" w:rsidRDefault="00AE563F" w:rsidP="005F01A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3B3806" w:rsidRDefault="00AE563F" w:rsidP="005F01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3B3806" w:rsidRDefault="00AE563F" w:rsidP="005F01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3B3806" w:rsidRDefault="00AE563F" w:rsidP="005F01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3B3806" w:rsidRDefault="00AE563F" w:rsidP="005F01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3B3806" w:rsidRDefault="00AE563F" w:rsidP="005F01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3B3806" w:rsidRDefault="00AE563F" w:rsidP="005F01A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3B3806" w:rsidRDefault="00AE563F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E563F" w:rsidRPr="00A71895" w:rsidTr="00117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5"/>
        </w:trPr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Региональный проект «</w:t>
            </w:r>
            <w:r>
              <w:rPr>
                <w:rFonts w:ascii="Times New Roman" w:hAnsi="Times New Roman"/>
                <w:sz w:val="24"/>
                <w:szCs w:val="24"/>
              </w:rPr>
              <w:t>Спорт – норма жизни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C01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C23060" w:rsidRDefault="00AE563F" w:rsidP="006B6A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060">
              <w:rPr>
                <w:rFonts w:ascii="Times New Roman" w:hAnsi="Times New Roman"/>
                <w:sz w:val="20"/>
                <w:szCs w:val="20"/>
              </w:rPr>
              <w:t>492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C23060" w:rsidRDefault="00AE563F" w:rsidP="006B6A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060">
              <w:rPr>
                <w:rFonts w:ascii="Times New Roman" w:hAnsi="Times New Roman"/>
                <w:sz w:val="20"/>
                <w:szCs w:val="20"/>
              </w:rPr>
              <w:t>11 03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Default="00AE563F" w:rsidP="006B6A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251Р5 00000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FD4D93" w:rsidRDefault="00AE563F" w:rsidP="006B6A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1 222 316,00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FD4D93" w:rsidRDefault="00AE563F" w:rsidP="006B5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825CD9" w:rsidRDefault="00AE563F" w:rsidP="006B5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825CD9" w:rsidRDefault="00AE563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825CD9" w:rsidRDefault="00AE563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825CD9" w:rsidRDefault="00AE563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825CD9" w:rsidRDefault="00AE563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825CD9" w:rsidRDefault="00AE563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825CD9" w:rsidRDefault="00AE563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1 222 316,00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FD4D93" w:rsidRDefault="00AE563F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E563F" w:rsidRPr="00A71895" w:rsidTr="00117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44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C013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ответственный исполнитель Спорткомитет ГГО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Default="00AE563F" w:rsidP="006B6A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FD4D93" w:rsidRDefault="00AE563F" w:rsidP="006B6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FD4D93" w:rsidRDefault="00AE563F" w:rsidP="006B6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825CD9" w:rsidRDefault="00AE563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825CD9" w:rsidRDefault="00AE563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825CD9" w:rsidRDefault="00AE563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825CD9" w:rsidRDefault="00AE563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825CD9" w:rsidRDefault="00AE563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825CD9" w:rsidRDefault="00AE563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825CD9" w:rsidRDefault="00AE563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FD4D93" w:rsidRDefault="00AE563F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E563F" w:rsidRPr="00A71895" w:rsidTr="00117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93"/>
        </w:trPr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"Организация и проведение  физкультурных мероприятий и массовых спортивных мероприятий, участие команд в соревнованиях различного уровня в соответствии с календарным планом"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всего, в том числе (при необходимости):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1D6A88" w:rsidRDefault="00AE563F" w:rsidP="006B6AA7">
            <w:pPr>
              <w:spacing w:after="0" w:line="240" w:lineRule="auto"/>
              <w:rPr>
                <w:rFonts w:ascii="Times New Roman" w:hAnsi="Times New Roman"/>
              </w:rPr>
            </w:pPr>
            <w:r w:rsidRPr="001D6A88">
              <w:rPr>
                <w:rFonts w:ascii="Times New Roman" w:hAnsi="Times New Roman"/>
              </w:rPr>
              <w:t>492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1D6A88" w:rsidRDefault="00AE563F" w:rsidP="006B6AA7">
            <w:pPr>
              <w:spacing w:after="0" w:line="240" w:lineRule="auto"/>
              <w:rPr>
                <w:rFonts w:ascii="Times New Roman" w:hAnsi="Times New Roman"/>
              </w:rPr>
            </w:pPr>
            <w:r w:rsidRPr="001D6A88">
              <w:rPr>
                <w:rFonts w:ascii="Times New Roman" w:hAnsi="Times New Roman"/>
              </w:rPr>
              <w:t>11 01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25401 00000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F8228D" w:rsidRDefault="00AE563F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991 347,03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6B6AA7">
            <w:pPr>
              <w:spacing w:after="0" w:line="240" w:lineRule="auto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 1 385 </w:t>
            </w:r>
          </w:p>
          <w:p w:rsidR="00AE563F" w:rsidRPr="00204DFD" w:rsidRDefault="00AE563F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</w:rPr>
              <w:t>000,00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C0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C0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C0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C0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C0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0,00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2 376 347,03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E563F" w:rsidRPr="00A71895" w:rsidTr="00117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68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6B6A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C0130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ответственный исполнитель муниципальной программы (комплексной программы)  Спорткомитет ГГО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6B6AA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6B6AA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6B6AA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FD4D93" w:rsidRDefault="00AE563F" w:rsidP="006B6AA7">
            <w:pPr>
              <w:rPr>
                <w:rFonts w:ascii="Times New Roman" w:hAnsi="Times New Roman"/>
                <w:b/>
              </w:rPr>
            </w:pPr>
            <w:r w:rsidRPr="00FD4D93">
              <w:rPr>
                <w:rFonts w:ascii="Times New Roman" w:hAnsi="Times New Roman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6B6AA7">
            <w:pPr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6B6AA7">
            <w:pPr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6B6AA7">
            <w:pPr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6B6A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6B6A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6B6A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6B6A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6B6A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E563F" w:rsidRPr="00A71895" w:rsidTr="00117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BE25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A7189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BE2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 "Обеспечение условий для доступа к объектам спорта на территории муниципального образования Гайский городской округ»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BE25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всего, в том числе (при необходимости):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9D4E97" w:rsidRDefault="00AE563F" w:rsidP="00BE252C">
            <w:pPr>
              <w:spacing w:after="0" w:line="240" w:lineRule="auto"/>
              <w:rPr>
                <w:rFonts w:ascii="Times New Roman" w:hAnsi="Times New Roman"/>
              </w:rPr>
            </w:pPr>
            <w:r w:rsidRPr="009D4E97">
              <w:rPr>
                <w:rFonts w:ascii="Times New Roman" w:hAnsi="Times New Roman"/>
              </w:rPr>
              <w:t>492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9D4E97" w:rsidRDefault="00AE563F" w:rsidP="00BE252C">
            <w:pPr>
              <w:spacing w:after="0" w:line="240" w:lineRule="auto"/>
              <w:rPr>
                <w:rFonts w:ascii="Times New Roman" w:hAnsi="Times New Roman"/>
              </w:rPr>
            </w:pPr>
            <w:r w:rsidRPr="009D4E97">
              <w:rPr>
                <w:rFonts w:ascii="Times New Roman" w:hAnsi="Times New Roman"/>
              </w:rPr>
              <w:t>11 02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9D4E97" w:rsidRDefault="00AE563F" w:rsidP="00F436FE">
            <w:pPr>
              <w:spacing w:after="0" w:line="240" w:lineRule="auto"/>
              <w:rPr>
                <w:rFonts w:ascii="Times New Roman" w:hAnsi="Times New Roman"/>
              </w:rPr>
            </w:pPr>
            <w:r w:rsidRPr="009D4E97">
              <w:rPr>
                <w:rFonts w:ascii="Times New Roman" w:hAnsi="Times New Roman"/>
              </w:rPr>
              <w:t>25408 00000 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9D4E97" w:rsidRDefault="00AE563F" w:rsidP="00F436FE">
            <w:pPr>
              <w:spacing w:after="0" w:line="240" w:lineRule="auto"/>
              <w:rPr>
                <w:rFonts w:ascii="Times New Roman" w:hAnsi="Times New Roman"/>
              </w:rPr>
            </w:pPr>
            <w:r w:rsidRPr="009D4E97">
              <w:rPr>
                <w:rFonts w:ascii="Times New Roman" w:hAnsi="Times New Roman"/>
              </w:rPr>
              <w:t>37 551 800,00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F436FE">
            <w:pPr>
              <w:spacing w:after="0" w:line="240" w:lineRule="auto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47 288 960,00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BE252C">
            <w:pPr>
              <w:spacing w:after="0" w:line="240" w:lineRule="auto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58263100,00 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44211100,00 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564703">
            <w:pPr>
              <w:spacing w:after="0" w:line="240" w:lineRule="auto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35910500,00 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5647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35910500,00 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564703">
            <w:pPr>
              <w:spacing w:after="0" w:line="240" w:lineRule="auto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35910500,00 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5647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35910500,00 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BE252C">
            <w:pPr>
              <w:spacing w:after="0" w:line="240" w:lineRule="auto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330 956 360,00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BE25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E563F" w:rsidRPr="00A71895" w:rsidTr="00117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2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BE25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BE25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6560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ответственный исполнитель муниципальной программы (комплексной программы) Спорткомитет ГГО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12567" w:rsidRDefault="00AE563F" w:rsidP="00BE25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12567" w:rsidRDefault="00AE563F" w:rsidP="00BE25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12567" w:rsidRDefault="00AE563F" w:rsidP="00BE25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25408 00000</w:t>
            </w:r>
            <w:r w:rsidRPr="00212567">
              <w:rPr>
                <w:rFonts w:ascii="Times New Roman" w:hAnsi="Times New Roman"/>
              </w:rPr>
              <w:t> </w:t>
            </w:r>
          </w:p>
          <w:p w:rsidR="00AE563F" w:rsidRPr="00212567" w:rsidRDefault="00AE563F" w:rsidP="00BE25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  <w:p w:rsidR="00AE563F" w:rsidRPr="00212567" w:rsidRDefault="00AE563F" w:rsidP="00BE252C">
            <w:pPr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12567" w:rsidRDefault="00AE563F" w:rsidP="0056470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37 551 800,00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56470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</w:rPr>
              <w:t>38 867 900,00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564703">
            <w:pPr>
              <w:spacing w:after="0" w:line="240" w:lineRule="auto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35910500,00 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5647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35910500,00 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564703">
            <w:pPr>
              <w:spacing w:after="0" w:line="240" w:lineRule="auto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35910500,00 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5647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35910500,00 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564703">
            <w:pPr>
              <w:spacing w:after="0" w:line="240" w:lineRule="auto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35910500,00 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5647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35910500,00 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BE252C">
            <w:pPr>
              <w:spacing w:after="0" w:line="240" w:lineRule="auto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291 882 700,00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BE25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E563F" w:rsidRPr="00A71895" w:rsidTr="00117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BE25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BE25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6560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12567" w:rsidRDefault="00AE563F" w:rsidP="005647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12567" w:rsidRDefault="00AE563F" w:rsidP="005647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12567" w:rsidRDefault="00AE563F" w:rsidP="00BE252C">
            <w:pPr>
              <w:rPr>
                <w:rFonts w:ascii="Times New Roman" w:hAnsi="Times New Roman"/>
              </w:rPr>
            </w:pPr>
            <w:r w:rsidRPr="00A54DC3">
              <w:rPr>
                <w:rFonts w:ascii="Times New Roman" w:hAnsi="Times New Roman"/>
                <w:color w:val="FF0000"/>
              </w:rPr>
              <w:t>25408</w:t>
            </w:r>
            <w:r>
              <w:rPr>
                <w:rFonts w:ascii="Times New Roman" w:hAnsi="Times New Roman"/>
              </w:rPr>
              <w:t xml:space="preserve"> 000000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Default="00AE563F" w:rsidP="00117506">
            <w:pPr>
              <w:spacing w:after="0" w:line="240" w:lineRule="auto"/>
              <w:rPr>
                <w:rFonts w:ascii="Times New Roman" w:hAnsi="Times New Roman"/>
              </w:rPr>
            </w:pPr>
            <w:r w:rsidRPr="00212567">
              <w:rPr>
                <w:rFonts w:ascii="Times New Roman" w:hAnsi="Times New Roman"/>
              </w:rPr>
              <w:t>  </w:t>
            </w:r>
          </w:p>
          <w:p w:rsidR="00AE563F" w:rsidRPr="00212567" w:rsidRDefault="00AE563F" w:rsidP="0011750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0,00</w:t>
            </w:r>
          </w:p>
          <w:p w:rsidR="00AE563F" w:rsidRPr="00212567" w:rsidRDefault="00AE563F" w:rsidP="00BE252C">
            <w:pPr>
              <w:rPr>
                <w:rFonts w:ascii="Times New Roman" w:hAnsi="Times New Roman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BE252C">
            <w:pPr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8421 060,00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56470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</w:rPr>
              <w:t> 22352 600,00</w:t>
            </w:r>
          </w:p>
          <w:p w:rsidR="00AE563F" w:rsidRPr="00204DFD" w:rsidRDefault="00AE563F" w:rsidP="00564703">
            <w:pPr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56470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</w:rPr>
              <w:t> 8300 600,00</w:t>
            </w:r>
          </w:p>
          <w:p w:rsidR="00AE563F" w:rsidRPr="00204DFD" w:rsidRDefault="00AE563F" w:rsidP="00564703">
            <w:pPr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56470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</w:rPr>
              <w:t> </w:t>
            </w:r>
          </w:p>
          <w:p w:rsidR="00AE563F" w:rsidRPr="00204DFD" w:rsidRDefault="00AE563F" w:rsidP="0056470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</w:rPr>
              <w:t> 0,00</w:t>
            </w:r>
          </w:p>
          <w:p w:rsidR="00AE563F" w:rsidRPr="00204DFD" w:rsidRDefault="00AE563F" w:rsidP="00564703">
            <w:pPr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56470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</w:rPr>
              <w:t> </w:t>
            </w:r>
          </w:p>
          <w:p w:rsidR="00AE563F" w:rsidRPr="00204DFD" w:rsidRDefault="00AE563F" w:rsidP="0056470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</w:rPr>
              <w:t> 0,00</w:t>
            </w:r>
          </w:p>
          <w:p w:rsidR="00AE563F" w:rsidRPr="00204DFD" w:rsidRDefault="00AE563F" w:rsidP="00564703">
            <w:pPr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56470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</w:rPr>
              <w:t> </w:t>
            </w:r>
          </w:p>
          <w:p w:rsidR="00AE563F" w:rsidRPr="00204DFD" w:rsidRDefault="00AE563F" w:rsidP="0056470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</w:rPr>
              <w:t> 0,00</w:t>
            </w:r>
          </w:p>
          <w:p w:rsidR="00AE563F" w:rsidRPr="00204DFD" w:rsidRDefault="00AE563F" w:rsidP="00564703">
            <w:pPr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56470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</w:rPr>
              <w:t> </w:t>
            </w:r>
          </w:p>
          <w:p w:rsidR="00AE563F" w:rsidRPr="00204DFD" w:rsidRDefault="00AE563F" w:rsidP="0056470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</w:rPr>
              <w:t> 0,00</w:t>
            </w:r>
          </w:p>
          <w:p w:rsidR="00AE563F" w:rsidRPr="00204DFD" w:rsidRDefault="00AE563F" w:rsidP="00564703">
            <w:pPr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BE25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</w:rPr>
              <w:t>39 073 660,00</w:t>
            </w: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BE25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E563F" w:rsidRPr="00A71895" w:rsidTr="00117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0445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A7189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0445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"Обеспечение условий для развития физической культуры и спорта в учреждениях спортивной подготовки"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146620" w:rsidRDefault="00AE563F" w:rsidP="001466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6620">
              <w:rPr>
                <w:rFonts w:ascii="Times New Roman" w:hAnsi="Times New Roman"/>
                <w:sz w:val="20"/>
                <w:szCs w:val="20"/>
              </w:rPr>
              <w:t>всего, в том числе (при необходимости):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1209A9" w:rsidRDefault="00AE563F" w:rsidP="00146620">
            <w:pPr>
              <w:spacing w:after="0" w:line="240" w:lineRule="auto"/>
              <w:rPr>
                <w:rFonts w:ascii="Times New Roman" w:hAnsi="Times New Roman"/>
              </w:rPr>
            </w:pPr>
            <w:r w:rsidRPr="001209A9">
              <w:rPr>
                <w:rFonts w:ascii="Times New Roman" w:hAnsi="Times New Roman"/>
              </w:rPr>
              <w:t>492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1209A9" w:rsidRDefault="00AE563F" w:rsidP="001466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9A9">
              <w:rPr>
                <w:rFonts w:ascii="Times New Roman" w:hAnsi="Times New Roman"/>
              </w:rPr>
              <w:t>11 03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146620" w:rsidRDefault="00AE563F" w:rsidP="001466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25406 00000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3B3806" w:rsidRDefault="00AE563F" w:rsidP="001466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19 016</w:t>
            </w:r>
            <w:r w:rsidRPr="003B3806">
              <w:rPr>
                <w:rFonts w:ascii="Times New Roman" w:hAnsi="Times New Roman"/>
              </w:rPr>
              <w:t>400,00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1466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26 828 400,00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A906D3">
            <w:pPr>
              <w:spacing w:after="0" w:line="240" w:lineRule="auto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22 291 600,00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22 291 600,00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564703">
            <w:pPr>
              <w:spacing w:after="0" w:line="240" w:lineRule="auto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22 291 600,00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5647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22 291 600,00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564703">
            <w:pPr>
              <w:spacing w:after="0" w:line="240" w:lineRule="auto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22 291 600,00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5647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22 291 600,00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1466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179 594 400,00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04459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E563F" w:rsidRPr="00A71895" w:rsidTr="00117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09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04459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04459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Default="00AE563F" w:rsidP="006560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ответственный исполнитель муниципальной программы (комплексной программы) Спорткомитет ГГО</w:t>
            </w:r>
          </w:p>
          <w:p w:rsidR="00AE563F" w:rsidRPr="00A71895" w:rsidRDefault="00AE563F" w:rsidP="006560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04459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04459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04459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AE563F" w:rsidRPr="00A71895" w:rsidRDefault="00AE563F" w:rsidP="0004459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AE563F" w:rsidRPr="00A71895" w:rsidRDefault="00AE563F" w:rsidP="0004459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FD4D93" w:rsidRDefault="00AE563F" w:rsidP="0004459C">
            <w:pPr>
              <w:rPr>
                <w:rFonts w:ascii="Times New Roman" w:hAnsi="Times New Roman"/>
                <w:b/>
              </w:rPr>
            </w:pPr>
            <w:r w:rsidRPr="00FD4D93">
              <w:rPr>
                <w:rFonts w:ascii="Times New Roman" w:hAnsi="Times New Roman"/>
              </w:rPr>
              <w:t> </w:t>
            </w:r>
          </w:p>
          <w:p w:rsidR="00AE563F" w:rsidRPr="00FD4D93" w:rsidRDefault="00AE563F" w:rsidP="0004459C">
            <w:pPr>
              <w:rPr>
                <w:rFonts w:ascii="Times New Roman" w:hAnsi="Times New Roman"/>
                <w:b/>
              </w:rPr>
            </w:pPr>
            <w:r w:rsidRPr="00FD4D93">
              <w:rPr>
                <w:rFonts w:ascii="Times New Roman" w:hAnsi="Times New Roman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04459C">
            <w:pPr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</w:rPr>
              <w:t> </w:t>
            </w:r>
          </w:p>
          <w:p w:rsidR="00AE563F" w:rsidRPr="00204DFD" w:rsidRDefault="00AE563F" w:rsidP="0004459C">
            <w:pPr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04459C">
            <w:pPr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</w:rPr>
              <w:t> </w:t>
            </w:r>
          </w:p>
          <w:p w:rsidR="00AE563F" w:rsidRPr="00204DFD" w:rsidRDefault="00AE563F" w:rsidP="0004459C">
            <w:pPr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04459C">
            <w:pPr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</w:rPr>
              <w:t> </w:t>
            </w:r>
          </w:p>
          <w:p w:rsidR="00AE563F" w:rsidRPr="00204DFD" w:rsidRDefault="00AE563F" w:rsidP="0004459C">
            <w:pPr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04459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04459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04459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04459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04459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04459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E563F" w:rsidRPr="00A71895" w:rsidTr="00117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F47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A7189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"Обеспечение выполнения муниципальной политики, обеспечивающей развитие системы физической культуры и массового спорта в городском округе"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всего, в том числе (при необходимости):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650B" w:rsidRDefault="00AE563F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A7650B">
              <w:rPr>
                <w:rFonts w:ascii="Times New Roman" w:hAnsi="Times New Roman"/>
              </w:rPr>
              <w:t>492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650B" w:rsidRDefault="00AE563F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A7650B">
              <w:rPr>
                <w:rFonts w:ascii="Times New Roman" w:hAnsi="Times New Roman"/>
              </w:rPr>
              <w:t>11 05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650B" w:rsidRDefault="00AE563F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A7650B">
              <w:rPr>
                <w:rFonts w:ascii="Times New Roman" w:hAnsi="Times New Roman"/>
              </w:rPr>
              <w:t xml:space="preserve">25409 </w:t>
            </w:r>
            <w:r>
              <w:rPr>
                <w:rFonts w:ascii="Times New Roman" w:hAnsi="Times New Roman"/>
              </w:rPr>
              <w:t>00000</w:t>
            </w:r>
            <w:r w:rsidRPr="00A7650B">
              <w:rPr>
                <w:rFonts w:ascii="Times New Roman" w:hAnsi="Times New Roman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650B" w:rsidRDefault="00AE563F" w:rsidP="00F470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1 400 985</w:t>
            </w:r>
            <w:r w:rsidRPr="00A7650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1 370 000,00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1 302 500,00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1 302 500,00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564703">
            <w:pPr>
              <w:spacing w:after="0" w:line="240" w:lineRule="auto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1 302 500,00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5647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1 302 500,00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564703">
            <w:pPr>
              <w:spacing w:after="0" w:line="240" w:lineRule="auto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1 302 500,00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5647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1 302 500,00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10 585 985,15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F470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E563F" w:rsidRPr="00A71895" w:rsidTr="00117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58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6560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ответственный исполнитель муниципальной программы (комплексной программы) Спорткомитет ГГО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E563F" w:rsidRPr="00A71895" w:rsidRDefault="00AE563F" w:rsidP="00F470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E563F" w:rsidRPr="00A71895" w:rsidRDefault="00AE563F" w:rsidP="00F470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E563F" w:rsidRPr="00A71895" w:rsidRDefault="00AE563F" w:rsidP="00F470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E563F" w:rsidRPr="00A71895" w:rsidRDefault="00AE563F" w:rsidP="00F470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E563F" w:rsidRPr="00204DFD" w:rsidRDefault="00AE563F" w:rsidP="00F470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E563F" w:rsidRPr="00204DFD" w:rsidRDefault="00AE563F" w:rsidP="00F470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E563F" w:rsidRPr="00204DFD" w:rsidRDefault="00AE563F" w:rsidP="00F470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E563F" w:rsidRPr="00204DFD" w:rsidRDefault="00AE563F" w:rsidP="00F470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E563F" w:rsidRPr="00204DFD" w:rsidRDefault="00AE563F" w:rsidP="00F470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E563F" w:rsidRPr="00204DFD" w:rsidRDefault="00AE563F" w:rsidP="00F470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563F" w:rsidRPr="00A71895" w:rsidTr="00117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F47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A7189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"Ведение бухгалтерского учёта и составление отчётности учредителя и подведомственных учреждений физической культуры"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всего, в том числе (при необходимости):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C85670" w:rsidRDefault="00AE563F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C85670">
              <w:rPr>
                <w:rFonts w:ascii="Times New Roman" w:hAnsi="Times New Roman"/>
              </w:rPr>
              <w:t>492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C85670" w:rsidRDefault="00AE563F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C85670">
              <w:rPr>
                <w:rFonts w:ascii="Times New Roman" w:hAnsi="Times New Roman"/>
              </w:rPr>
              <w:t>11 05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666B98" w:rsidRDefault="00AE563F" w:rsidP="00FF65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6B98">
              <w:rPr>
                <w:rFonts w:ascii="Times New Roman" w:hAnsi="Times New Roman"/>
              </w:rPr>
              <w:t xml:space="preserve">25410 </w:t>
            </w:r>
            <w:r>
              <w:rPr>
                <w:rFonts w:ascii="Times New Roman" w:hAnsi="Times New Roman"/>
              </w:rPr>
              <w:t>00000</w:t>
            </w:r>
            <w:r w:rsidRPr="00666B98">
              <w:rPr>
                <w:rFonts w:ascii="Times New Roman" w:hAnsi="Times New Roman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666B98" w:rsidRDefault="00AE563F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666B98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 849 653</w:t>
            </w:r>
            <w:r w:rsidRPr="00666B98">
              <w:rPr>
                <w:rFonts w:ascii="Times New Roman" w:hAnsi="Times New Roman"/>
              </w:rPr>
              <w:t>,00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3 844 400,00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3 660 000,00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3 660 000,00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564703">
            <w:pPr>
              <w:spacing w:after="0" w:line="240" w:lineRule="auto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3 660 000,00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5647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3 660 000,00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564703">
            <w:pPr>
              <w:spacing w:after="0" w:line="240" w:lineRule="auto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3 660 000,00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5647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3 660 000,00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29 654 053,00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E563F" w:rsidRPr="00A71895" w:rsidTr="00117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60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6560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ответственный исполнитель муниципальной программы (комплексной программы) Спорткомитет ГГО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666B98" w:rsidRDefault="00AE563F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666B98" w:rsidRDefault="00AE563F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666B98" w:rsidRDefault="00AE563F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6B98">
              <w:rPr>
                <w:rFonts w:ascii="Times New Roman" w:hAnsi="Times New Roman"/>
              </w:rPr>
              <w:t> </w:t>
            </w:r>
          </w:p>
          <w:p w:rsidR="00AE563F" w:rsidRPr="00666B98" w:rsidRDefault="00AE563F" w:rsidP="00F470E5">
            <w:pPr>
              <w:rPr>
                <w:rFonts w:ascii="Times New Roman" w:hAnsi="Times New Roman"/>
                <w:b/>
              </w:rPr>
            </w:pPr>
            <w:r w:rsidRPr="00666B98">
              <w:rPr>
                <w:rFonts w:ascii="Times New Roman" w:hAnsi="Times New Roman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666B98" w:rsidRDefault="00AE563F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6B98">
              <w:rPr>
                <w:rFonts w:ascii="Times New Roman" w:hAnsi="Times New Roman"/>
              </w:rPr>
              <w:t> </w:t>
            </w:r>
          </w:p>
          <w:p w:rsidR="00AE563F" w:rsidRPr="00666B98" w:rsidRDefault="00AE563F" w:rsidP="00F470E5">
            <w:pPr>
              <w:rPr>
                <w:rFonts w:ascii="Times New Roman" w:hAnsi="Times New Roman"/>
                <w:b/>
              </w:rPr>
            </w:pPr>
            <w:r w:rsidRPr="00666B98">
              <w:rPr>
                <w:rFonts w:ascii="Times New Roman" w:hAnsi="Times New Roman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666B98" w:rsidRDefault="00AE563F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6B98">
              <w:rPr>
                <w:rFonts w:ascii="Times New Roman" w:hAnsi="Times New Roman"/>
              </w:rPr>
              <w:t> </w:t>
            </w:r>
          </w:p>
          <w:p w:rsidR="00AE563F" w:rsidRPr="00666B98" w:rsidRDefault="00AE563F" w:rsidP="00F470E5">
            <w:pPr>
              <w:rPr>
                <w:rFonts w:ascii="Times New Roman" w:hAnsi="Times New Roman"/>
                <w:b/>
              </w:rPr>
            </w:pPr>
            <w:r w:rsidRPr="00666B98">
              <w:rPr>
                <w:rFonts w:ascii="Times New Roman" w:hAnsi="Times New Roman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666B98" w:rsidRDefault="00AE563F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6B98">
              <w:rPr>
                <w:rFonts w:ascii="Times New Roman" w:hAnsi="Times New Roman"/>
              </w:rPr>
              <w:t> </w:t>
            </w:r>
          </w:p>
          <w:p w:rsidR="00AE563F" w:rsidRPr="00666B98" w:rsidRDefault="00AE563F" w:rsidP="00F470E5">
            <w:pPr>
              <w:rPr>
                <w:rFonts w:ascii="Times New Roman" w:hAnsi="Times New Roman"/>
                <w:b/>
              </w:rPr>
            </w:pPr>
            <w:r w:rsidRPr="00666B98">
              <w:rPr>
                <w:rFonts w:ascii="Times New Roman" w:hAnsi="Times New Roman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666B98" w:rsidRDefault="00AE563F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6B98">
              <w:rPr>
                <w:rFonts w:ascii="Times New Roman" w:hAnsi="Times New Roman"/>
              </w:rPr>
              <w:t> </w:t>
            </w:r>
          </w:p>
          <w:p w:rsidR="00AE563F" w:rsidRPr="00666B98" w:rsidRDefault="00AE563F" w:rsidP="00F470E5">
            <w:pPr>
              <w:rPr>
                <w:rFonts w:ascii="Times New Roman" w:hAnsi="Times New Roman"/>
                <w:b/>
              </w:rPr>
            </w:pPr>
            <w:r w:rsidRPr="00666B98">
              <w:rPr>
                <w:rFonts w:ascii="Times New Roman" w:hAnsi="Times New Roman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666B98" w:rsidRDefault="00AE563F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666B98" w:rsidRDefault="00AE563F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666B98" w:rsidRDefault="00AE563F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666B98" w:rsidRDefault="00AE563F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666B98" w:rsidRDefault="00AE563F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666B98" w:rsidRDefault="00AE563F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AE563F" w:rsidRDefault="00AE563F"/>
    <w:p w:rsidR="00AE563F" w:rsidRDefault="00AE563F" w:rsidP="00F64A40">
      <w:pPr>
        <w:contextualSpacing/>
        <w:jc w:val="right"/>
        <w:rPr>
          <w:rFonts w:ascii="Times New Roman" w:hAnsi="Times New Roman"/>
        </w:rPr>
      </w:pPr>
    </w:p>
    <w:p w:rsidR="00AE563F" w:rsidRDefault="00AE563F" w:rsidP="00F64A40">
      <w:pPr>
        <w:contextualSpacing/>
        <w:jc w:val="right"/>
        <w:rPr>
          <w:rFonts w:ascii="Times New Roman" w:hAnsi="Times New Roman"/>
        </w:rPr>
      </w:pPr>
    </w:p>
    <w:p w:rsidR="00AE563F" w:rsidRDefault="00AE563F" w:rsidP="00F64A40">
      <w:pPr>
        <w:contextualSpacing/>
        <w:jc w:val="right"/>
        <w:rPr>
          <w:rFonts w:ascii="Times New Roman" w:hAnsi="Times New Roman"/>
        </w:rPr>
      </w:pPr>
    </w:p>
    <w:p w:rsidR="00AE563F" w:rsidRDefault="00AE563F" w:rsidP="00F64A40">
      <w:pPr>
        <w:contextualSpacing/>
        <w:jc w:val="right"/>
        <w:rPr>
          <w:rFonts w:ascii="Times New Roman" w:hAnsi="Times New Roman"/>
        </w:rPr>
      </w:pPr>
    </w:p>
    <w:p w:rsidR="00AE563F" w:rsidRDefault="00AE563F" w:rsidP="00F64A40">
      <w:pPr>
        <w:contextualSpacing/>
        <w:jc w:val="right"/>
        <w:rPr>
          <w:rFonts w:ascii="Times New Roman" w:hAnsi="Times New Roman"/>
        </w:rPr>
      </w:pPr>
    </w:p>
    <w:p w:rsidR="00AE563F" w:rsidRDefault="00AE563F" w:rsidP="00F64A40">
      <w:pPr>
        <w:contextualSpacing/>
        <w:jc w:val="right"/>
        <w:rPr>
          <w:rFonts w:ascii="Times New Roman" w:hAnsi="Times New Roman"/>
        </w:rPr>
      </w:pPr>
    </w:p>
    <w:p w:rsidR="00AE563F" w:rsidRDefault="00AE563F" w:rsidP="00F64A40">
      <w:pPr>
        <w:contextualSpacing/>
        <w:jc w:val="right"/>
        <w:rPr>
          <w:rFonts w:ascii="Times New Roman" w:hAnsi="Times New Roman"/>
        </w:rPr>
      </w:pPr>
    </w:p>
    <w:p w:rsidR="00AE563F" w:rsidRDefault="00AE563F" w:rsidP="00F64A40">
      <w:pPr>
        <w:contextualSpacing/>
        <w:jc w:val="right"/>
        <w:rPr>
          <w:rFonts w:ascii="Times New Roman" w:hAnsi="Times New Roman"/>
        </w:rPr>
      </w:pPr>
    </w:p>
    <w:p w:rsidR="00AE563F" w:rsidRDefault="00AE563F" w:rsidP="00F64A40">
      <w:pPr>
        <w:contextualSpacing/>
        <w:jc w:val="right"/>
        <w:rPr>
          <w:rFonts w:ascii="Times New Roman" w:hAnsi="Times New Roman"/>
        </w:rPr>
      </w:pPr>
    </w:p>
    <w:p w:rsidR="00AE563F" w:rsidRDefault="00AE563F" w:rsidP="00F64A40">
      <w:pPr>
        <w:contextualSpacing/>
        <w:jc w:val="right"/>
        <w:rPr>
          <w:rFonts w:ascii="Times New Roman" w:hAnsi="Times New Roman"/>
        </w:rPr>
      </w:pPr>
    </w:p>
    <w:p w:rsidR="00AE563F" w:rsidRDefault="00AE563F" w:rsidP="00F64A40">
      <w:pPr>
        <w:contextualSpacing/>
        <w:jc w:val="right"/>
        <w:rPr>
          <w:rFonts w:ascii="Times New Roman" w:hAnsi="Times New Roman"/>
        </w:rPr>
      </w:pPr>
    </w:p>
    <w:p w:rsidR="00AE563F" w:rsidRDefault="00AE563F" w:rsidP="00F64A40">
      <w:pPr>
        <w:contextualSpacing/>
        <w:jc w:val="right"/>
        <w:rPr>
          <w:rFonts w:ascii="Times New Roman" w:hAnsi="Times New Roman"/>
        </w:rPr>
      </w:pPr>
    </w:p>
    <w:p w:rsidR="00AE563F" w:rsidRDefault="00AE563F" w:rsidP="00F64A40">
      <w:pPr>
        <w:contextualSpacing/>
        <w:jc w:val="right"/>
        <w:rPr>
          <w:rFonts w:ascii="Times New Roman" w:hAnsi="Times New Roman"/>
        </w:rPr>
      </w:pPr>
    </w:p>
    <w:p w:rsidR="00AE563F" w:rsidRDefault="00AE563F" w:rsidP="00F64A40">
      <w:pPr>
        <w:contextualSpacing/>
        <w:jc w:val="right"/>
        <w:rPr>
          <w:rFonts w:ascii="Times New Roman" w:hAnsi="Times New Roman"/>
        </w:rPr>
      </w:pPr>
    </w:p>
    <w:p w:rsidR="00AE563F" w:rsidRDefault="00AE563F" w:rsidP="00F64A40">
      <w:pPr>
        <w:contextualSpacing/>
        <w:jc w:val="right"/>
        <w:rPr>
          <w:rFonts w:ascii="Times New Roman" w:hAnsi="Times New Roman"/>
        </w:rPr>
      </w:pPr>
    </w:p>
    <w:p w:rsidR="00AE563F" w:rsidRDefault="00AE563F" w:rsidP="00F64A40">
      <w:pPr>
        <w:contextualSpacing/>
        <w:jc w:val="right"/>
        <w:rPr>
          <w:rFonts w:ascii="Times New Roman" w:hAnsi="Times New Roman"/>
        </w:rPr>
      </w:pPr>
    </w:p>
    <w:p w:rsidR="00AE563F" w:rsidRDefault="00AE563F" w:rsidP="00F64A40">
      <w:pPr>
        <w:contextualSpacing/>
        <w:jc w:val="right"/>
        <w:rPr>
          <w:rFonts w:ascii="Times New Roman" w:hAnsi="Times New Roman"/>
        </w:rPr>
      </w:pPr>
    </w:p>
    <w:p w:rsidR="00AE563F" w:rsidRPr="001B4F7C" w:rsidRDefault="00AE563F" w:rsidP="006C02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5</w:t>
      </w:r>
    </w:p>
    <w:p w:rsidR="00AE563F" w:rsidRPr="00204DFD" w:rsidRDefault="00AE563F" w:rsidP="006C02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4DFD">
        <w:rPr>
          <w:rFonts w:ascii="Times New Roman" w:hAnsi="Times New Roman"/>
          <w:sz w:val="24"/>
          <w:szCs w:val="24"/>
        </w:rPr>
        <w:t>к протоколу № 5 от 28.10.2024</w:t>
      </w:r>
    </w:p>
    <w:p w:rsidR="00AE563F" w:rsidRPr="001B4F7C" w:rsidRDefault="00AE563F" w:rsidP="006C02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B4F7C">
        <w:rPr>
          <w:rFonts w:ascii="Times New Roman" w:hAnsi="Times New Roman"/>
          <w:sz w:val="24"/>
          <w:szCs w:val="24"/>
        </w:rPr>
        <w:t xml:space="preserve">заседания управляющего совета </w:t>
      </w:r>
    </w:p>
    <w:p w:rsidR="00AE563F" w:rsidRPr="001B4F7C" w:rsidRDefault="00AE563F" w:rsidP="006C02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B4F7C">
        <w:rPr>
          <w:rFonts w:ascii="Times New Roman" w:hAnsi="Times New Roman"/>
          <w:color w:val="000000"/>
          <w:sz w:val="24"/>
          <w:szCs w:val="24"/>
        </w:rPr>
        <w:t>муниципальной программ</w:t>
      </w:r>
      <w:r>
        <w:rPr>
          <w:rFonts w:ascii="Times New Roman" w:hAnsi="Times New Roman"/>
          <w:color w:val="000000"/>
          <w:sz w:val="24"/>
          <w:szCs w:val="24"/>
        </w:rPr>
        <w:t>ы</w:t>
      </w:r>
    </w:p>
    <w:p w:rsidR="00AE563F" w:rsidRDefault="00AE563F" w:rsidP="006C02F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 xml:space="preserve"> «Развитие физической культуры и</w:t>
      </w:r>
    </w:p>
    <w:p w:rsidR="00AE563F" w:rsidRDefault="00AE563F" w:rsidP="00285444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 xml:space="preserve"> массового спорта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9197D">
        <w:rPr>
          <w:rFonts w:ascii="Times New Roman" w:hAnsi="Times New Roman"/>
          <w:color w:val="000000"/>
          <w:sz w:val="24"/>
          <w:szCs w:val="24"/>
        </w:rPr>
        <w:t>на территории</w:t>
      </w:r>
    </w:p>
    <w:p w:rsidR="00AE563F" w:rsidRPr="0059197D" w:rsidRDefault="00AE563F" w:rsidP="00285444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 xml:space="preserve"> Гайского городского округа»</w:t>
      </w:r>
    </w:p>
    <w:p w:rsidR="00AE563F" w:rsidRDefault="00AE563F" w:rsidP="00F64A40">
      <w:pPr>
        <w:jc w:val="center"/>
        <w:rPr>
          <w:rFonts w:ascii="Times New Roman" w:hAnsi="Times New Roman"/>
          <w:sz w:val="28"/>
          <w:szCs w:val="28"/>
        </w:rPr>
      </w:pPr>
    </w:p>
    <w:p w:rsidR="00AE563F" w:rsidRPr="00B233CF" w:rsidRDefault="00AE563F" w:rsidP="00F64A40">
      <w:pPr>
        <w:jc w:val="center"/>
        <w:rPr>
          <w:rFonts w:ascii="Times New Roman" w:hAnsi="Times New Roman"/>
          <w:sz w:val="28"/>
          <w:szCs w:val="28"/>
        </w:rPr>
      </w:pPr>
      <w:r w:rsidRPr="00B233CF">
        <w:rPr>
          <w:rFonts w:ascii="Times New Roman" w:hAnsi="Times New Roman"/>
          <w:sz w:val="28"/>
          <w:szCs w:val="28"/>
        </w:rPr>
        <w:t>Финансовое обеспечение муниципальной программы (комплексной программы) за счет средств федерального бюджета, областного бюджета, средств  и прогнозная оценка привлекаемых средств на реали</w:t>
      </w:r>
      <w:r>
        <w:rPr>
          <w:rFonts w:ascii="Times New Roman" w:hAnsi="Times New Roman"/>
          <w:sz w:val="28"/>
          <w:szCs w:val="28"/>
        </w:rPr>
        <w:t>зацию муниципальной программы</w:t>
      </w:r>
      <w:r w:rsidRPr="00B233C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</w:p>
    <w:p w:rsidR="00AE563F" w:rsidRPr="00B233CF" w:rsidRDefault="00AE563F" w:rsidP="00F64A40">
      <w:pPr>
        <w:pStyle w:val="ListParagraph"/>
        <w:spacing w:after="0"/>
        <w:jc w:val="center"/>
        <w:rPr>
          <w:rFonts w:ascii="Times New Roman" w:hAnsi="Times New Roman"/>
          <w:sz w:val="20"/>
          <w:szCs w:val="20"/>
        </w:rPr>
      </w:pPr>
      <w:r w:rsidRPr="00B233C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</w:t>
      </w:r>
    </w:p>
    <w:tbl>
      <w:tblPr>
        <w:tblW w:w="15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09"/>
        <w:gridCol w:w="3796"/>
        <w:gridCol w:w="1467"/>
        <w:gridCol w:w="1173"/>
        <w:gridCol w:w="1100"/>
        <w:gridCol w:w="1100"/>
        <w:gridCol w:w="770"/>
        <w:gridCol w:w="770"/>
        <w:gridCol w:w="770"/>
        <w:gridCol w:w="770"/>
        <w:gridCol w:w="770"/>
        <w:gridCol w:w="1497"/>
        <w:gridCol w:w="1100"/>
      </w:tblGrid>
      <w:tr w:rsidR="00AE563F" w:rsidRPr="00A71895" w:rsidTr="00A2301E">
        <w:trPr>
          <w:trHeight w:val="240"/>
        </w:trPr>
        <w:tc>
          <w:tcPr>
            <w:tcW w:w="509" w:type="dxa"/>
            <w:vMerge w:val="restart"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796" w:type="dxa"/>
            <w:vMerge w:val="restart"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(комплексной программы), структурного элемента муниципальной программы (комплексной программы)</w:t>
            </w:r>
          </w:p>
        </w:tc>
        <w:tc>
          <w:tcPr>
            <w:tcW w:w="1467" w:type="dxa"/>
            <w:vMerge w:val="restart"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8720" w:type="dxa"/>
            <w:gridSpan w:val="9"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  <w:tc>
          <w:tcPr>
            <w:tcW w:w="1100" w:type="dxa"/>
            <w:vMerge w:val="restart"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Связь с комплексной программой</w:t>
            </w:r>
          </w:p>
        </w:tc>
      </w:tr>
      <w:tr w:rsidR="00AE563F" w:rsidRPr="00A71895" w:rsidTr="00A2301E">
        <w:trPr>
          <w:trHeight w:val="383"/>
        </w:trPr>
        <w:tc>
          <w:tcPr>
            <w:tcW w:w="509" w:type="dxa"/>
            <w:vMerge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  <w:vAlign w:val="center"/>
          </w:tcPr>
          <w:p w:rsidR="00AE563F" w:rsidRPr="00A71895" w:rsidRDefault="00AE563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vMerge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3" w:type="dxa"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00" w:type="dxa"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00" w:type="dxa"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770" w:type="dxa"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770" w:type="dxa"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770" w:type="dxa"/>
            <w:shd w:val="clear" w:color="auto" w:fill="FFFFFF"/>
          </w:tcPr>
          <w:p w:rsidR="00AE563F" w:rsidRPr="00367877" w:rsidRDefault="00AE563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877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770" w:type="dxa"/>
            <w:shd w:val="clear" w:color="auto" w:fill="FFFFFF"/>
          </w:tcPr>
          <w:p w:rsidR="00AE563F" w:rsidRPr="00367877" w:rsidRDefault="00AE563F" w:rsidP="00F64A40">
            <w:pPr>
              <w:spacing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877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770" w:type="dxa"/>
            <w:shd w:val="clear" w:color="auto" w:fill="FFFFFF"/>
          </w:tcPr>
          <w:p w:rsidR="00AE563F" w:rsidRPr="00367877" w:rsidRDefault="00AE563F" w:rsidP="00367877">
            <w:pPr>
              <w:spacing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877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497" w:type="dxa"/>
            <w:shd w:val="clear" w:color="auto" w:fill="FFFFFF"/>
          </w:tcPr>
          <w:p w:rsidR="00AE563F" w:rsidRPr="00367877" w:rsidRDefault="00AE563F" w:rsidP="00F64A40">
            <w:pPr>
              <w:spacing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87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00" w:type="dxa"/>
            <w:vMerge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63F" w:rsidRPr="00A71895" w:rsidTr="00A2301E">
        <w:tc>
          <w:tcPr>
            <w:tcW w:w="509" w:type="dxa"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96" w:type="dxa"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3" w:type="dxa"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0" w:type="dxa"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0" w:type="dxa"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70" w:type="dxa"/>
            <w:shd w:val="clear" w:color="auto" w:fill="FFFFFF"/>
          </w:tcPr>
          <w:p w:rsidR="00AE563F" w:rsidRPr="00A71895" w:rsidRDefault="00AE563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70" w:type="dxa"/>
            <w:shd w:val="clear" w:color="auto" w:fill="FFFFFF"/>
          </w:tcPr>
          <w:p w:rsidR="00AE563F" w:rsidRPr="00A71895" w:rsidRDefault="00AE563F" w:rsidP="00367877">
            <w:pPr>
              <w:spacing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70" w:type="dxa"/>
            <w:shd w:val="clear" w:color="auto" w:fill="FFFFFF"/>
          </w:tcPr>
          <w:p w:rsidR="00AE563F" w:rsidRPr="00A71895" w:rsidRDefault="00AE563F" w:rsidP="00367877">
            <w:pPr>
              <w:spacing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97" w:type="dxa"/>
            <w:shd w:val="clear" w:color="auto" w:fill="FFFFFF"/>
          </w:tcPr>
          <w:p w:rsidR="00AE563F" w:rsidRPr="00A71895" w:rsidRDefault="00AE563F" w:rsidP="00F64A40">
            <w:pPr>
              <w:spacing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00" w:type="dxa"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AE563F" w:rsidRPr="00A71895" w:rsidTr="00A2301E">
        <w:tc>
          <w:tcPr>
            <w:tcW w:w="509" w:type="dxa"/>
            <w:vMerge w:val="restart"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96" w:type="dxa"/>
            <w:vMerge w:val="restart"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Муниципальная программа (комплексная программа) «Развитие  физической культуры и массового спорта на территории Гайского городского округа»</w:t>
            </w:r>
          </w:p>
        </w:tc>
        <w:tc>
          <w:tcPr>
            <w:tcW w:w="1467" w:type="dxa"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73" w:type="dxa"/>
            <w:shd w:val="clear" w:color="auto" w:fill="FFFFFF"/>
          </w:tcPr>
          <w:p w:rsidR="00AE563F" w:rsidRPr="00A036AD" w:rsidRDefault="00AE563F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</w:rPr>
            </w:pPr>
            <w:r w:rsidRPr="00A036AD">
              <w:rPr>
                <w:rFonts w:ascii="Times New Roman" w:hAnsi="Times New Roman"/>
                <w:b/>
              </w:rPr>
              <w:t>64 032 501,  18</w:t>
            </w:r>
          </w:p>
        </w:tc>
        <w:tc>
          <w:tcPr>
            <w:tcW w:w="1100" w:type="dxa"/>
            <w:shd w:val="clear" w:color="auto" w:fill="FFFFFF"/>
          </w:tcPr>
          <w:p w:rsidR="00AE563F" w:rsidRPr="003B3806" w:rsidRDefault="00AE563F" w:rsidP="00C405D2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80 716 760,      </w:t>
            </w:r>
            <w:r w:rsidRPr="003B3806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100" w:type="dxa"/>
            <w:shd w:val="clear" w:color="auto" w:fill="FFFFFF"/>
          </w:tcPr>
          <w:p w:rsidR="00AE563F" w:rsidRPr="003B3806" w:rsidRDefault="00AE563F" w:rsidP="00C405D2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85 517 200, </w:t>
            </w:r>
            <w:r w:rsidRPr="003B3806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770" w:type="dxa"/>
            <w:shd w:val="clear" w:color="auto" w:fill="FFFFFF"/>
          </w:tcPr>
          <w:p w:rsidR="00AE563F" w:rsidRPr="003B3806" w:rsidRDefault="00AE563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71 464 600</w:t>
            </w:r>
            <w:r w:rsidRPr="003B3806"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770" w:type="dxa"/>
            <w:shd w:val="clear" w:color="auto" w:fill="FFFFFF"/>
          </w:tcPr>
          <w:p w:rsidR="00AE563F" w:rsidRPr="003B3806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63 164 600</w:t>
            </w:r>
            <w:r w:rsidRPr="003B3806"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770" w:type="dxa"/>
            <w:shd w:val="clear" w:color="auto" w:fill="FFFFFF"/>
          </w:tcPr>
          <w:p w:rsidR="00AE563F" w:rsidRPr="003B3806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63 164 600</w:t>
            </w:r>
            <w:r w:rsidRPr="003B3806"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770" w:type="dxa"/>
            <w:shd w:val="clear" w:color="auto" w:fill="FFFFFF"/>
          </w:tcPr>
          <w:p w:rsidR="00AE563F" w:rsidRPr="003B3806" w:rsidRDefault="00AE563F" w:rsidP="00564703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63 164 600</w:t>
            </w:r>
            <w:r w:rsidRPr="003B3806"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770" w:type="dxa"/>
            <w:shd w:val="clear" w:color="auto" w:fill="FFFFFF"/>
          </w:tcPr>
          <w:p w:rsidR="00AE563F" w:rsidRPr="003B3806" w:rsidRDefault="00AE563F" w:rsidP="00564703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63 164 600</w:t>
            </w:r>
            <w:r w:rsidRPr="003B3806"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1497" w:type="dxa"/>
            <w:shd w:val="clear" w:color="auto" w:fill="FFFFFF"/>
          </w:tcPr>
          <w:p w:rsidR="00AE563F" w:rsidRPr="005C28C7" w:rsidRDefault="00AE563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C28C7">
              <w:rPr>
                <w:rFonts w:ascii="Times New Roman" w:hAnsi="Times New Roman"/>
                <w:b/>
              </w:rPr>
              <w:t>554 389 461,18</w:t>
            </w:r>
          </w:p>
        </w:tc>
        <w:tc>
          <w:tcPr>
            <w:tcW w:w="1100" w:type="dxa"/>
            <w:shd w:val="clear" w:color="auto" w:fill="FFFFFF"/>
          </w:tcPr>
          <w:p w:rsidR="00AE563F" w:rsidRPr="00F66710" w:rsidRDefault="00AE563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AE563F" w:rsidRPr="00A71895" w:rsidTr="00A2301E">
        <w:tc>
          <w:tcPr>
            <w:tcW w:w="509" w:type="dxa"/>
            <w:vMerge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3" w:type="dxa"/>
            <w:shd w:val="clear" w:color="auto" w:fill="FFFFFF"/>
          </w:tcPr>
          <w:p w:rsidR="00AE563F" w:rsidRPr="003B3806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3B3806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3B3806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3B3806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3B3806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3B3806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3B3806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3B3806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AE563F" w:rsidRPr="003B3806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367877" w:rsidRDefault="00AE563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563F" w:rsidRPr="00A71895" w:rsidTr="00A2301E">
        <w:tc>
          <w:tcPr>
            <w:tcW w:w="509" w:type="dxa"/>
            <w:vMerge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73" w:type="dxa"/>
            <w:shd w:val="clear" w:color="auto" w:fill="FFFFFF"/>
          </w:tcPr>
          <w:p w:rsidR="00AE563F" w:rsidRPr="00460366" w:rsidRDefault="00AE563F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</w:rPr>
            </w:pPr>
            <w:r w:rsidRPr="00460366">
              <w:rPr>
                <w:rFonts w:ascii="Times New Roman" w:hAnsi="Times New Roman"/>
              </w:rPr>
              <w:t>1 161 200,</w:t>
            </w:r>
            <w:r>
              <w:rPr>
                <w:rFonts w:ascii="Times New Roman" w:hAnsi="Times New Roman"/>
              </w:rPr>
              <w:t xml:space="preserve"> </w:t>
            </w:r>
            <w:r w:rsidRPr="00460366">
              <w:rPr>
                <w:rFonts w:ascii="Times New Roman" w:hAnsi="Times New Roman"/>
              </w:rPr>
              <w:t>00</w:t>
            </w:r>
          </w:p>
        </w:tc>
        <w:tc>
          <w:tcPr>
            <w:tcW w:w="1100" w:type="dxa"/>
            <w:shd w:val="clear" w:color="auto" w:fill="FFFFFF"/>
          </w:tcPr>
          <w:p w:rsidR="00AE563F" w:rsidRPr="00460366" w:rsidRDefault="00AE563F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</w:rPr>
            </w:pPr>
            <w:r w:rsidRPr="00460366">
              <w:rPr>
                <w:rFonts w:ascii="Times New Roman" w:hAnsi="Times New Roman"/>
              </w:rPr>
              <w:t>8 000 000,</w:t>
            </w:r>
            <w:r>
              <w:rPr>
                <w:rFonts w:ascii="Times New Roman" w:hAnsi="Times New Roman"/>
              </w:rPr>
              <w:t xml:space="preserve"> </w:t>
            </w:r>
            <w:r w:rsidRPr="00460366">
              <w:rPr>
                <w:rFonts w:ascii="Times New Roman" w:hAnsi="Times New Roman"/>
              </w:rPr>
              <w:t>00</w:t>
            </w:r>
          </w:p>
        </w:tc>
        <w:tc>
          <w:tcPr>
            <w:tcW w:w="1100" w:type="dxa"/>
            <w:shd w:val="clear" w:color="auto" w:fill="FFFFFF"/>
          </w:tcPr>
          <w:p w:rsidR="00AE563F" w:rsidRPr="00460366" w:rsidRDefault="00AE563F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21 235 000</w:t>
            </w:r>
            <w:r w:rsidRPr="0046036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460366">
              <w:rPr>
                <w:rFonts w:ascii="Times New Roman" w:hAnsi="Times New Roman"/>
              </w:rPr>
              <w:t>00</w:t>
            </w:r>
          </w:p>
        </w:tc>
        <w:tc>
          <w:tcPr>
            <w:tcW w:w="770" w:type="dxa"/>
            <w:shd w:val="clear" w:color="auto" w:fill="FFFFFF"/>
          </w:tcPr>
          <w:p w:rsidR="00AE563F" w:rsidRPr="003B3806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7 885 000</w:t>
            </w:r>
            <w:r w:rsidRPr="003B3806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770" w:type="dxa"/>
            <w:shd w:val="clear" w:color="auto" w:fill="FFFFFF"/>
          </w:tcPr>
          <w:p w:rsidR="00AE563F" w:rsidRPr="003B3806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3B3806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3B3806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3B3806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AE563F" w:rsidRPr="003B3806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38 281 200,00</w:t>
            </w:r>
          </w:p>
        </w:tc>
        <w:tc>
          <w:tcPr>
            <w:tcW w:w="1100" w:type="dxa"/>
            <w:shd w:val="clear" w:color="auto" w:fill="FFFFFF"/>
          </w:tcPr>
          <w:p w:rsidR="00AE563F" w:rsidRPr="00367877" w:rsidRDefault="00AE563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563F" w:rsidRPr="00A71895" w:rsidTr="00A2301E">
        <w:tc>
          <w:tcPr>
            <w:tcW w:w="509" w:type="dxa"/>
            <w:vMerge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73" w:type="dxa"/>
            <w:shd w:val="clear" w:color="auto" w:fill="FFFFFF"/>
          </w:tcPr>
          <w:p w:rsidR="00AE563F" w:rsidRPr="003B3806" w:rsidRDefault="00AE563F" w:rsidP="00013D13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</w:rPr>
            </w:pPr>
            <w:r w:rsidRPr="003B3806">
              <w:rPr>
                <w:rFonts w:ascii="Times New Roman" w:hAnsi="Times New Roman"/>
              </w:rPr>
              <w:t> 62 </w:t>
            </w:r>
            <w:r>
              <w:rPr>
                <w:rFonts w:ascii="Times New Roman" w:hAnsi="Times New Roman"/>
              </w:rPr>
              <w:t>871</w:t>
            </w:r>
            <w:r w:rsidRPr="003B3806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301</w:t>
            </w:r>
            <w:r w:rsidRPr="003B380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100" w:type="dxa"/>
            <w:shd w:val="clear" w:color="auto" w:fill="FFFFFF"/>
          </w:tcPr>
          <w:p w:rsidR="00AE563F" w:rsidRPr="003B3806" w:rsidRDefault="00AE563F" w:rsidP="00013D13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72 716 760, </w:t>
            </w:r>
            <w:r w:rsidRPr="003B3806">
              <w:rPr>
                <w:rFonts w:ascii="Times New Roman" w:hAnsi="Times New Roman"/>
              </w:rPr>
              <w:t>00</w:t>
            </w:r>
          </w:p>
        </w:tc>
        <w:tc>
          <w:tcPr>
            <w:tcW w:w="1100" w:type="dxa"/>
            <w:shd w:val="clear" w:color="auto" w:fill="FFFFFF"/>
          </w:tcPr>
          <w:p w:rsidR="00AE563F" w:rsidRPr="003B3806" w:rsidRDefault="00AE563F" w:rsidP="00013D13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64 282 200,</w:t>
            </w:r>
            <w:r w:rsidRPr="003B3806">
              <w:rPr>
                <w:rFonts w:ascii="Times New Roman" w:hAnsi="Times New Roman"/>
              </w:rPr>
              <w:t>00</w:t>
            </w:r>
          </w:p>
        </w:tc>
        <w:tc>
          <w:tcPr>
            <w:tcW w:w="770" w:type="dxa"/>
            <w:shd w:val="clear" w:color="auto" w:fill="FFFFFF"/>
          </w:tcPr>
          <w:p w:rsidR="00AE563F" w:rsidRPr="000D2770" w:rsidRDefault="00AE563F" w:rsidP="008C7790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63 579 600,00 </w:t>
            </w:r>
          </w:p>
        </w:tc>
        <w:tc>
          <w:tcPr>
            <w:tcW w:w="770" w:type="dxa"/>
            <w:shd w:val="clear" w:color="auto" w:fill="FFFFFF"/>
          </w:tcPr>
          <w:p w:rsidR="00AE563F" w:rsidRPr="000D2770" w:rsidRDefault="00AE563F" w:rsidP="008C7790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63 164 600,00</w:t>
            </w:r>
          </w:p>
        </w:tc>
        <w:tc>
          <w:tcPr>
            <w:tcW w:w="770" w:type="dxa"/>
            <w:shd w:val="clear" w:color="auto" w:fill="FFFFFF"/>
          </w:tcPr>
          <w:p w:rsidR="00AE563F" w:rsidRPr="000D2770" w:rsidRDefault="00AE563F" w:rsidP="008C7790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63 164 600,00</w:t>
            </w:r>
          </w:p>
        </w:tc>
        <w:tc>
          <w:tcPr>
            <w:tcW w:w="770" w:type="dxa"/>
            <w:shd w:val="clear" w:color="auto" w:fill="FFFFFF"/>
          </w:tcPr>
          <w:p w:rsidR="00AE563F" w:rsidRPr="000D2770" w:rsidRDefault="00AE563F" w:rsidP="00564703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63 164 600,00</w:t>
            </w:r>
          </w:p>
        </w:tc>
        <w:tc>
          <w:tcPr>
            <w:tcW w:w="770" w:type="dxa"/>
            <w:shd w:val="clear" w:color="auto" w:fill="FFFFFF"/>
          </w:tcPr>
          <w:p w:rsidR="00AE563F" w:rsidRPr="000D2770" w:rsidRDefault="00AE563F" w:rsidP="00564703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63 164 600,00</w:t>
            </w:r>
          </w:p>
        </w:tc>
        <w:tc>
          <w:tcPr>
            <w:tcW w:w="1497" w:type="dxa"/>
            <w:shd w:val="clear" w:color="auto" w:fill="FFFFFF"/>
          </w:tcPr>
          <w:p w:rsidR="00AE563F" w:rsidRPr="005C28C7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C28C7">
              <w:rPr>
                <w:rFonts w:ascii="Times New Roman" w:hAnsi="Times New Roman"/>
              </w:rPr>
              <w:t>516 108 261,18</w:t>
            </w:r>
          </w:p>
          <w:p w:rsidR="00AE563F" w:rsidRPr="003B3806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shd w:val="clear" w:color="auto" w:fill="FFFFFF"/>
          </w:tcPr>
          <w:p w:rsidR="00AE563F" w:rsidRPr="00367877" w:rsidRDefault="00AE563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563F" w:rsidRPr="00A71895" w:rsidTr="00A2301E">
        <w:trPr>
          <w:trHeight w:val="636"/>
        </w:trPr>
        <w:tc>
          <w:tcPr>
            <w:tcW w:w="509" w:type="dxa"/>
            <w:vMerge w:val="restart"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796" w:type="dxa"/>
            <w:vMerge w:val="restart"/>
            <w:shd w:val="clear" w:color="auto" w:fill="FFFFFF"/>
          </w:tcPr>
          <w:p w:rsidR="00AE563F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Региональный проект «</w:t>
            </w:r>
            <w:r>
              <w:rPr>
                <w:rFonts w:ascii="Times New Roman" w:hAnsi="Times New Roman"/>
                <w:sz w:val="24"/>
                <w:szCs w:val="24"/>
              </w:rPr>
              <w:t>Спорт – норма жизни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73" w:type="dxa"/>
            <w:shd w:val="clear" w:color="auto" w:fill="FFFFFF"/>
          </w:tcPr>
          <w:p w:rsidR="00AE563F" w:rsidRPr="00536DEE" w:rsidRDefault="00AE563F" w:rsidP="00013D13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</w:rPr>
            </w:pPr>
            <w:r w:rsidRPr="00536DEE">
              <w:rPr>
                <w:rFonts w:ascii="Times New Roman" w:hAnsi="Times New Roman"/>
                <w:b/>
              </w:rPr>
              <w:t>1 222 316,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536DEE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100" w:type="dxa"/>
            <w:shd w:val="clear" w:color="auto" w:fill="FFFFFF"/>
          </w:tcPr>
          <w:p w:rsidR="00AE563F" w:rsidRPr="00536DEE" w:rsidRDefault="00AE563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36DEE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536DEE" w:rsidRDefault="00AE563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36DEE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536DEE" w:rsidRDefault="00AE563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36DEE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536DEE" w:rsidRDefault="00AE563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36DEE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536DEE" w:rsidRDefault="00AE563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36DEE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536DEE" w:rsidRDefault="00AE563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36DEE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536DEE" w:rsidRDefault="00AE563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36DEE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AE563F" w:rsidRPr="00536DEE" w:rsidRDefault="00AE563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36DEE">
              <w:rPr>
                <w:rFonts w:ascii="Times New Roman" w:hAnsi="Times New Roman"/>
                <w:b/>
              </w:rPr>
              <w:t>1 222 316,00</w:t>
            </w:r>
          </w:p>
        </w:tc>
        <w:tc>
          <w:tcPr>
            <w:tcW w:w="1100" w:type="dxa"/>
            <w:shd w:val="clear" w:color="auto" w:fill="FFFFFF"/>
          </w:tcPr>
          <w:p w:rsidR="00AE563F" w:rsidRPr="00367877" w:rsidRDefault="00AE563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563F" w:rsidRPr="00074997" w:rsidTr="00A2301E">
        <w:trPr>
          <w:trHeight w:val="480"/>
        </w:trPr>
        <w:tc>
          <w:tcPr>
            <w:tcW w:w="509" w:type="dxa"/>
            <w:vMerge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AE563F" w:rsidRPr="00A71895" w:rsidRDefault="00AE563F" w:rsidP="00C0130E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3" w:type="dxa"/>
            <w:shd w:val="clear" w:color="auto" w:fill="FFFFFF"/>
          </w:tcPr>
          <w:p w:rsidR="00AE563F" w:rsidRPr="00074997" w:rsidRDefault="00AE563F" w:rsidP="00367877">
            <w:pPr>
              <w:spacing w:after="100" w:afterAutospacing="1"/>
              <w:jc w:val="center"/>
              <w:rPr>
                <w:rFonts w:ascii="Times New Roman" w:hAnsi="Times New Roman"/>
              </w:rPr>
            </w:pPr>
            <w:r w:rsidRPr="00074997">
              <w:rPr>
                <w:rFonts w:ascii="Times New Roman" w:hAnsi="Times New Roman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074997" w:rsidRDefault="00AE563F" w:rsidP="00367877">
            <w:pPr>
              <w:spacing w:after="100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074997" w:rsidRDefault="00AE563F" w:rsidP="00367877">
            <w:pPr>
              <w:spacing w:after="100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F450EF" w:rsidRDefault="00AE563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F450EF" w:rsidRDefault="00AE563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F450EF" w:rsidRDefault="00AE563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F450EF" w:rsidRDefault="00AE563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F450EF" w:rsidRDefault="00AE563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AE563F" w:rsidRPr="00F450EF" w:rsidRDefault="00AE563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074997" w:rsidRDefault="00AE563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563F" w:rsidRPr="00074997" w:rsidTr="00A2301E">
        <w:trPr>
          <w:trHeight w:val="656"/>
        </w:trPr>
        <w:tc>
          <w:tcPr>
            <w:tcW w:w="509" w:type="dxa"/>
            <w:vMerge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AE563F" w:rsidRPr="00A71895" w:rsidRDefault="00AE563F" w:rsidP="00C0130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73" w:type="dxa"/>
            <w:shd w:val="clear" w:color="auto" w:fill="FFFFFF"/>
          </w:tcPr>
          <w:p w:rsidR="00AE563F" w:rsidRPr="00074997" w:rsidRDefault="00AE563F" w:rsidP="00013D13">
            <w:pPr>
              <w:spacing w:after="100" w:afterAutospacing="1"/>
              <w:jc w:val="right"/>
              <w:rPr>
                <w:rFonts w:ascii="Times New Roman" w:hAnsi="Times New Roman"/>
              </w:rPr>
            </w:pPr>
            <w:r w:rsidRPr="00074997">
              <w:rPr>
                <w:rFonts w:ascii="Times New Roman" w:hAnsi="Times New Roman"/>
              </w:rPr>
              <w:t>1 161 200,</w:t>
            </w:r>
            <w:r>
              <w:rPr>
                <w:rFonts w:ascii="Times New Roman" w:hAnsi="Times New Roman"/>
              </w:rPr>
              <w:t xml:space="preserve"> </w:t>
            </w:r>
            <w:r w:rsidRPr="00074997">
              <w:rPr>
                <w:rFonts w:ascii="Times New Roman" w:hAnsi="Times New Roman"/>
              </w:rPr>
              <w:t>00</w:t>
            </w:r>
          </w:p>
        </w:tc>
        <w:tc>
          <w:tcPr>
            <w:tcW w:w="1100" w:type="dxa"/>
            <w:shd w:val="clear" w:color="auto" w:fill="FFFFFF"/>
          </w:tcPr>
          <w:p w:rsidR="00AE563F" w:rsidRPr="00074997" w:rsidRDefault="00AE563F" w:rsidP="00367877">
            <w:pPr>
              <w:spacing w:after="100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074997" w:rsidRDefault="00AE563F" w:rsidP="00367877">
            <w:pPr>
              <w:spacing w:after="100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F450EF" w:rsidRDefault="00AE563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F450EF" w:rsidRDefault="00AE563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F450EF" w:rsidRDefault="00AE563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F450EF" w:rsidRDefault="00AE563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F450EF" w:rsidRDefault="00AE563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AE563F" w:rsidRPr="00F450EF" w:rsidRDefault="00AE563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1 161 200,00</w:t>
            </w:r>
          </w:p>
        </w:tc>
        <w:tc>
          <w:tcPr>
            <w:tcW w:w="1100" w:type="dxa"/>
            <w:vMerge w:val="restart"/>
            <w:shd w:val="clear" w:color="auto" w:fill="FFFFFF"/>
          </w:tcPr>
          <w:p w:rsidR="00AE563F" w:rsidRPr="00074997" w:rsidRDefault="00AE563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563F" w:rsidRPr="00A71895" w:rsidTr="00A2301E">
        <w:trPr>
          <w:trHeight w:val="571"/>
        </w:trPr>
        <w:tc>
          <w:tcPr>
            <w:tcW w:w="509" w:type="dxa"/>
            <w:vMerge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AE563F" w:rsidRPr="000752D0" w:rsidRDefault="00AE563F" w:rsidP="007C59DC">
            <w:p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0752D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73" w:type="dxa"/>
            <w:shd w:val="clear" w:color="auto" w:fill="FFFFFF"/>
          </w:tcPr>
          <w:p w:rsidR="00AE563F" w:rsidRPr="00074997" w:rsidRDefault="00AE563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61 116,00</w:t>
            </w:r>
          </w:p>
        </w:tc>
        <w:tc>
          <w:tcPr>
            <w:tcW w:w="1100" w:type="dxa"/>
            <w:shd w:val="clear" w:color="auto" w:fill="FFFFFF"/>
          </w:tcPr>
          <w:p w:rsidR="00AE563F" w:rsidRPr="00074997" w:rsidRDefault="00AE563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074997">
              <w:rPr>
                <w:rFonts w:ascii="Times New Roman" w:hAnsi="Times New Roman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074997" w:rsidRDefault="00AE563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074997">
              <w:rPr>
                <w:rFonts w:ascii="Times New Roman" w:hAnsi="Times New Roman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074997" w:rsidRDefault="00AE563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074997">
              <w:rPr>
                <w:rFonts w:ascii="Times New Roman" w:hAnsi="Times New Roman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074997" w:rsidRDefault="00AE563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074997">
              <w:rPr>
                <w:rFonts w:ascii="Times New Roman" w:hAnsi="Times New Roman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074997" w:rsidRDefault="00AE563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074997">
              <w:rPr>
                <w:rFonts w:ascii="Times New Roman" w:hAnsi="Times New Roman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074997" w:rsidRDefault="00AE563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074997">
              <w:rPr>
                <w:rFonts w:ascii="Times New Roman" w:hAnsi="Times New Roman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074997" w:rsidRDefault="00AE563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074997">
              <w:rPr>
                <w:rFonts w:ascii="Times New Roman" w:hAnsi="Times New Roman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AE563F" w:rsidRPr="00074997" w:rsidRDefault="00AE563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61 116,00</w:t>
            </w:r>
          </w:p>
        </w:tc>
        <w:tc>
          <w:tcPr>
            <w:tcW w:w="1100" w:type="dxa"/>
            <w:vMerge/>
            <w:shd w:val="clear" w:color="auto" w:fill="FFFFFF"/>
          </w:tcPr>
          <w:p w:rsidR="00AE563F" w:rsidRPr="00367877" w:rsidRDefault="00AE563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563F" w:rsidRPr="008D1878" w:rsidTr="00A2301E">
        <w:tc>
          <w:tcPr>
            <w:tcW w:w="509" w:type="dxa"/>
            <w:vMerge w:val="restart"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796" w:type="dxa"/>
            <w:vMerge w:val="restart"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"Организация и проведение  физкультурных мероприятий и массовых спортивных мероприятий, участие команд в соревнованиях различного уровня в соответствии с календарным планом"</w:t>
            </w:r>
          </w:p>
        </w:tc>
        <w:tc>
          <w:tcPr>
            <w:tcW w:w="1467" w:type="dxa"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73" w:type="dxa"/>
            <w:shd w:val="clear" w:color="auto" w:fill="FFFFFF"/>
          </w:tcPr>
          <w:p w:rsidR="00AE563F" w:rsidRPr="00204DFD" w:rsidRDefault="00AE563F" w:rsidP="00B949B1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991 347,03</w:t>
            </w:r>
          </w:p>
        </w:tc>
        <w:tc>
          <w:tcPr>
            <w:tcW w:w="1100" w:type="dxa"/>
            <w:shd w:val="clear" w:color="auto" w:fill="FFFFFF"/>
          </w:tcPr>
          <w:p w:rsidR="00AE563F" w:rsidRPr="00204DFD" w:rsidRDefault="00AE563F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1 385 000, 00</w:t>
            </w:r>
          </w:p>
        </w:tc>
        <w:tc>
          <w:tcPr>
            <w:tcW w:w="1100" w:type="dxa"/>
            <w:shd w:val="clear" w:color="auto" w:fill="FFFFFF"/>
          </w:tcPr>
          <w:p w:rsidR="00AE563F" w:rsidRPr="00204DFD" w:rsidRDefault="00AE563F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AE563F" w:rsidRPr="00204DFD" w:rsidRDefault="00AE563F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2 376 347,03</w:t>
            </w:r>
          </w:p>
        </w:tc>
        <w:tc>
          <w:tcPr>
            <w:tcW w:w="1100" w:type="dxa"/>
            <w:shd w:val="clear" w:color="auto" w:fill="FFFFFF"/>
          </w:tcPr>
          <w:p w:rsidR="00AE563F" w:rsidRPr="008D1878" w:rsidRDefault="00AE563F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563F" w:rsidRPr="008D1878" w:rsidTr="00A2301E">
        <w:tc>
          <w:tcPr>
            <w:tcW w:w="509" w:type="dxa"/>
            <w:vMerge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3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8D1878" w:rsidRDefault="00AE563F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563F" w:rsidRPr="008D1878" w:rsidTr="00A2301E">
        <w:tc>
          <w:tcPr>
            <w:tcW w:w="509" w:type="dxa"/>
            <w:vMerge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73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8D1878" w:rsidRDefault="00AE563F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563F" w:rsidRPr="008D1878" w:rsidTr="00A2301E">
        <w:tc>
          <w:tcPr>
            <w:tcW w:w="509" w:type="dxa"/>
            <w:vMerge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AE563F" w:rsidRPr="00A71895" w:rsidRDefault="00AE563F" w:rsidP="00F64A40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73" w:type="dxa"/>
            <w:shd w:val="clear" w:color="auto" w:fill="FFFFFF"/>
          </w:tcPr>
          <w:p w:rsidR="00AE563F" w:rsidRPr="00204DFD" w:rsidRDefault="00AE563F" w:rsidP="0083254B">
            <w:pPr>
              <w:spacing w:after="100" w:afterAutospacing="1" w:line="240" w:lineRule="auto"/>
              <w:jc w:val="right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991 347,03</w:t>
            </w:r>
          </w:p>
        </w:tc>
        <w:tc>
          <w:tcPr>
            <w:tcW w:w="1100" w:type="dxa"/>
            <w:shd w:val="clear" w:color="auto" w:fill="FFFFFF"/>
          </w:tcPr>
          <w:p w:rsidR="00AE563F" w:rsidRPr="00204DFD" w:rsidRDefault="00AE563F" w:rsidP="00F51EFE">
            <w:pPr>
              <w:spacing w:after="100" w:afterAutospacing="1" w:line="240" w:lineRule="auto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1 385 000, 00</w:t>
            </w:r>
          </w:p>
        </w:tc>
        <w:tc>
          <w:tcPr>
            <w:tcW w:w="110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2 376 347,03</w:t>
            </w:r>
          </w:p>
        </w:tc>
        <w:tc>
          <w:tcPr>
            <w:tcW w:w="1100" w:type="dxa"/>
            <w:shd w:val="clear" w:color="auto" w:fill="FFFFFF"/>
          </w:tcPr>
          <w:p w:rsidR="00AE563F" w:rsidRPr="008D1878" w:rsidRDefault="00AE563F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563F" w:rsidRPr="008D1878" w:rsidTr="00A2301E">
        <w:tc>
          <w:tcPr>
            <w:tcW w:w="509" w:type="dxa"/>
            <w:vMerge w:val="restart"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96" w:type="dxa"/>
            <w:vMerge w:val="restart"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 "Обеспечение условий для доступа к объектам спорта на территории муниципального образования Гайский городской округ»</w:t>
            </w:r>
          </w:p>
        </w:tc>
        <w:tc>
          <w:tcPr>
            <w:tcW w:w="1467" w:type="dxa"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73" w:type="dxa"/>
            <w:shd w:val="clear" w:color="auto" w:fill="FFFFFF"/>
          </w:tcPr>
          <w:p w:rsidR="00AE563F" w:rsidRPr="00204DFD" w:rsidRDefault="00AE563F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37 551 800,00</w:t>
            </w:r>
          </w:p>
        </w:tc>
        <w:tc>
          <w:tcPr>
            <w:tcW w:w="1100" w:type="dxa"/>
            <w:shd w:val="clear" w:color="auto" w:fill="FFFFFF"/>
          </w:tcPr>
          <w:p w:rsidR="00AE563F" w:rsidRPr="00204DFD" w:rsidRDefault="00AE563F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47 288 960, 00</w:t>
            </w:r>
          </w:p>
        </w:tc>
        <w:tc>
          <w:tcPr>
            <w:tcW w:w="1100" w:type="dxa"/>
            <w:shd w:val="clear" w:color="auto" w:fill="FFFFFF"/>
          </w:tcPr>
          <w:p w:rsidR="00AE563F" w:rsidRPr="00204DFD" w:rsidRDefault="00AE563F" w:rsidP="00DF158C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58 263 100, 00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44 210 500,00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35 910 500,00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564703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35 910 500,00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564703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35 910 500,00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35 910 500,00</w:t>
            </w:r>
          </w:p>
        </w:tc>
        <w:tc>
          <w:tcPr>
            <w:tcW w:w="1497" w:type="dxa"/>
            <w:shd w:val="clear" w:color="auto" w:fill="FFFFFF"/>
          </w:tcPr>
          <w:p w:rsidR="00AE563F" w:rsidRPr="00204DFD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330 956 360,00</w:t>
            </w:r>
          </w:p>
        </w:tc>
        <w:tc>
          <w:tcPr>
            <w:tcW w:w="1100" w:type="dxa"/>
            <w:shd w:val="clear" w:color="auto" w:fill="FFFFFF"/>
          </w:tcPr>
          <w:p w:rsidR="00AE563F" w:rsidRPr="008D1878" w:rsidRDefault="00AE563F" w:rsidP="007C59DC">
            <w:pPr>
              <w:spacing w:after="100" w:afterAutospacing="1" w:line="240" w:lineRule="auto"/>
              <w:rPr>
                <w:rFonts w:ascii="Times New Roman" w:hAnsi="Times New Roman"/>
              </w:rPr>
            </w:pPr>
          </w:p>
        </w:tc>
      </w:tr>
      <w:tr w:rsidR="00AE563F" w:rsidRPr="00A71895" w:rsidTr="00A2301E">
        <w:tc>
          <w:tcPr>
            <w:tcW w:w="509" w:type="dxa"/>
            <w:vMerge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3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8D1878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63F" w:rsidRPr="00A71895" w:rsidTr="00A2301E">
        <w:tc>
          <w:tcPr>
            <w:tcW w:w="509" w:type="dxa"/>
            <w:vMerge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73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204DFD" w:rsidRDefault="00AE563F" w:rsidP="006C000D">
            <w:pPr>
              <w:spacing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8 000 000, 00</w:t>
            </w:r>
          </w:p>
        </w:tc>
        <w:tc>
          <w:tcPr>
            <w:tcW w:w="1100" w:type="dxa"/>
            <w:shd w:val="clear" w:color="auto" w:fill="FFFFFF"/>
          </w:tcPr>
          <w:p w:rsidR="00AE563F" w:rsidRPr="00204DFD" w:rsidRDefault="00AE563F" w:rsidP="004B659D">
            <w:pPr>
              <w:spacing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</w:rPr>
              <w:t>21 235</w:t>
            </w:r>
            <w:r w:rsidRPr="00204DFD">
              <w:rPr>
                <w:rFonts w:ascii="Times New Roman" w:hAnsi="Times New Roman"/>
                <w:sz w:val="24"/>
                <w:szCs w:val="24"/>
              </w:rPr>
              <w:t> 000 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7885 000,00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37 120 000,00</w:t>
            </w:r>
          </w:p>
        </w:tc>
        <w:tc>
          <w:tcPr>
            <w:tcW w:w="1100" w:type="dxa"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563F" w:rsidRPr="00A71895" w:rsidTr="00A2301E">
        <w:tc>
          <w:tcPr>
            <w:tcW w:w="509" w:type="dxa"/>
            <w:vMerge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73" w:type="dxa"/>
            <w:shd w:val="clear" w:color="auto" w:fill="FFFFFF"/>
          </w:tcPr>
          <w:p w:rsidR="00AE563F" w:rsidRPr="00204DFD" w:rsidRDefault="00AE563F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37 551 800,00</w:t>
            </w:r>
          </w:p>
        </w:tc>
        <w:tc>
          <w:tcPr>
            <w:tcW w:w="1100" w:type="dxa"/>
            <w:shd w:val="clear" w:color="auto" w:fill="FFFFFF"/>
          </w:tcPr>
          <w:p w:rsidR="00AE563F" w:rsidRPr="00204DFD" w:rsidRDefault="00AE563F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39 288 960, 00</w:t>
            </w:r>
          </w:p>
        </w:tc>
        <w:tc>
          <w:tcPr>
            <w:tcW w:w="1100" w:type="dxa"/>
            <w:shd w:val="clear" w:color="auto" w:fill="FFFFFF"/>
          </w:tcPr>
          <w:p w:rsidR="00AE563F" w:rsidRPr="00204DFD" w:rsidRDefault="00AE563F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37 028 100,00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36 325 500,00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C83F8B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35 910 500,00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C83F8B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35 910 500,00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C83F8B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35 910 500,00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C83F8B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35 910 500,00</w:t>
            </w:r>
          </w:p>
        </w:tc>
        <w:tc>
          <w:tcPr>
            <w:tcW w:w="1497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293 836 360,00</w:t>
            </w:r>
          </w:p>
        </w:tc>
        <w:tc>
          <w:tcPr>
            <w:tcW w:w="1100" w:type="dxa"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563F" w:rsidRPr="00A71895" w:rsidTr="00A2301E">
        <w:tc>
          <w:tcPr>
            <w:tcW w:w="509" w:type="dxa"/>
            <w:vMerge w:val="restart"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96" w:type="dxa"/>
            <w:vMerge w:val="restart"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"Обеспечение условий для развития физической культуры и спорта в учреждениях спортивной подготовки"</w:t>
            </w:r>
          </w:p>
        </w:tc>
        <w:tc>
          <w:tcPr>
            <w:tcW w:w="1467" w:type="dxa"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73" w:type="dxa"/>
            <w:shd w:val="clear" w:color="auto" w:fill="FFFFFF"/>
          </w:tcPr>
          <w:p w:rsidR="00AE563F" w:rsidRPr="00204DFD" w:rsidRDefault="00AE563F" w:rsidP="00564703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19 016 400,00</w:t>
            </w:r>
          </w:p>
        </w:tc>
        <w:tc>
          <w:tcPr>
            <w:tcW w:w="1100" w:type="dxa"/>
            <w:shd w:val="clear" w:color="auto" w:fill="FFFFFF"/>
          </w:tcPr>
          <w:p w:rsidR="00AE563F" w:rsidRPr="00204DFD" w:rsidRDefault="00AE563F" w:rsidP="00564703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26 828 400, 00</w:t>
            </w:r>
          </w:p>
        </w:tc>
        <w:tc>
          <w:tcPr>
            <w:tcW w:w="1100" w:type="dxa"/>
            <w:shd w:val="clear" w:color="auto" w:fill="FFFFFF"/>
          </w:tcPr>
          <w:p w:rsidR="00AE563F" w:rsidRPr="00204DFD" w:rsidRDefault="00AE563F" w:rsidP="00564703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22 291 600, 00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564703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22 291 600,00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564703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22 291 600,00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564703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22 291 600,00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564703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22 291 600,00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564703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22 291 600,00</w:t>
            </w:r>
          </w:p>
        </w:tc>
        <w:tc>
          <w:tcPr>
            <w:tcW w:w="1497" w:type="dxa"/>
            <w:shd w:val="clear" w:color="auto" w:fill="FFFFFF"/>
          </w:tcPr>
          <w:p w:rsidR="00AE563F" w:rsidRPr="00204DFD" w:rsidRDefault="00AE563F" w:rsidP="00564703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179 594 400,00</w:t>
            </w:r>
          </w:p>
        </w:tc>
        <w:tc>
          <w:tcPr>
            <w:tcW w:w="1100" w:type="dxa"/>
            <w:shd w:val="clear" w:color="auto" w:fill="FFFFFF"/>
          </w:tcPr>
          <w:p w:rsidR="00AE563F" w:rsidRPr="00560514" w:rsidRDefault="00AE563F" w:rsidP="0056051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563F" w:rsidRPr="00A71895" w:rsidTr="00A2301E">
        <w:tc>
          <w:tcPr>
            <w:tcW w:w="509" w:type="dxa"/>
            <w:vMerge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3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560514" w:rsidRDefault="00AE563F" w:rsidP="0056051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563F" w:rsidRPr="00A71895" w:rsidTr="00A2301E">
        <w:tc>
          <w:tcPr>
            <w:tcW w:w="509" w:type="dxa"/>
            <w:vMerge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73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560514" w:rsidRDefault="00AE563F" w:rsidP="0056051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563F" w:rsidRPr="00A71895" w:rsidTr="00A2301E">
        <w:tc>
          <w:tcPr>
            <w:tcW w:w="509" w:type="dxa"/>
            <w:vMerge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73" w:type="dxa"/>
            <w:shd w:val="clear" w:color="auto" w:fill="FFFFFF"/>
          </w:tcPr>
          <w:p w:rsidR="00AE563F" w:rsidRPr="00204DFD" w:rsidRDefault="00AE563F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19 016 400,00</w:t>
            </w:r>
          </w:p>
        </w:tc>
        <w:tc>
          <w:tcPr>
            <w:tcW w:w="1100" w:type="dxa"/>
            <w:shd w:val="clear" w:color="auto" w:fill="FFFFFF"/>
          </w:tcPr>
          <w:p w:rsidR="00AE563F" w:rsidRPr="00204DFD" w:rsidRDefault="00AE563F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26 828 400, 00</w:t>
            </w:r>
          </w:p>
        </w:tc>
        <w:tc>
          <w:tcPr>
            <w:tcW w:w="1100" w:type="dxa"/>
            <w:shd w:val="clear" w:color="auto" w:fill="FFFFFF"/>
          </w:tcPr>
          <w:p w:rsidR="00AE563F" w:rsidRPr="00204DFD" w:rsidRDefault="00AE563F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22 291 600, 00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22 291 600,00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22 291 600,00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22 291 600,00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22 291 600,00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22 291 600,00</w:t>
            </w:r>
          </w:p>
        </w:tc>
        <w:tc>
          <w:tcPr>
            <w:tcW w:w="1497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179 594 400,00</w:t>
            </w:r>
          </w:p>
        </w:tc>
        <w:tc>
          <w:tcPr>
            <w:tcW w:w="1100" w:type="dxa"/>
            <w:shd w:val="clear" w:color="auto" w:fill="FFFFFF"/>
          </w:tcPr>
          <w:p w:rsidR="00AE563F" w:rsidRPr="00560514" w:rsidRDefault="00AE563F" w:rsidP="0056051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563F" w:rsidRPr="00A71895" w:rsidTr="00A2301E">
        <w:tc>
          <w:tcPr>
            <w:tcW w:w="509" w:type="dxa"/>
            <w:vMerge w:val="restart"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96" w:type="dxa"/>
            <w:vMerge w:val="restart"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"Обеспечение выполнения муниципальной политики, обеспечивающей развитие системы физической культуры и массового спорта в городском округе"</w:t>
            </w:r>
          </w:p>
        </w:tc>
        <w:tc>
          <w:tcPr>
            <w:tcW w:w="1467" w:type="dxa"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73" w:type="dxa"/>
            <w:shd w:val="clear" w:color="auto" w:fill="FFFFFF"/>
          </w:tcPr>
          <w:p w:rsidR="00AE563F" w:rsidRPr="00204DFD" w:rsidRDefault="00AE563F" w:rsidP="00564703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1 400 985, 15</w:t>
            </w:r>
          </w:p>
        </w:tc>
        <w:tc>
          <w:tcPr>
            <w:tcW w:w="1100" w:type="dxa"/>
            <w:shd w:val="clear" w:color="auto" w:fill="FFFFFF"/>
          </w:tcPr>
          <w:p w:rsidR="00AE563F" w:rsidRPr="00204DFD" w:rsidRDefault="00AE563F" w:rsidP="00564703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1 370 000, 00</w:t>
            </w:r>
          </w:p>
        </w:tc>
        <w:tc>
          <w:tcPr>
            <w:tcW w:w="1100" w:type="dxa"/>
            <w:shd w:val="clear" w:color="auto" w:fill="FFFFFF"/>
          </w:tcPr>
          <w:p w:rsidR="00AE563F" w:rsidRPr="00204DFD" w:rsidRDefault="00AE563F" w:rsidP="00564703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1 302 500 ,00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564703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1 302 500,00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564703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1 302 500,00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564703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1 302 500,00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564703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1 302 500,00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564703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204DFD">
              <w:rPr>
                <w:rFonts w:ascii="Times New Roman" w:hAnsi="Times New Roman"/>
                <w:b/>
              </w:rPr>
              <w:t>1 302 500,00</w:t>
            </w:r>
          </w:p>
        </w:tc>
        <w:tc>
          <w:tcPr>
            <w:tcW w:w="1497" w:type="dxa"/>
            <w:shd w:val="clear" w:color="auto" w:fill="FFFFFF"/>
          </w:tcPr>
          <w:p w:rsidR="00AE563F" w:rsidRPr="00204DFD" w:rsidRDefault="00AE563F" w:rsidP="00564703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DFD">
              <w:rPr>
                <w:rFonts w:ascii="Times New Roman" w:hAnsi="Times New Roman"/>
                <w:b/>
                <w:sz w:val="24"/>
                <w:szCs w:val="24"/>
              </w:rPr>
              <w:t>10 585 985,15</w:t>
            </w:r>
          </w:p>
        </w:tc>
        <w:tc>
          <w:tcPr>
            <w:tcW w:w="1100" w:type="dxa"/>
            <w:shd w:val="clear" w:color="auto" w:fill="FFFFFF"/>
          </w:tcPr>
          <w:p w:rsidR="00AE563F" w:rsidRPr="00560514" w:rsidRDefault="00AE563F" w:rsidP="0056051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563F" w:rsidRPr="00A71895" w:rsidTr="00A2301E">
        <w:tc>
          <w:tcPr>
            <w:tcW w:w="509" w:type="dxa"/>
            <w:vMerge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3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563F" w:rsidRPr="00A71895" w:rsidTr="00A2301E">
        <w:tc>
          <w:tcPr>
            <w:tcW w:w="509" w:type="dxa"/>
            <w:vMerge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73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AE563F" w:rsidRPr="00204DFD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563F" w:rsidRPr="00A71895" w:rsidTr="00A2301E">
        <w:tc>
          <w:tcPr>
            <w:tcW w:w="509" w:type="dxa"/>
            <w:vMerge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73" w:type="dxa"/>
            <w:shd w:val="clear" w:color="auto" w:fill="FFFFFF"/>
          </w:tcPr>
          <w:p w:rsidR="00AE563F" w:rsidRPr="00DB687D" w:rsidRDefault="00AE563F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1 400 985</w:t>
            </w:r>
            <w:r w:rsidRPr="00DB687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15</w:t>
            </w:r>
          </w:p>
        </w:tc>
        <w:tc>
          <w:tcPr>
            <w:tcW w:w="1100" w:type="dxa"/>
            <w:shd w:val="clear" w:color="auto" w:fill="FFFFFF"/>
          </w:tcPr>
          <w:p w:rsidR="00AE563F" w:rsidRPr="00DB687D" w:rsidRDefault="00AE563F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</w:rPr>
            </w:pPr>
            <w:r w:rsidRPr="00DB687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370 000</w:t>
            </w:r>
            <w:r w:rsidRPr="00DB687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DB687D">
              <w:rPr>
                <w:rFonts w:ascii="Times New Roman" w:hAnsi="Times New Roman"/>
              </w:rPr>
              <w:t>00</w:t>
            </w:r>
          </w:p>
        </w:tc>
        <w:tc>
          <w:tcPr>
            <w:tcW w:w="1100" w:type="dxa"/>
            <w:shd w:val="clear" w:color="auto" w:fill="FFFFFF"/>
          </w:tcPr>
          <w:p w:rsidR="00AE563F" w:rsidRPr="00DB687D" w:rsidRDefault="00AE563F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1 302 500 ,00</w:t>
            </w:r>
          </w:p>
        </w:tc>
        <w:tc>
          <w:tcPr>
            <w:tcW w:w="770" w:type="dxa"/>
            <w:shd w:val="clear" w:color="auto" w:fill="FFFFFF"/>
          </w:tcPr>
          <w:p w:rsidR="00AE563F" w:rsidRPr="00DB687D" w:rsidRDefault="00AE563F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DB687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302 500</w:t>
            </w:r>
            <w:r w:rsidRPr="00DB687D">
              <w:rPr>
                <w:rFonts w:ascii="Times New Roman" w:hAnsi="Times New Roman"/>
              </w:rPr>
              <w:t>,00</w:t>
            </w:r>
          </w:p>
        </w:tc>
        <w:tc>
          <w:tcPr>
            <w:tcW w:w="770" w:type="dxa"/>
            <w:shd w:val="clear" w:color="auto" w:fill="FFFFFF"/>
          </w:tcPr>
          <w:p w:rsidR="00AE563F" w:rsidRPr="00FB6464" w:rsidRDefault="00AE563F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DB687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302 500</w:t>
            </w:r>
            <w:r w:rsidRPr="00DB687D">
              <w:rPr>
                <w:rFonts w:ascii="Times New Roman" w:hAnsi="Times New Roman"/>
              </w:rPr>
              <w:t>,00</w:t>
            </w:r>
          </w:p>
        </w:tc>
        <w:tc>
          <w:tcPr>
            <w:tcW w:w="770" w:type="dxa"/>
            <w:shd w:val="clear" w:color="auto" w:fill="FFFFFF"/>
          </w:tcPr>
          <w:p w:rsidR="00AE563F" w:rsidRPr="00DB687D" w:rsidRDefault="00AE563F" w:rsidP="00564703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DB687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302 500</w:t>
            </w:r>
            <w:r w:rsidRPr="00DB687D">
              <w:rPr>
                <w:rFonts w:ascii="Times New Roman" w:hAnsi="Times New Roman"/>
              </w:rPr>
              <w:t>,00</w:t>
            </w:r>
          </w:p>
        </w:tc>
        <w:tc>
          <w:tcPr>
            <w:tcW w:w="770" w:type="dxa"/>
            <w:shd w:val="clear" w:color="auto" w:fill="FFFFFF"/>
          </w:tcPr>
          <w:p w:rsidR="00AE563F" w:rsidRPr="00FB6464" w:rsidRDefault="00AE563F" w:rsidP="00564703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DB687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302 500</w:t>
            </w:r>
            <w:r w:rsidRPr="00DB687D">
              <w:rPr>
                <w:rFonts w:ascii="Times New Roman" w:hAnsi="Times New Roman"/>
              </w:rPr>
              <w:t>,00</w:t>
            </w:r>
          </w:p>
        </w:tc>
        <w:tc>
          <w:tcPr>
            <w:tcW w:w="770" w:type="dxa"/>
            <w:shd w:val="clear" w:color="auto" w:fill="FFFFFF"/>
          </w:tcPr>
          <w:p w:rsidR="00AE563F" w:rsidRPr="00FB6464" w:rsidRDefault="00AE563F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DB687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302 500</w:t>
            </w:r>
            <w:r w:rsidRPr="00DB687D">
              <w:rPr>
                <w:rFonts w:ascii="Times New Roman" w:hAnsi="Times New Roman"/>
              </w:rPr>
              <w:t>,00</w:t>
            </w:r>
          </w:p>
        </w:tc>
        <w:tc>
          <w:tcPr>
            <w:tcW w:w="1497" w:type="dxa"/>
            <w:shd w:val="clear" w:color="auto" w:fill="FFFFFF"/>
          </w:tcPr>
          <w:p w:rsidR="00AE563F" w:rsidRPr="00F450EF" w:rsidRDefault="00AE563F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10 570 985,15</w:t>
            </w:r>
          </w:p>
        </w:tc>
        <w:tc>
          <w:tcPr>
            <w:tcW w:w="1100" w:type="dxa"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563F" w:rsidRPr="00A71895" w:rsidTr="00A2301E">
        <w:tc>
          <w:tcPr>
            <w:tcW w:w="509" w:type="dxa"/>
            <w:vMerge w:val="restart"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96" w:type="dxa"/>
            <w:vMerge w:val="restart"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"Ведение бухгалтерского учёта и составление отчётности учредителя и подведомственных учреждений физической культуры"</w:t>
            </w:r>
          </w:p>
        </w:tc>
        <w:tc>
          <w:tcPr>
            <w:tcW w:w="1467" w:type="dxa"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73" w:type="dxa"/>
            <w:shd w:val="clear" w:color="auto" w:fill="FFFFFF"/>
          </w:tcPr>
          <w:p w:rsidR="00AE563F" w:rsidRPr="0054492F" w:rsidRDefault="00AE563F" w:rsidP="00564703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4492F">
              <w:rPr>
                <w:rFonts w:ascii="Times New Roman" w:hAnsi="Times New Roman"/>
                <w:b/>
                <w:sz w:val="24"/>
                <w:szCs w:val="24"/>
              </w:rPr>
              <w:t>3 849 653, 00</w:t>
            </w:r>
          </w:p>
        </w:tc>
        <w:tc>
          <w:tcPr>
            <w:tcW w:w="1100" w:type="dxa"/>
            <w:shd w:val="clear" w:color="auto" w:fill="FFFFFF"/>
          </w:tcPr>
          <w:p w:rsidR="00AE563F" w:rsidRPr="0054492F" w:rsidRDefault="00AE563F" w:rsidP="00564703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4492F">
              <w:rPr>
                <w:rFonts w:ascii="Times New Roman" w:hAnsi="Times New Roman"/>
                <w:b/>
                <w:sz w:val="24"/>
                <w:szCs w:val="24"/>
              </w:rPr>
              <w:t>3 844 400, 00</w:t>
            </w:r>
          </w:p>
        </w:tc>
        <w:tc>
          <w:tcPr>
            <w:tcW w:w="1100" w:type="dxa"/>
            <w:shd w:val="clear" w:color="auto" w:fill="FFFFFF"/>
          </w:tcPr>
          <w:p w:rsidR="00AE563F" w:rsidRPr="0054492F" w:rsidRDefault="00AE563F" w:rsidP="0054492F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4492F">
              <w:rPr>
                <w:rFonts w:ascii="Times New Roman" w:hAnsi="Times New Roman"/>
                <w:b/>
                <w:sz w:val="24"/>
                <w:szCs w:val="24"/>
              </w:rPr>
              <w:t>3 660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54492F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54492F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770" w:type="dxa"/>
            <w:shd w:val="clear" w:color="auto" w:fill="FFFFFF"/>
          </w:tcPr>
          <w:p w:rsidR="00AE563F" w:rsidRPr="0054492F" w:rsidRDefault="00AE563F" w:rsidP="00564703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92F">
              <w:rPr>
                <w:rFonts w:ascii="Times New Roman" w:hAnsi="Times New Roman"/>
                <w:b/>
                <w:sz w:val="24"/>
                <w:szCs w:val="24"/>
              </w:rPr>
              <w:t>3 660  000,00</w:t>
            </w:r>
          </w:p>
        </w:tc>
        <w:tc>
          <w:tcPr>
            <w:tcW w:w="770" w:type="dxa"/>
            <w:shd w:val="clear" w:color="auto" w:fill="FFFFFF"/>
          </w:tcPr>
          <w:p w:rsidR="00AE563F" w:rsidRPr="0054492F" w:rsidRDefault="00AE563F" w:rsidP="00564703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4492F">
              <w:rPr>
                <w:rFonts w:ascii="Times New Roman" w:hAnsi="Times New Roman"/>
                <w:b/>
                <w:sz w:val="24"/>
                <w:szCs w:val="24"/>
              </w:rPr>
              <w:t>3 660 000,00</w:t>
            </w:r>
          </w:p>
        </w:tc>
        <w:tc>
          <w:tcPr>
            <w:tcW w:w="770" w:type="dxa"/>
            <w:shd w:val="clear" w:color="auto" w:fill="FFFFFF"/>
          </w:tcPr>
          <w:p w:rsidR="00AE563F" w:rsidRPr="0054492F" w:rsidRDefault="00AE563F" w:rsidP="00564703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92F">
              <w:rPr>
                <w:rFonts w:ascii="Times New Roman" w:hAnsi="Times New Roman"/>
                <w:b/>
                <w:sz w:val="24"/>
                <w:szCs w:val="24"/>
              </w:rPr>
              <w:t>3 660  000,00</w:t>
            </w:r>
          </w:p>
        </w:tc>
        <w:tc>
          <w:tcPr>
            <w:tcW w:w="770" w:type="dxa"/>
            <w:shd w:val="clear" w:color="auto" w:fill="FFFFFF"/>
          </w:tcPr>
          <w:p w:rsidR="00AE563F" w:rsidRPr="0054492F" w:rsidRDefault="00AE563F" w:rsidP="00564703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4492F">
              <w:rPr>
                <w:rFonts w:ascii="Times New Roman" w:hAnsi="Times New Roman"/>
                <w:b/>
                <w:sz w:val="24"/>
                <w:szCs w:val="24"/>
              </w:rPr>
              <w:t>3 660 000,00</w:t>
            </w:r>
          </w:p>
        </w:tc>
        <w:tc>
          <w:tcPr>
            <w:tcW w:w="770" w:type="dxa"/>
            <w:shd w:val="clear" w:color="auto" w:fill="FFFFFF"/>
          </w:tcPr>
          <w:p w:rsidR="00AE563F" w:rsidRPr="0054492F" w:rsidRDefault="00AE563F" w:rsidP="00564703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92F">
              <w:rPr>
                <w:rFonts w:ascii="Times New Roman" w:hAnsi="Times New Roman"/>
                <w:b/>
                <w:sz w:val="24"/>
                <w:szCs w:val="24"/>
              </w:rPr>
              <w:t>3 660  000,00</w:t>
            </w:r>
          </w:p>
        </w:tc>
        <w:tc>
          <w:tcPr>
            <w:tcW w:w="1497" w:type="dxa"/>
            <w:shd w:val="clear" w:color="auto" w:fill="FFFFFF"/>
          </w:tcPr>
          <w:p w:rsidR="00AE563F" w:rsidRPr="0054492F" w:rsidRDefault="00AE563F" w:rsidP="00564703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92F">
              <w:rPr>
                <w:rFonts w:ascii="Times New Roman" w:hAnsi="Times New Roman"/>
                <w:b/>
                <w:sz w:val="24"/>
                <w:szCs w:val="24"/>
              </w:rPr>
              <w:t>29 654 053,00</w:t>
            </w:r>
          </w:p>
        </w:tc>
        <w:tc>
          <w:tcPr>
            <w:tcW w:w="1100" w:type="dxa"/>
            <w:shd w:val="clear" w:color="auto" w:fill="FFFFFF"/>
          </w:tcPr>
          <w:p w:rsidR="00AE563F" w:rsidRPr="00F450EF" w:rsidRDefault="00AE563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63F" w:rsidRPr="00A71895" w:rsidTr="00A2301E">
        <w:tc>
          <w:tcPr>
            <w:tcW w:w="509" w:type="dxa"/>
            <w:vMerge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3" w:type="dxa"/>
            <w:shd w:val="clear" w:color="auto" w:fill="FFFFFF"/>
          </w:tcPr>
          <w:p w:rsidR="00AE563F" w:rsidRPr="00F450EF" w:rsidRDefault="00AE563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F450EF" w:rsidRDefault="00AE563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F450EF" w:rsidRDefault="00AE563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F450EF" w:rsidRDefault="00AE563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F450EF" w:rsidRDefault="00AE563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F450EF" w:rsidRDefault="00AE563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F450EF" w:rsidRDefault="00AE563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F450EF" w:rsidRDefault="00AE563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AE563F" w:rsidRPr="00F450EF" w:rsidRDefault="00AE563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F450EF" w:rsidRDefault="00AE563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63F" w:rsidRPr="00A71895" w:rsidTr="00A2301E">
        <w:tc>
          <w:tcPr>
            <w:tcW w:w="509" w:type="dxa"/>
            <w:vMerge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73" w:type="dxa"/>
            <w:shd w:val="clear" w:color="auto" w:fill="FFFFFF"/>
          </w:tcPr>
          <w:p w:rsidR="00AE563F" w:rsidRPr="00F450EF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F450EF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F450EF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F450EF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F450EF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F450EF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F450EF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AE563F" w:rsidRPr="00F450EF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AE563F" w:rsidRPr="00F450EF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AE563F" w:rsidRPr="00F450EF" w:rsidRDefault="00AE563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63F" w:rsidRPr="00A71895" w:rsidTr="00A2301E">
        <w:tc>
          <w:tcPr>
            <w:tcW w:w="509" w:type="dxa"/>
            <w:vMerge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AE563F" w:rsidRPr="00A71895" w:rsidRDefault="00AE563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73" w:type="dxa"/>
            <w:shd w:val="clear" w:color="auto" w:fill="FFFFFF"/>
          </w:tcPr>
          <w:p w:rsidR="00AE563F" w:rsidRPr="00F450EF" w:rsidRDefault="00AE563F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50E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 849 653</w:t>
            </w:r>
            <w:r w:rsidRPr="00F450E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50EF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100" w:type="dxa"/>
            <w:shd w:val="clear" w:color="auto" w:fill="FFFFFF"/>
          </w:tcPr>
          <w:p w:rsidR="00AE563F" w:rsidRPr="00F450EF" w:rsidRDefault="00AE563F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50E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 844 400</w:t>
            </w:r>
            <w:r w:rsidRPr="00F450E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50EF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100" w:type="dxa"/>
            <w:shd w:val="clear" w:color="auto" w:fill="FFFFFF"/>
          </w:tcPr>
          <w:p w:rsidR="00AE563F" w:rsidRPr="0054492F" w:rsidRDefault="00AE563F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4492F">
              <w:rPr>
                <w:rFonts w:ascii="Times New Roman" w:hAnsi="Times New Roman"/>
                <w:sz w:val="24"/>
                <w:szCs w:val="24"/>
              </w:rPr>
              <w:t>3 660 000, 00</w:t>
            </w:r>
          </w:p>
        </w:tc>
        <w:tc>
          <w:tcPr>
            <w:tcW w:w="770" w:type="dxa"/>
            <w:shd w:val="clear" w:color="auto" w:fill="FFFFFF"/>
          </w:tcPr>
          <w:p w:rsidR="00AE563F" w:rsidRPr="00F450EF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0E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660 </w:t>
            </w:r>
            <w:r w:rsidRPr="00F450EF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770" w:type="dxa"/>
            <w:shd w:val="clear" w:color="auto" w:fill="FFFFFF"/>
          </w:tcPr>
          <w:p w:rsidR="00AE563F" w:rsidRPr="00F450EF" w:rsidRDefault="00AE563F" w:rsidP="00564703">
            <w:pPr>
              <w:spacing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50E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 660 000</w:t>
            </w:r>
            <w:r w:rsidRPr="00F45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770" w:type="dxa"/>
            <w:shd w:val="clear" w:color="auto" w:fill="FFFFFF"/>
          </w:tcPr>
          <w:p w:rsidR="00AE563F" w:rsidRPr="00F450EF" w:rsidRDefault="00AE563F" w:rsidP="00564703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0E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660 </w:t>
            </w:r>
            <w:r w:rsidRPr="00F450EF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770" w:type="dxa"/>
            <w:shd w:val="clear" w:color="auto" w:fill="FFFFFF"/>
          </w:tcPr>
          <w:p w:rsidR="00AE563F" w:rsidRPr="00F450EF" w:rsidRDefault="00AE563F" w:rsidP="00564703">
            <w:pPr>
              <w:spacing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50E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 660 000</w:t>
            </w:r>
            <w:r w:rsidRPr="00F45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770" w:type="dxa"/>
            <w:shd w:val="clear" w:color="auto" w:fill="FFFFFF"/>
          </w:tcPr>
          <w:p w:rsidR="00AE563F" w:rsidRPr="00F450EF" w:rsidRDefault="00AE563F" w:rsidP="00564703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0E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660 </w:t>
            </w:r>
            <w:r w:rsidRPr="00F450EF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1497" w:type="dxa"/>
            <w:shd w:val="clear" w:color="auto" w:fill="FFFFFF"/>
          </w:tcPr>
          <w:p w:rsidR="00AE563F" w:rsidRPr="00F450EF" w:rsidRDefault="00AE563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29 654 053</w:t>
            </w:r>
            <w:r w:rsidRPr="00F45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100" w:type="dxa"/>
            <w:shd w:val="clear" w:color="auto" w:fill="FFFFFF"/>
          </w:tcPr>
          <w:p w:rsidR="00AE563F" w:rsidRPr="00F450EF" w:rsidRDefault="00AE563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E563F" w:rsidRDefault="00AE563F"/>
    <w:p w:rsidR="00AE563F" w:rsidRDefault="00AE563F"/>
    <w:p w:rsidR="00AE563F" w:rsidRDefault="00AE563F"/>
    <w:p w:rsidR="00AE563F" w:rsidRDefault="00AE563F"/>
    <w:p w:rsidR="00AE563F" w:rsidRDefault="00AE563F"/>
    <w:p w:rsidR="00AE563F" w:rsidRDefault="00AE563F"/>
    <w:p w:rsidR="00AE563F" w:rsidRDefault="00AE563F"/>
    <w:p w:rsidR="00AE563F" w:rsidRDefault="00AE563F"/>
    <w:p w:rsidR="00AE563F" w:rsidRDefault="00AE563F"/>
    <w:p w:rsidR="00AE563F" w:rsidRDefault="00AE563F"/>
    <w:p w:rsidR="00AE563F" w:rsidRDefault="00AE563F"/>
    <w:p w:rsidR="00AE563F" w:rsidRDefault="00AE563F"/>
    <w:p w:rsidR="00AE563F" w:rsidRDefault="00AE563F"/>
    <w:p w:rsidR="00AE563F" w:rsidRPr="001B4F7C" w:rsidRDefault="00AE563F" w:rsidP="006C02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6</w:t>
      </w:r>
    </w:p>
    <w:p w:rsidR="00AE563F" w:rsidRPr="00204DFD" w:rsidRDefault="00AE563F" w:rsidP="006C02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4DFD">
        <w:rPr>
          <w:rFonts w:ascii="Times New Roman" w:hAnsi="Times New Roman"/>
          <w:sz w:val="24"/>
          <w:szCs w:val="24"/>
        </w:rPr>
        <w:t>к протоколу № 5 от 28.10.2024</w:t>
      </w:r>
    </w:p>
    <w:p w:rsidR="00AE563F" w:rsidRPr="001B4F7C" w:rsidRDefault="00AE563F" w:rsidP="006C02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4DFD">
        <w:rPr>
          <w:rFonts w:ascii="Times New Roman" w:hAnsi="Times New Roman"/>
          <w:sz w:val="24"/>
          <w:szCs w:val="24"/>
        </w:rPr>
        <w:t>заседания управляющего совета</w:t>
      </w:r>
      <w:r w:rsidRPr="001B4F7C">
        <w:rPr>
          <w:rFonts w:ascii="Times New Roman" w:hAnsi="Times New Roman"/>
          <w:sz w:val="24"/>
          <w:szCs w:val="24"/>
        </w:rPr>
        <w:t xml:space="preserve"> </w:t>
      </w:r>
    </w:p>
    <w:p w:rsidR="00AE563F" w:rsidRPr="001B4F7C" w:rsidRDefault="00AE563F" w:rsidP="006C02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B4F7C">
        <w:rPr>
          <w:rFonts w:ascii="Times New Roman" w:hAnsi="Times New Roman"/>
          <w:color w:val="000000"/>
          <w:sz w:val="24"/>
          <w:szCs w:val="24"/>
        </w:rPr>
        <w:t>муниципальной программ</w:t>
      </w:r>
      <w:r>
        <w:rPr>
          <w:rFonts w:ascii="Times New Roman" w:hAnsi="Times New Roman"/>
          <w:color w:val="000000"/>
          <w:sz w:val="24"/>
          <w:szCs w:val="24"/>
        </w:rPr>
        <w:t>ы</w:t>
      </w:r>
    </w:p>
    <w:p w:rsidR="00AE563F" w:rsidRDefault="00AE563F" w:rsidP="006C02F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 xml:space="preserve"> «Развитие физической культуры и</w:t>
      </w:r>
    </w:p>
    <w:p w:rsidR="00AE563F" w:rsidRDefault="00AE563F" w:rsidP="00EB6A44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 xml:space="preserve"> массового спорта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9197D">
        <w:rPr>
          <w:rFonts w:ascii="Times New Roman" w:hAnsi="Times New Roman"/>
          <w:color w:val="000000"/>
          <w:sz w:val="24"/>
          <w:szCs w:val="24"/>
        </w:rPr>
        <w:t>на территории</w:t>
      </w:r>
    </w:p>
    <w:p w:rsidR="00AE563F" w:rsidRPr="0059197D" w:rsidRDefault="00AE563F" w:rsidP="00EB6A44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 xml:space="preserve"> Гайского городского округа»</w:t>
      </w:r>
    </w:p>
    <w:p w:rsidR="00AE563F" w:rsidRPr="005534F6" w:rsidRDefault="00AE563F" w:rsidP="001917EF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  <w:lang w:eastAsia="en-US"/>
        </w:rPr>
      </w:pPr>
    </w:p>
    <w:p w:rsidR="00AE563F" w:rsidRDefault="00AE563F" w:rsidP="001917EF">
      <w:pPr>
        <w:jc w:val="right"/>
        <w:rPr>
          <w:sz w:val="24"/>
          <w:szCs w:val="24"/>
          <w:lang w:eastAsia="en-US"/>
        </w:rPr>
      </w:pPr>
    </w:p>
    <w:p w:rsidR="00AE563F" w:rsidRPr="00111000" w:rsidRDefault="00AE563F" w:rsidP="001917EF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en-US"/>
        </w:rPr>
      </w:pPr>
      <w:r w:rsidRPr="00111000">
        <w:rPr>
          <w:rFonts w:ascii="Times New Roman" w:hAnsi="Times New Roman"/>
          <w:sz w:val="28"/>
          <w:szCs w:val="28"/>
          <w:lang w:eastAsia="en-US"/>
        </w:rPr>
        <w:t>Информация об обеспечении реализации муниципальной программы за счет налоговых расходов</w:t>
      </w:r>
    </w:p>
    <w:p w:rsidR="00AE563F" w:rsidRPr="001917EF" w:rsidRDefault="00AE563F" w:rsidP="001917EF">
      <w:pPr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  <w:lang w:eastAsia="en-US"/>
        </w:rPr>
      </w:pPr>
    </w:p>
    <w:tbl>
      <w:tblPr>
        <w:tblW w:w="1569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1582"/>
        <w:gridCol w:w="4840"/>
        <w:gridCol w:w="2310"/>
        <w:gridCol w:w="1184"/>
        <w:gridCol w:w="849"/>
        <w:gridCol w:w="851"/>
        <w:gridCol w:w="851"/>
        <w:gridCol w:w="851"/>
        <w:gridCol w:w="850"/>
        <w:gridCol w:w="849"/>
      </w:tblGrid>
      <w:tr w:rsidR="00AE563F" w:rsidRPr="007C17E3" w:rsidTr="00CC266B"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7C17E3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C17E3">
              <w:rPr>
                <w:rFonts w:ascii="Times New Roman" w:hAnsi="Times New Roman"/>
                <w:lang w:eastAsia="en-US"/>
              </w:rPr>
              <w:t>N п/п</w:t>
            </w:r>
          </w:p>
        </w:tc>
        <w:tc>
          <w:tcPr>
            <w:tcW w:w="1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7C17E3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C17E3">
              <w:rPr>
                <w:rFonts w:ascii="Times New Roman" w:hAnsi="Times New Roman"/>
                <w:lang w:eastAsia="en-US"/>
              </w:rPr>
              <w:t>Статус</w:t>
            </w:r>
          </w:p>
        </w:tc>
        <w:tc>
          <w:tcPr>
            <w:tcW w:w="4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7C17E3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C17E3">
              <w:rPr>
                <w:rFonts w:ascii="Times New Roman" w:hAnsi="Times New Roman"/>
                <w:lang w:eastAsia="en-US"/>
              </w:rPr>
              <w:t>Наименование структурного элемента муниципальной программы, результата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7C17E3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C17E3">
              <w:rPr>
                <w:rFonts w:ascii="Times New Roman" w:hAnsi="Times New Roman"/>
                <w:lang w:eastAsia="en-US"/>
              </w:rPr>
              <w:t>Наименование главного распорядителя бюджетных средств, ответственного за реализацию муниципальной  политики по соответствующему направлению расходов</w:t>
            </w:r>
          </w:p>
        </w:tc>
        <w:tc>
          <w:tcPr>
            <w:tcW w:w="11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7C17E3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C17E3">
              <w:rPr>
                <w:rFonts w:ascii="Times New Roman" w:hAnsi="Times New Roman"/>
                <w:lang w:eastAsia="en-US"/>
              </w:rPr>
              <w:t>Наименование налогового расхода</w:t>
            </w:r>
          </w:p>
        </w:tc>
        <w:tc>
          <w:tcPr>
            <w:tcW w:w="51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7C17E3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C17E3">
              <w:rPr>
                <w:rFonts w:ascii="Times New Roman" w:hAnsi="Times New Roman"/>
                <w:lang w:eastAsia="en-US"/>
              </w:rPr>
              <w:t>Оценка расходов</w:t>
            </w:r>
          </w:p>
        </w:tc>
      </w:tr>
      <w:tr w:rsidR="00AE563F" w:rsidRPr="007C17E3" w:rsidTr="00CC266B"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7C17E3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7C17E3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7C17E3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7C17E3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7C17E3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7C17E3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C17E3">
              <w:rPr>
                <w:rFonts w:ascii="Times New Roman" w:hAnsi="Times New Roman"/>
                <w:lang w:eastAsia="en-US"/>
              </w:rPr>
              <w:t>очередного года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7C17E3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C17E3">
              <w:rPr>
                <w:rFonts w:ascii="Times New Roman" w:hAnsi="Times New Roman"/>
                <w:lang w:eastAsia="en-US"/>
              </w:rPr>
              <w:t>первого года планового периода</w:t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7C17E3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C17E3">
              <w:rPr>
                <w:rFonts w:ascii="Times New Roman" w:hAnsi="Times New Roman"/>
                <w:lang w:eastAsia="en-US"/>
              </w:rPr>
              <w:t>второго года планового периода</w:t>
            </w:r>
          </w:p>
        </w:tc>
      </w:tr>
      <w:tr w:rsidR="00AE563F" w:rsidRPr="001917EF" w:rsidTr="00CC266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1917EF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917EF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1917EF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917EF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1917EF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917EF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1917EF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917EF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1917EF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917EF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1917EF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917EF"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1917EF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917EF"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1917EF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917EF"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1917EF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917EF"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1917EF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917EF"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1917EF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917EF">
              <w:rPr>
                <w:rFonts w:ascii="Times New Roman" w:hAnsi="Times New Roman"/>
                <w:sz w:val="20"/>
                <w:szCs w:val="20"/>
                <w:lang w:eastAsia="en-US"/>
              </w:rPr>
              <w:t>11</w:t>
            </w:r>
          </w:p>
        </w:tc>
      </w:tr>
      <w:tr w:rsidR="00AE563F" w:rsidRPr="001917EF" w:rsidTr="00CC266B">
        <w:trPr>
          <w:trHeight w:val="66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1917EF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01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17E3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(комплексная программа)</w:t>
            </w:r>
          </w:p>
          <w:p w:rsidR="00AE563F" w:rsidRPr="007C17E3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17E3">
              <w:rPr>
                <w:rFonts w:ascii="Times New Roman" w:hAnsi="Times New Roman"/>
                <w:b/>
                <w:sz w:val="24"/>
                <w:szCs w:val="24"/>
              </w:rPr>
              <w:t>«Развитие  физической культуры и массового спорта на территории Гайского городского округа»</w:t>
            </w:r>
          </w:p>
        </w:tc>
      </w:tr>
      <w:tr w:rsidR="00AE563F" w:rsidRPr="001917EF" w:rsidTr="00CC266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Структурный элемент 1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</w:rPr>
              <w:t>Региональный проект «Спорт – норма жизни»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Спорткомитет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AE563F" w:rsidRPr="001917EF" w:rsidTr="00CC266B">
        <w:trPr>
          <w:trHeight w:val="76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1.1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Мероприятие (результат) 1</w:t>
            </w:r>
          </w:p>
          <w:p w:rsidR="00AE563F" w:rsidRPr="00CC266B" w:rsidRDefault="00AE563F" w:rsidP="007A4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</w:rPr>
              <w:t>Мероприятие (результат)1. Создание спортивных площадок для занятий физической культуры и спортом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Спорткомитет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AE563F" w:rsidRPr="001917EF" w:rsidTr="007A4D82">
        <w:trPr>
          <w:trHeight w:val="863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1.2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Мероприятие (результат) 2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9A6081" w:rsidRDefault="00AE563F" w:rsidP="007A4D82">
            <w:pPr>
              <w:spacing w:after="0" w:line="240" w:lineRule="auto"/>
              <w:rPr>
                <w:rFonts w:ascii="Times New Roman" w:hAnsi="Times New Roman"/>
              </w:rPr>
            </w:pPr>
            <w:r w:rsidRPr="009A6081">
              <w:rPr>
                <w:rFonts w:ascii="Times New Roman" w:hAnsi="Times New Roman"/>
              </w:rPr>
              <w:t>Мероприятие (результата) 2. Приобретение автомобиля</w:t>
            </w:r>
            <w:r w:rsidRPr="009A6081">
              <w:rPr>
                <w:rFonts w:ascii="Times New Roman" w:hAnsi="Times New Roman"/>
                <w:b/>
              </w:rPr>
              <w:t xml:space="preserve"> </w:t>
            </w:r>
            <w:r w:rsidRPr="009A6081">
              <w:rPr>
                <w:rFonts w:ascii="Times New Roman" w:hAnsi="Times New Roman"/>
              </w:rPr>
              <w:t>для приведения</w:t>
            </w:r>
            <w:r w:rsidRPr="009A6081">
              <w:rPr>
                <w:rFonts w:ascii="Times New Roman" w:hAnsi="Times New Roman"/>
                <w:b/>
              </w:rPr>
              <w:t xml:space="preserve"> </w:t>
            </w:r>
            <w:r w:rsidRPr="009A6081">
              <w:rPr>
                <w:rFonts w:ascii="Times New Roman" w:hAnsi="Times New Roman"/>
              </w:rPr>
              <w:t>организаций спортивной подготовки в нормативное состояние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9A6081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A6081">
              <w:rPr>
                <w:rFonts w:ascii="Times New Roman" w:hAnsi="Times New Roman"/>
                <w:lang w:eastAsia="en-US"/>
              </w:rPr>
              <w:t>Спорткомитет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AE563F" w:rsidRPr="00CC266B" w:rsidTr="00CC266B">
        <w:trPr>
          <w:trHeight w:val="1203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2.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Структурный элемент 2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rPr>
                <w:rFonts w:ascii="Times New Roman" w:hAnsi="Times New Roman"/>
              </w:rPr>
            </w:pPr>
            <w:r w:rsidRPr="00CC266B">
              <w:rPr>
                <w:rFonts w:ascii="Times New Roman" w:hAnsi="Times New Roman"/>
              </w:rPr>
              <w:t>Комплекс процессных мероприятий "Организация и проведение  физкультурных мероприятий и массовых спортивных мероприятий, участие команд в соревнованиях различного уровня в соответствии с календарным планом"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Спорткомитет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AE563F" w:rsidRPr="00CC266B" w:rsidTr="00CC266B">
        <w:trPr>
          <w:trHeight w:val="690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2.1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Мероприятие (результат) 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rPr>
                <w:rFonts w:ascii="Times New Roman" w:hAnsi="Times New Roman"/>
              </w:rPr>
            </w:pPr>
            <w:r w:rsidRPr="00CC266B">
              <w:rPr>
                <w:rFonts w:ascii="Times New Roman" w:hAnsi="Times New Roman"/>
              </w:rPr>
              <w:t>Мероприятие (результат)1. Привлечены жители к систематическим занятиям физической культурой и спортом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Спорткомитет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AE563F" w:rsidRPr="00CC266B" w:rsidTr="00CC266B">
        <w:trPr>
          <w:trHeight w:val="1038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111000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11000">
              <w:rPr>
                <w:rFonts w:ascii="Times New Roman" w:hAnsi="Times New Roman"/>
                <w:lang w:eastAsia="en-US"/>
              </w:rPr>
              <w:t>3.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111000" w:rsidRDefault="00AE563F" w:rsidP="007A4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11000">
              <w:rPr>
                <w:rFonts w:ascii="Times New Roman" w:hAnsi="Times New Roman"/>
                <w:lang w:eastAsia="en-US"/>
              </w:rPr>
              <w:t>Структурный элемент 3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111000" w:rsidRDefault="00AE563F" w:rsidP="007A4D82">
            <w:pPr>
              <w:spacing w:after="0" w:line="240" w:lineRule="auto"/>
              <w:rPr>
                <w:rFonts w:ascii="Times New Roman" w:hAnsi="Times New Roman"/>
              </w:rPr>
            </w:pPr>
            <w:r w:rsidRPr="00111000">
              <w:rPr>
                <w:rFonts w:ascii="Times New Roman" w:hAnsi="Times New Roman"/>
              </w:rPr>
              <w:t xml:space="preserve">Комплекс процессных мероприятий "Организация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(ГТО)" 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Спорткомитет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AE563F" w:rsidRPr="00CC266B" w:rsidTr="00CC266B">
        <w:trPr>
          <w:trHeight w:val="941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111000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11000">
              <w:rPr>
                <w:rFonts w:ascii="Times New Roman" w:hAnsi="Times New Roman"/>
                <w:lang w:eastAsia="en-US"/>
              </w:rPr>
              <w:t>3.1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111000" w:rsidRDefault="00AE563F" w:rsidP="007A4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11000">
              <w:rPr>
                <w:rFonts w:ascii="Times New Roman" w:hAnsi="Times New Roman"/>
                <w:lang w:eastAsia="en-US"/>
              </w:rPr>
              <w:t>Мероприятие (результат) 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111000" w:rsidRDefault="00AE563F" w:rsidP="007A4D82">
            <w:pPr>
              <w:spacing w:after="0" w:line="240" w:lineRule="auto"/>
              <w:rPr>
                <w:rFonts w:ascii="Times New Roman" w:hAnsi="Times New Roman"/>
              </w:rPr>
            </w:pPr>
            <w:r w:rsidRPr="00111000">
              <w:rPr>
                <w:rFonts w:ascii="Times New Roman" w:hAnsi="Times New Roman"/>
              </w:rPr>
              <w:t>Мероприятие (результат)1. Проведено комплексное тестирование населения Гайского ГО в рамках Всероссийского физкультурно-спортивного комплекса «Готов к труду и обороне» (ГТО).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Спорткомитет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AE563F" w:rsidRPr="00CC266B" w:rsidTr="00CC266B">
        <w:trPr>
          <w:trHeight w:val="680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4.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Структурный элемент 4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rPr>
                <w:rFonts w:ascii="Times New Roman" w:hAnsi="Times New Roman"/>
              </w:rPr>
            </w:pPr>
            <w:r w:rsidRPr="00CC266B">
              <w:rPr>
                <w:rFonts w:ascii="Times New Roman" w:hAnsi="Times New Roman"/>
              </w:rPr>
              <w:t>Комплекс процессных мероприятий "Обеспечение условий для развития физической культуры и спорта в учреждениях спортивной подготовки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Спорткомитет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AE563F" w:rsidRPr="00CC266B" w:rsidTr="00CC266B">
        <w:trPr>
          <w:trHeight w:val="669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4.1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Мероприятие (результат) 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rPr>
                <w:rFonts w:ascii="Times New Roman" w:hAnsi="Times New Roman"/>
              </w:rPr>
            </w:pPr>
            <w:r w:rsidRPr="00CC266B">
              <w:rPr>
                <w:rFonts w:ascii="Times New Roman" w:hAnsi="Times New Roman"/>
              </w:rPr>
              <w:t>Мероприятие (результат)1. Организовано  осуществление спортивной подготовки по олимпийским и не олимпийским  видам спорта.</w:t>
            </w:r>
            <w:r w:rsidRPr="00CC266B">
              <w:rPr>
                <w:rFonts w:ascii="Times New Roman" w:hAnsi="Times New Roman"/>
                <w:color w:val="FF0000"/>
              </w:rPr>
              <w:t xml:space="preserve">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Спорткомитет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AE563F" w:rsidRPr="00CC266B" w:rsidTr="00CC266B">
        <w:trPr>
          <w:trHeight w:val="552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204DFD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04DFD">
              <w:rPr>
                <w:rFonts w:ascii="Times New Roman" w:hAnsi="Times New Roman"/>
                <w:lang w:eastAsia="en-US"/>
              </w:rPr>
              <w:t>4.2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204DFD" w:rsidRDefault="00AE563F" w:rsidP="007A4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04DFD">
              <w:rPr>
                <w:rFonts w:ascii="Times New Roman" w:hAnsi="Times New Roman"/>
              </w:rPr>
              <w:t>Мероприятие (результат)2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204DFD" w:rsidRDefault="00AE563F" w:rsidP="00111000">
            <w:pPr>
              <w:spacing w:after="0" w:line="240" w:lineRule="auto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Мероприятие (результат)2. Реализуются дополнительные общеразвивающие программы физкультурно - спортивной   направленности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Спорткомитет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4501F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4501F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4501F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4501F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4501F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4501F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4501F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AE563F" w:rsidRPr="00CC266B" w:rsidTr="00CC266B">
        <w:trPr>
          <w:trHeight w:val="552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204DFD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04DFD">
              <w:rPr>
                <w:rFonts w:ascii="Times New Roman" w:hAnsi="Times New Roman"/>
                <w:lang w:eastAsia="en-US"/>
              </w:rPr>
              <w:t>4.3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204DFD" w:rsidRDefault="00AE563F" w:rsidP="007A4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04DFD">
              <w:rPr>
                <w:rFonts w:ascii="Times New Roman" w:hAnsi="Times New Roman"/>
                <w:lang w:eastAsia="en-US"/>
              </w:rPr>
              <w:t>Мероприятие (результат) 3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204DFD" w:rsidRDefault="00AE563F" w:rsidP="007A4D82">
            <w:pPr>
              <w:spacing w:after="0" w:line="240" w:lineRule="auto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Мероприятие (результат)3. Проведено благоустройство территории  в МАУ ДО «СШ Рекорд»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Спорткомитет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AE563F" w:rsidRPr="00CC266B" w:rsidTr="00CC266B">
        <w:trPr>
          <w:trHeight w:val="1024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204DFD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04DFD">
              <w:rPr>
                <w:rFonts w:ascii="Times New Roman" w:hAnsi="Times New Roman"/>
                <w:lang w:eastAsia="en-US"/>
              </w:rPr>
              <w:t>5.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204DFD" w:rsidRDefault="00AE563F" w:rsidP="007A4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04DFD">
              <w:rPr>
                <w:rFonts w:ascii="Times New Roman" w:hAnsi="Times New Roman"/>
                <w:lang w:eastAsia="en-US"/>
              </w:rPr>
              <w:t>Структурный элемент 5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204DFD" w:rsidRDefault="00AE563F" w:rsidP="007A4D82">
            <w:pPr>
              <w:spacing w:after="0" w:line="240" w:lineRule="auto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Комплекс процессных мероприятий  "Обеспечение условий для доступа к объектам спорта на территории муниципального образования Гайский городской округ»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Спорткомитет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AE563F" w:rsidRPr="00CC266B" w:rsidTr="00CC266B">
        <w:trPr>
          <w:trHeight w:val="871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204DFD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04DFD">
              <w:rPr>
                <w:rFonts w:ascii="Times New Roman" w:hAnsi="Times New Roman"/>
                <w:lang w:eastAsia="en-US"/>
              </w:rPr>
              <w:t>5.1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204DFD" w:rsidRDefault="00AE563F" w:rsidP="007A4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04DFD">
              <w:rPr>
                <w:rFonts w:ascii="Times New Roman" w:hAnsi="Times New Roman"/>
                <w:lang w:eastAsia="en-US"/>
              </w:rPr>
              <w:t>Мероприятие (результат) 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204DFD" w:rsidRDefault="00AE563F" w:rsidP="007A4D82">
            <w:pPr>
              <w:spacing w:after="0" w:line="240" w:lineRule="auto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Мероприятие (результат)1. Предоставлен доступ к объектам спорта учреждения МАУ «Физкультурно-оздоровительный комплекс «Горняк»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Спорткомитет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AE563F" w:rsidRPr="00CC266B" w:rsidTr="00111000">
        <w:trPr>
          <w:trHeight w:val="653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204DFD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04DFD">
              <w:rPr>
                <w:rFonts w:ascii="Times New Roman" w:hAnsi="Times New Roman"/>
                <w:lang w:eastAsia="en-US"/>
              </w:rPr>
              <w:t>5.2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204DFD" w:rsidRDefault="00AE563F" w:rsidP="007A4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04DFD">
              <w:rPr>
                <w:rFonts w:ascii="Times New Roman" w:hAnsi="Times New Roman"/>
                <w:lang w:eastAsia="en-US"/>
              </w:rPr>
              <w:t>Мероприятие (результат) 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204DFD" w:rsidRDefault="00AE563F" w:rsidP="007A4D82">
            <w:pPr>
              <w:spacing w:after="0" w:line="240" w:lineRule="auto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Мероприятие (результат)2.Создание спортивных площадок открытого типа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4501F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Спорткомитет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4501F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4501F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4501F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4501F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4501F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4501F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4501F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AE563F" w:rsidRPr="00CC266B" w:rsidTr="00CC266B">
        <w:trPr>
          <w:trHeight w:val="1024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204DFD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04DFD">
              <w:rPr>
                <w:rFonts w:ascii="Times New Roman" w:hAnsi="Times New Roman"/>
                <w:lang w:eastAsia="en-US"/>
              </w:rPr>
              <w:t>6.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204DFD" w:rsidRDefault="00AE563F" w:rsidP="007A4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04DFD">
              <w:rPr>
                <w:rFonts w:ascii="Times New Roman" w:hAnsi="Times New Roman"/>
                <w:lang w:eastAsia="en-US"/>
              </w:rPr>
              <w:t>Структурный элемент 6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204DFD" w:rsidRDefault="00AE563F" w:rsidP="007A4D82">
            <w:pPr>
              <w:spacing w:after="0" w:line="240" w:lineRule="auto"/>
              <w:rPr>
                <w:rFonts w:ascii="Times New Roman" w:hAnsi="Times New Roman"/>
              </w:rPr>
            </w:pPr>
            <w:r w:rsidRPr="00204DFD">
              <w:rPr>
                <w:rFonts w:ascii="Times New Roman" w:hAnsi="Times New Roman"/>
              </w:rPr>
              <w:t>Комплекс процессных мероприятий "Обеспечение выполнения муниципальной политики, обеспечивающей развитие системы физической культуры и массового спорта в городском округе"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Спорткомитет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AE563F" w:rsidRPr="00CC266B" w:rsidTr="00CC266B">
        <w:trPr>
          <w:trHeight w:val="264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6.1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Мероприятие (результат) 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rPr>
                <w:rFonts w:ascii="Times New Roman" w:hAnsi="Times New Roman"/>
              </w:rPr>
            </w:pPr>
            <w:r w:rsidRPr="00CC266B">
              <w:rPr>
                <w:rFonts w:ascii="Times New Roman" w:hAnsi="Times New Roman"/>
              </w:rPr>
              <w:t>Мероприятие (результат)1. Эффективное функционирование системы управления физической культуры и спорта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Спорткомитет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AE563F" w:rsidRPr="00CC266B" w:rsidTr="00CC266B">
        <w:trPr>
          <w:trHeight w:val="264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7.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Структурный элемент 7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rPr>
                <w:rFonts w:ascii="Times New Roman" w:hAnsi="Times New Roman"/>
              </w:rPr>
            </w:pPr>
            <w:r w:rsidRPr="00CC266B">
              <w:rPr>
                <w:rFonts w:ascii="Times New Roman" w:hAnsi="Times New Roman"/>
              </w:rPr>
              <w:t>Комплекс процессных мероприятий "Ведение бухгалтерского учёта и составление отчётности учредителя и подведомственных учреждений физической культуры"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Спорткомитет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AE563F" w:rsidRPr="00CC266B" w:rsidTr="00CC266B">
        <w:trPr>
          <w:trHeight w:val="264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7.1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Мероприятие (результат) 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rPr>
                <w:rFonts w:ascii="Times New Roman" w:hAnsi="Times New Roman"/>
              </w:rPr>
            </w:pPr>
            <w:r w:rsidRPr="00CC266B">
              <w:rPr>
                <w:rFonts w:ascii="Times New Roman" w:hAnsi="Times New Roman"/>
              </w:rPr>
              <w:t>Мероприятие (результат)1. Выполнение функций по бухгалтерскому учету учредителя и  подведомственных учреждений.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Спорткомитет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63F" w:rsidRPr="00CC266B" w:rsidRDefault="00AE563F" w:rsidP="007A4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C266B">
              <w:rPr>
                <w:rFonts w:ascii="Times New Roman" w:hAnsi="Times New Roman"/>
                <w:lang w:eastAsia="en-US"/>
              </w:rPr>
              <w:t>0</w:t>
            </w:r>
          </w:p>
        </w:tc>
      </w:tr>
    </w:tbl>
    <w:p w:rsidR="00AE563F" w:rsidRPr="00CC266B" w:rsidRDefault="00AE563F" w:rsidP="006D1B3C">
      <w:pPr>
        <w:spacing w:after="0" w:line="240" w:lineRule="auto"/>
        <w:contextualSpacing/>
        <w:rPr>
          <w:rFonts w:ascii="Times New Roman" w:hAnsi="Times New Roman"/>
          <w:color w:val="000000"/>
        </w:rPr>
      </w:pPr>
    </w:p>
    <w:p w:rsidR="00AE563F" w:rsidRDefault="00AE563F" w:rsidP="007D746F">
      <w:pPr>
        <w:spacing w:after="0" w:line="240" w:lineRule="auto"/>
        <w:contextualSpacing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AE563F" w:rsidRDefault="00AE563F" w:rsidP="006C02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E563F" w:rsidRPr="001B4F7C" w:rsidRDefault="00AE563F" w:rsidP="006C02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7</w:t>
      </w:r>
    </w:p>
    <w:p w:rsidR="00AE563F" w:rsidRPr="00204DFD" w:rsidRDefault="00AE563F" w:rsidP="006C02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4DFD">
        <w:rPr>
          <w:rFonts w:ascii="Times New Roman" w:hAnsi="Times New Roman"/>
          <w:sz w:val="24"/>
          <w:szCs w:val="24"/>
        </w:rPr>
        <w:t>к протоколу № 5 от 28.10.2024</w:t>
      </w:r>
    </w:p>
    <w:p w:rsidR="00AE563F" w:rsidRPr="001B4F7C" w:rsidRDefault="00AE563F" w:rsidP="006C02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B4F7C">
        <w:rPr>
          <w:rFonts w:ascii="Times New Roman" w:hAnsi="Times New Roman"/>
          <w:sz w:val="24"/>
          <w:szCs w:val="24"/>
        </w:rPr>
        <w:t xml:space="preserve">заседания управляющего совета </w:t>
      </w:r>
    </w:p>
    <w:p w:rsidR="00AE563F" w:rsidRPr="001B4F7C" w:rsidRDefault="00AE563F" w:rsidP="006C02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B4F7C">
        <w:rPr>
          <w:rFonts w:ascii="Times New Roman" w:hAnsi="Times New Roman"/>
          <w:color w:val="000000"/>
          <w:sz w:val="24"/>
          <w:szCs w:val="24"/>
        </w:rPr>
        <w:t>муниципальной программ</w:t>
      </w:r>
      <w:r>
        <w:rPr>
          <w:rFonts w:ascii="Times New Roman" w:hAnsi="Times New Roman"/>
          <w:color w:val="000000"/>
          <w:sz w:val="24"/>
          <w:szCs w:val="24"/>
        </w:rPr>
        <w:t>ы</w:t>
      </w:r>
    </w:p>
    <w:p w:rsidR="00AE563F" w:rsidRPr="0059197D" w:rsidRDefault="00AE563F" w:rsidP="006C02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 xml:space="preserve"> «Развитие физической культуры и массового спорта</w:t>
      </w:r>
    </w:p>
    <w:p w:rsidR="00AE563F" w:rsidRPr="0059197D" w:rsidRDefault="00AE563F" w:rsidP="007D746F">
      <w:pPr>
        <w:spacing w:after="0" w:line="240" w:lineRule="auto"/>
        <w:ind w:left="273" w:right="42"/>
        <w:jc w:val="right"/>
        <w:rPr>
          <w:rFonts w:ascii="Times New Roman" w:hAnsi="Times New Roman"/>
          <w:color w:val="000000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на территории Гайского городского округа»</w:t>
      </w:r>
    </w:p>
    <w:p w:rsidR="00AE563F" w:rsidRPr="00B233CF" w:rsidRDefault="00AE563F" w:rsidP="00F470E5">
      <w:pPr>
        <w:pStyle w:val="ListParagraph"/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</w:rPr>
      </w:pPr>
      <w:r w:rsidRPr="00DF0743">
        <w:rPr>
          <w:rFonts w:ascii="Times New Roman" w:hAnsi="Times New Roman"/>
          <w:sz w:val="28"/>
          <w:szCs w:val="28"/>
        </w:rPr>
        <w:t>Сведения о методике расчета показателей (результатов) муниципальной программы (комплексной программы) Гайского</w:t>
      </w:r>
      <w:r w:rsidRPr="00B233CF">
        <w:rPr>
          <w:rFonts w:ascii="Times New Roman" w:hAnsi="Times New Roman"/>
          <w:sz w:val="28"/>
          <w:szCs w:val="28"/>
        </w:rPr>
        <w:t xml:space="preserve"> городского округа </w:t>
      </w:r>
    </w:p>
    <w:tbl>
      <w:tblPr>
        <w:tblW w:w="15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90"/>
        <w:gridCol w:w="1877"/>
        <w:gridCol w:w="968"/>
        <w:gridCol w:w="1531"/>
        <w:gridCol w:w="4189"/>
        <w:gridCol w:w="1219"/>
        <w:gridCol w:w="1168"/>
        <w:gridCol w:w="2453"/>
        <w:gridCol w:w="1430"/>
      </w:tblGrid>
      <w:tr w:rsidR="00AE563F" w:rsidRPr="00C73724" w:rsidTr="001D4D5C">
        <w:tc>
          <w:tcPr>
            <w:tcW w:w="690" w:type="dxa"/>
            <w:shd w:val="clear" w:color="auto" w:fill="FFFFFF"/>
          </w:tcPr>
          <w:p w:rsidR="00AE563F" w:rsidRPr="00C73724" w:rsidRDefault="00AE563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877" w:type="dxa"/>
            <w:shd w:val="clear" w:color="auto" w:fill="FFFFFF"/>
          </w:tcPr>
          <w:p w:rsidR="00AE563F" w:rsidRPr="00C73724" w:rsidRDefault="00AE563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Наименование показателя (результат)</w:t>
            </w:r>
          </w:p>
        </w:tc>
        <w:tc>
          <w:tcPr>
            <w:tcW w:w="968" w:type="dxa"/>
            <w:shd w:val="clear" w:color="auto" w:fill="FFFFFF"/>
          </w:tcPr>
          <w:p w:rsidR="00AE563F" w:rsidRPr="00C73724" w:rsidRDefault="00AE563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31" w:type="dxa"/>
            <w:shd w:val="clear" w:color="auto" w:fill="FFFFFF"/>
          </w:tcPr>
          <w:p w:rsidR="00AE563F" w:rsidRPr="00C73724" w:rsidRDefault="00AE563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Алгоритм формирования (формула) и методологические пояснения</w:t>
            </w:r>
          </w:p>
        </w:tc>
        <w:tc>
          <w:tcPr>
            <w:tcW w:w="4189" w:type="dxa"/>
            <w:shd w:val="clear" w:color="auto" w:fill="FFFFFF"/>
          </w:tcPr>
          <w:p w:rsidR="00AE563F" w:rsidRPr="00C73724" w:rsidRDefault="00AE563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Базовые показатели (используемые в формуле)</w:t>
            </w:r>
          </w:p>
        </w:tc>
        <w:tc>
          <w:tcPr>
            <w:tcW w:w="1219" w:type="dxa"/>
            <w:shd w:val="clear" w:color="auto" w:fill="FFFFFF"/>
          </w:tcPr>
          <w:p w:rsidR="00AE563F" w:rsidRPr="00C73724" w:rsidRDefault="00AE563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Метод сбора информации, индекс формы отчетности</w:t>
            </w:r>
          </w:p>
        </w:tc>
        <w:tc>
          <w:tcPr>
            <w:tcW w:w="1168" w:type="dxa"/>
            <w:shd w:val="clear" w:color="auto" w:fill="FFFFFF"/>
          </w:tcPr>
          <w:p w:rsidR="00AE563F" w:rsidRPr="00C73724" w:rsidRDefault="00AE563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Ответственный за сбор данных по показателю</w:t>
            </w:r>
          </w:p>
        </w:tc>
        <w:tc>
          <w:tcPr>
            <w:tcW w:w="2453" w:type="dxa"/>
            <w:shd w:val="clear" w:color="auto" w:fill="FFFFFF"/>
          </w:tcPr>
          <w:p w:rsidR="00AE563F" w:rsidRPr="00C73724" w:rsidRDefault="00AE563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Источник данных</w:t>
            </w:r>
          </w:p>
        </w:tc>
        <w:tc>
          <w:tcPr>
            <w:tcW w:w="1430" w:type="dxa"/>
            <w:shd w:val="clear" w:color="auto" w:fill="FFFFFF"/>
          </w:tcPr>
          <w:p w:rsidR="00AE563F" w:rsidRPr="00C73724" w:rsidRDefault="00AE563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Срок представления годовой отчетной информации</w:t>
            </w:r>
          </w:p>
        </w:tc>
      </w:tr>
      <w:tr w:rsidR="00AE563F" w:rsidRPr="00C73724" w:rsidTr="001D4D5C">
        <w:tc>
          <w:tcPr>
            <w:tcW w:w="690" w:type="dxa"/>
            <w:shd w:val="clear" w:color="auto" w:fill="FFFFFF"/>
          </w:tcPr>
          <w:p w:rsidR="00AE563F" w:rsidRPr="00C73724" w:rsidRDefault="00AE563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7" w:type="dxa"/>
            <w:shd w:val="clear" w:color="auto" w:fill="FFFFFF"/>
          </w:tcPr>
          <w:p w:rsidR="00AE563F" w:rsidRPr="00C73724" w:rsidRDefault="00AE563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8" w:type="dxa"/>
            <w:shd w:val="clear" w:color="auto" w:fill="FFFFFF"/>
          </w:tcPr>
          <w:p w:rsidR="00AE563F" w:rsidRPr="00C73724" w:rsidRDefault="00AE563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1" w:type="dxa"/>
            <w:shd w:val="clear" w:color="auto" w:fill="FFFFFF"/>
          </w:tcPr>
          <w:p w:rsidR="00AE563F" w:rsidRPr="00C73724" w:rsidRDefault="00AE563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89" w:type="dxa"/>
            <w:shd w:val="clear" w:color="auto" w:fill="FFFFFF"/>
          </w:tcPr>
          <w:p w:rsidR="00AE563F" w:rsidRPr="00C73724" w:rsidRDefault="00AE563F" w:rsidP="00F470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19" w:type="dxa"/>
            <w:shd w:val="clear" w:color="auto" w:fill="FFFFFF"/>
          </w:tcPr>
          <w:p w:rsidR="00AE563F" w:rsidRPr="00C73724" w:rsidRDefault="00AE563F" w:rsidP="00F470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68" w:type="dxa"/>
            <w:shd w:val="clear" w:color="auto" w:fill="FFFFFF"/>
          </w:tcPr>
          <w:p w:rsidR="00AE563F" w:rsidRPr="00C73724" w:rsidRDefault="00AE563F" w:rsidP="00F470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53" w:type="dxa"/>
            <w:shd w:val="clear" w:color="auto" w:fill="FFFFFF"/>
          </w:tcPr>
          <w:p w:rsidR="00AE563F" w:rsidRPr="00C73724" w:rsidRDefault="00AE563F" w:rsidP="00F470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30" w:type="dxa"/>
            <w:shd w:val="clear" w:color="auto" w:fill="FFFFFF"/>
          </w:tcPr>
          <w:p w:rsidR="00AE563F" w:rsidRPr="00C73724" w:rsidRDefault="00AE563F" w:rsidP="00F470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E563F" w:rsidRPr="00A71895" w:rsidTr="001D4D5C">
        <w:tc>
          <w:tcPr>
            <w:tcW w:w="690" w:type="dxa"/>
            <w:shd w:val="clear" w:color="auto" w:fill="FFFFFF"/>
          </w:tcPr>
          <w:p w:rsidR="00AE563F" w:rsidRPr="00EE121A" w:rsidRDefault="00AE563F" w:rsidP="009C17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21A">
              <w:rPr>
                <w:rFonts w:ascii="Times New Roman" w:hAnsi="Times New Roman"/>
              </w:rPr>
              <w:t>1</w:t>
            </w:r>
          </w:p>
        </w:tc>
        <w:tc>
          <w:tcPr>
            <w:tcW w:w="1877" w:type="dxa"/>
            <w:shd w:val="clear" w:color="auto" w:fill="FFFFFF"/>
          </w:tcPr>
          <w:p w:rsidR="00AE563F" w:rsidRPr="00EE121A" w:rsidRDefault="00AE563F" w:rsidP="008F588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E121A">
              <w:rPr>
                <w:rFonts w:ascii="Times New Roman" w:hAnsi="Times New Roman"/>
                <w:color w:val="000000"/>
              </w:rPr>
              <w:t>Доля населения муниципального образования, систематически занимающегося физической культурой и спортом, в общей численности населения муниципального образования в возрасте 3-79 лет</w:t>
            </w:r>
          </w:p>
        </w:tc>
        <w:tc>
          <w:tcPr>
            <w:tcW w:w="968" w:type="dxa"/>
            <w:shd w:val="clear" w:color="auto" w:fill="FFFFFF"/>
          </w:tcPr>
          <w:p w:rsidR="00AE563F" w:rsidRPr="00EE121A" w:rsidRDefault="00AE563F" w:rsidP="002B46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21A">
              <w:rPr>
                <w:rFonts w:ascii="Times New Roman" w:hAnsi="Times New Roman"/>
              </w:rPr>
              <w:t>%</w:t>
            </w:r>
          </w:p>
        </w:tc>
        <w:tc>
          <w:tcPr>
            <w:tcW w:w="1531" w:type="dxa"/>
            <w:shd w:val="clear" w:color="auto" w:fill="FFFFFF"/>
          </w:tcPr>
          <w:p w:rsidR="00AE563F" w:rsidRPr="00EE121A" w:rsidRDefault="00AE563F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E121A">
              <w:rPr>
                <w:rFonts w:ascii="Times New Roman" w:hAnsi="Times New Roman"/>
              </w:rPr>
              <w:t> </w:t>
            </w:r>
            <w:r w:rsidRPr="00EE121A">
              <w:rPr>
                <w:rFonts w:ascii="Times New Roman" w:hAnsi="Times New Roman"/>
                <w:color w:val="000000"/>
              </w:rPr>
              <w:t>Дз = Чз / Чн x 100</w:t>
            </w:r>
            <w:r w:rsidRPr="00EE121A">
              <w:rPr>
                <w:rFonts w:ascii="Times New Roman" w:hAnsi="Times New Roman"/>
                <w:color w:val="000000"/>
              </w:rPr>
              <w:br/>
            </w:r>
          </w:p>
        </w:tc>
        <w:tc>
          <w:tcPr>
            <w:tcW w:w="4189" w:type="dxa"/>
            <w:shd w:val="clear" w:color="auto" w:fill="FFFFFF"/>
          </w:tcPr>
          <w:p w:rsidR="00AE563F" w:rsidRPr="00124327" w:rsidRDefault="00AE563F" w:rsidP="008F588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4327">
              <w:rPr>
                <w:rFonts w:ascii="Times New Roman" w:hAnsi="Times New Roman"/>
              </w:rPr>
              <w:t xml:space="preserve">Дз - доля граждан, систематически занимающихся физической культурой и спортом              Чз – численность занимающихся физической культурой и спортом;              Чн - численность населения города в возрасте </w:t>
            </w:r>
            <w:r w:rsidRPr="00124327">
              <w:rPr>
                <w:rFonts w:ascii="Times New Roman" w:hAnsi="Times New Roman"/>
                <w:b/>
              </w:rPr>
              <w:t>3 - 79 лет</w:t>
            </w:r>
            <w:r w:rsidRPr="00124327">
              <w:rPr>
                <w:rFonts w:ascii="Times New Roman" w:hAnsi="Times New Roman"/>
              </w:rPr>
              <w:t>, занимающегося физической культурой и спортом, в соответствии с данными федерального статистического наблюдения по форме № 1-ФК «Сведения о физической культуре и спорте</w:t>
            </w:r>
          </w:p>
        </w:tc>
        <w:tc>
          <w:tcPr>
            <w:tcW w:w="1219" w:type="dxa"/>
            <w:shd w:val="clear" w:color="auto" w:fill="FFFFFF"/>
          </w:tcPr>
          <w:p w:rsidR="00AE563F" w:rsidRPr="00EE121A" w:rsidRDefault="00AE563F" w:rsidP="003308ED">
            <w:pPr>
              <w:spacing w:line="240" w:lineRule="auto"/>
              <w:rPr>
                <w:rFonts w:ascii="Times New Roman" w:hAnsi="Times New Roman"/>
              </w:rPr>
            </w:pPr>
            <w:r w:rsidRPr="00EE121A">
              <w:rPr>
                <w:rFonts w:ascii="Times New Roman" w:hAnsi="Times New Roman"/>
                <w:color w:val="FF0000"/>
              </w:rPr>
              <w:t> </w:t>
            </w:r>
            <w:r w:rsidRPr="00EE121A">
              <w:rPr>
                <w:rFonts w:ascii="Times New Roman" w:hAnsi="Times New Roman"/>
              </w:rPr>
              <w:t>Отчет</w:t>
            </w:r>
          </w:p>
          <w:p w:rsidR="00AE563F" w:rsidRPr="00EE121A" w:rsidRDefault="00AE563F" w:rsidP="003308ED">
            <w:pPr>
              <w:spacing w:line="240" w:lineRule="auto"/>
              <w:rPr>
                <w:rFonts w:ascii="Times New Roman" w:hAnsi="Times New Roman"/>
                <w:color w:val="FF0000"/>
              </w:rPr>
            </w:pPr>
          </w:p>
          <w:p w:rsidR="00AE563F" w:rsidRPr="00EE121A" w:rsidRDefault="00AE563F" w:rsidP="003308ED">
            <w:pPr>
              <w:spacing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168" w:type="dxa"/>
            <w:shd w:val="clear" w:color="auto" w:fill="FFFFFF"/>
          </w:tcPr>
          <w:p w:rsidR="00AE563F" w:rsidRPr="00EE121A" w:rsidRDefault="00AE563F" w:rsidP="003308ED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EE121A">
              <w:rPr>
                <w:rFonts w:ascii="Times New Roman" w:hAnsi="Times New Roman"/>
              </w:rPr>
              <w:t> Спорт</w:t>
            </w:r>
            <w:r>
              <w:rPr>
                <w:rFonts w:ascii="Times New Roman" w:hAnsi="Times New Roman"/>
              </w:rPr>
              <w:t xml:space="preserve"> -</w:t>
            </w:r>
            <w:r w:rsidRPr="00EE121A">
              <w:rPr>
                <w:rFonts w:ascii="Times New Roman" w:hAnsi="Times New Roman"/>
              </w:rPr>
              <w:t>комитет</w:t>
            </w:r>
          </w:p>
        </w:tc>
        <w:tc>
          <w:tcPr>
            <w:tcW w:w="2453" w:type="dxa"/>
            <w:shd w:val="clear" w:color="auto" w:fill="FFFFFF"/>
          </w:tcPr>
          <w:p w:rsidR="00AE563F" w:rsidRPr="00EE121A" w:rsidRDefault="00AE563F" w:rsidP="003308ED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EE121A">
              <w:rPr>
                <w:rFonts w:ascii="Times New Roman" w:hAnsi="Times New Roman"/>
                <w:color w:val="000000"/>
              </w:rPr>
              <w:t>форма статистического наблюдения № 1-ФК «Сведения о физической культуре и спорте»</w:t>
            </w:r>
          </w:p>
        </w:tc>
        <w:tc>
          <w:tcPr>
            <w:tcW w:w="1430" w:type="dxa"/>
            <w:shd w:val="clear" w:color="auto" w:fill="FFFFFF"/>
          </w:tcPr>
          <w:p w:rsidR="00AE563F" w:rsidRPr="00EE121A" w:rsidRDefault="00AE563F" w:rsidP="003308ED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EE121A">
              <w:rPr>
                <w:rFonts w:ascii="Times New Roman" w:hAnsi="Times New Roman"/>
              </w:rPr>
              <w:t> </w:t>
            </w:r>
            <w:r w:rsidRPr="00EE121A">
              <w:rPr>
                <w:rFonts w:ascii="Times New Roman" w:hAnsi="Times New Roman"/>
                <w:color w:val="000000"/>
              </w:rPr>
              <w:t xml:space="preserve">ежегодно </w:t>
            </w:r>
            <w:r w:rsidRPr="00124327">
              <w:rPr>
                <w:rFonts w:ascii="Times New Roman" w:hAnsi="Times New Roman"/>
              </w:rPr>
              <w:t xml:space="preserve">до </w:t>
            </w:r>
            <w:r w:rsidRPr="00427CC5">
              <w:rPr>
                <w:rFonts w:ascii="Times New Roman" w:hAnsi="Times New Roman"/>
              </w:rPr>
              <w:t>31 января года,</w:t>
            </w:r>
            <w:r w:rsidRPr="00EE121A">
              <w:rPr>
                <w:rFonts w:ascii="Times New Roman" w:hAnsi="Times New Roman"/>
                <w:color w:val="000000"/>
              </w:rPr>
              <w:t xml:space="preserve"> следующего за отчетным периодом, по состоянию на 31 декабря отчетного года</w:t>
            </w:r>
          </w:p>
        </w:tc>
      </w:tr>
      <w:tr w:rsidR="00AE563F" w:rsidRPr="00A71895" w:rsidTr="001D4D5C">
        <w:tc>
          <w:tcPr>
            <w:tcW w:w="690" w:type="dxa"/>
            <w:shd w:val="clear" w:color="auto" w:fill="FFFFFF"/>
          </w:tcPr>
          <w:p w:rsidR="00AE563F" w:rsidRPr="00EE121A" w:rsidRDefault="00AE563F" w:rsidP="009C17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21A">
              <w:rPr>
                <w:rFonts w:ascii="Times New Roman" w:hAnsi="Times New Roman"/>
              </w:rPr>
              <w:t>2</w:t>
            </w:r>
          </w:p>
        </w:tc>
        <w:tc>
          <w:tcPr>
            <w:tcW w:w="1877" w:type="dxa"/>
            <w:shd w:val="clear" w:color="auto" w:fill="FFFFFF"/>
          </w:tcPr>
          <w:p w:rsidR="00AE563F" w:rsidRPr="00EE121A" w:rsidRDefault="00AE563F" w:rsidP="008F588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E121A">
              <w:rPr>
                <w:rFonts w:ascii="Times New Roman" w:hAnsi="Times New Roman"/>
                <w:color w:val="000000"/>
              </w:rPr>
              <w:t>Уровень обеспеченности граждан спортивными сооружениями исходя из единовременной  пропускной способности</w:t>
            </w:r>
          </w:p>
        </w:tc>
        <w:tc>
          <w:tcPr>
            <w:tcW w:w="968" w:type="dxa"/>
            <w:shd w:val="clear" w:color="auto" w:fill="FFFFFF"/>
          </w:tcPr>
          <w:p w:rsidR="00AE563F" w:rsidRPr="00EE121A" w:rsidRDefault="00AE563F" w:rsidP="002B46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21A">
              <w:rPr>
                <w:rFonts w:ascii="Times New Roman" w:hAnsi="Times New Roman"/>
              </w:rPr>
              <w:t>%</w:t>
            </w:r>
          </w:p>
        </w:tc>
        <w:tc>
          <w:tcPr>
            <w:tcW w:w="1531" w:type="dxa"/>
            <w:shd w:val="clear" w:color="auto" w:fill="FFFFFF"/>
          </w:tcPr>
          <w:p w:rsidR="00AE563F" w:rsidRPr="00EE121A" w:rsidRDefault="00AE563F" w:rsidP="008F588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EE121A">
              <w:rPr>
                <w:rFonts w:ascii="Times New Roman" w:hAnsi="Times New Roman"/>
              </w:rPr>
              <w:t>ЕПС = ЕПСфакт / ЕПСнорм х 100</w:t>
            </w:r>
          </w:p>
          <w:p w:rsidR="00AE563F" w:rsidRPr="00EE121A" w:rsidRDefault="00AE563F" w:rsidP="00330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89" w:type="dxa"/>
            <w:shd w:val="clear" w:color="auto" w:fill="FFFFFF"/>
          </w:tcPr>
          <w:p w:rsidR="00AE563F" w:rsidRPr="00EE121A" w:rsidRDefault="00AE563F" w:rsidP="008F5885">
            <w:pPr>
              <w:spacing w:after="0" w:line="240" w:lineRule="auto"/>
              <w:rPr>
                <w:rFonts w:ascii="Times New Roman" w:hAnsi="Times New Roman"/>
              </w:rPr>
            </w:pPr>
            <w:r w:rsidRPr="00EE121A">
              <w:rPr>
                <w:rFonts w:ascii="Times New Roman" w:hAnsi="Times New Roman"/>
              </w:rPr>
              <w:t>ЕПС – уровень обеспеченности спортивными сооружениями, исходя из единовременной пропускной способности объектов спорта;        ЕПСфакт – единовременная пропускная способность имеющихся спортивных сооружений в соответствии с данными федерального статистического наблюдения по форме № 1-ФК;         ЕПСнорм – необходимая нормативная единовременная пропускная способность спортивных сооружений</w:t>
            </w:r>
          </w:p>
        </w:tc>
        <w:tc>
          <w:tcPr>
            <w:tcW w:w="1219" w:type="dxa"/>
            <w:shd w:val="clear" w:color="auto" w:fill="FFFFFF"/>
          </w:tcPr>
          <w:p w:rsidR="00AE563F" w:rsidRPr="00124327" w:rsidRDefault="00AE563F" w:rsidP="003308ED">
            <w:pPr>
              <w:spacing w:line="240" w:lineRule="auto"/>
              <w:rPr>
                <w:rFonts w:ascii="Times New Roman" w:hAnsi="Times New Roman"/>
              </w:rPr>
            </w:pPr>
            <w:r w:rsidRPr="00EE121A">
              <w:rPr>
                <w:rFonts w:ascii="Times New Roman" w:hAnsi="Times New Roman"/>
                <w:color w:val="FF0000"/>
              </w:rPr>
              <w:t> </w:t>
            </w:r>
            <w:r w:rsidRPr="00124327">
              <w:rPr>
                <w:rFonts w:ascii="Times New Roman" w:hAnsi="Times New Roman"/>
              </w:rPr>
              <w:t>Отчет</w:t>
            </w:r>
          </w:p>
          <w:p w:rsidR="00AE563F" w:rsidRPr="00EE121A" w:rsidRDefault="00AE563F" w:rsidP="003308ED">
            <w:pPr>
              <w:spacing w:line="240" w:lineRule="auto"/>
              <w:rPr>
                <w:rFonts w:ascii="Times New Roman" w:hAnsi="Times New Roman"/>
                <w:color w:val="FF0000"/>
              </w:rPr>
            </w:pPr>
          </w:p>
          <w:p w:rsidR="00AE563F" w:rsidRPr="00EE121A" w:rsidRDefault="00AE563F" w:rsidP="003308ED">
            <w:pPr>
              <w:spacing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168" w:type="dxa"/>
            <w:shd w:val="clear" w:color="auto" w:fill="FFFFFF"/>
          </w:tcPr>
          <w:p w:rsidR="00AE563F" w:rsidRPr="00EE121A" w:rsidRDefault="00AE563F" w:rsidP="003308ED">
            <w:pPr>
              <w:spacing w:line="240" w:lineRule="auto"/>
              <w:rPr>
                <w:rFonts w:ascii="Times New Roman" w:hAnsi="Times New Roman"/>
              </w:rPr>
            </w:pPr>
            <w:r w:rsidRPr="00EE121A">
              <w:rPr>
                <w:rFonts w:ascii="Times New Roman" w:hAnsi="Times New Roman"/>
              </w:rPr>
              <w:t> Спорт</w:t>
            </w:r>
            <w:r>
              <w:rPr>
                <w:rFonts w:ascii="Times New Roman" w:hAnsi="Times New Roman"/>
              </w:rPr>
              <w:t>-</w:t>
            </w:r>
            <w:r w:rsidRPr="00EE121A">
              <w:rPr>
                <w:rFonts w:ascii="Times New Roman" w:hAnsi="Times New Roman"/>
              </w:rPr>
              <w:t>комитет</w:t>
            </w:r>
          </w:p>
        </w:tc>
        <w:tc>
          <w:tcPr>
            <w:tcW w:w="2453" w:type="dxa"/>
            <w:shd w:val="clear" w:color="auto" w:fill="FFFFFF"/>
          </w:tcPr>
          <w:p w:rsidR="00AE563F" w:rsidRPr="00EE121A" w:rsidRDefault="00AE563F" w:rsidP="003308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E121A">
              <w:rPr>
                <w:rFonts w:ascii="Times New Roman" w:hAnsi="Times New Roman"/>
                <w:color w:val="000000"/>
              </w:rPr>
              <w:t>форма статистического наблюдения № 1-ФК «Сведения о физической культуре и спорте»</w:t>
            </w:r>
          </w:p>
        </w:tc>
        <w:tc>
          <w:tcPr>
            <w:tcW w:w="1430" w:type="dxa"/>
            <w:shd w:val="clear" w:color="auto" w:fill="FFFFFF"/>
          </w:tcPr>
          <w:p w:rsidR="00AE563F" w:rsidRPr="00EE121A" w:rsidRDefault="00AE563F" w:rsidP="003308ED">
            <w:pPr>
              <w:spacing w:line="240" w:lineRule="auto"/>
              <w:rPr>
                <w:rFonts w:ascii="Times New Roman" w:hAnsi="Times New Roman"/>
              </w:rPr>
            </w:pPr>
            <w:r w:rsidRPr="00EE121A">
              <w:rPr>
                <w:rFonts w:ascii="Times New Roman" w:hAnsi="Times New Roman"/>
              </w:rPr>
              <w:t xml:space="preserve"> ежегодно до </w:t>
            </w:r>
            <w:r>
              <w:rPr>
                <w:rFonts w:ascii="Times New Roman" w:hAnsi="Times New Roman"/>
              </w:rPr>
              <w:t>31</w:t>
            </w:r>
            <w:r w:rsidRPr="00EE121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января </w:t>
            </w:r>
            <w:r w:rsidRPr="00EE121A">
              <w:rPr>
                <w:rFonts w:ascii="Times New Roman" w:hAnsi="Times New Roman"/>
              </w:rPr>
              <w:t>года, следующего за отчетным периодом, по состоянию на 31 декабря отчетного года</w:t>
            </w:r>
          </w:p>
        </w:tc>
      </w:tr>
      <w:tr w:rsidR="00AE563F" w:rsidRPr="00A259DE" w:rsidTr="001D4D5C">
        <w:tc>
          <w:tcPr>
            <w:tcW w:w="690" w:type="dxa"/>
            <w:shd w:val="clear" w:color="auto" w:fill="FFFFFF"/>
          </w:tcPr>
          <w:p w:rsidR="00AE563F" w:rsidRPr="00EE121A" w:rsidRDefault="00AE563F" w:rsidP="00EE121A">
            <w:pPr>
              <w:spacing w:after="0" w:line="240" w:lineRule="auto"/>
              <w:rPr>
                <w:rFonts w:ascii="Times New Roman" w:hAnsi="Times New Roman"/>
              </w:rPr>
            </w:pPr>
            <w:r w:rsidRPr="00EE121A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77" w:type="dxa"/>
            <w:shd w:val="clear" w:color="auto" w:fill="FFFFFF"/>
          </w:tcPr>
          <w:p w:rsidR="00AE563F" w:rsidRPr="00EE121A" w:rsidRDefault="00AE563F" w:rsidP="003308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E121A">
              <w:rPr>
                <w:rFonts w:ascii="Times New Roman" w:hAnsi="Times New Roman"/>
                <w:color w:val="000000"/>
              </w:rPr>
              <w:t>Кол-во человек, привлеченных к участию в массовых спортивных мероприятиях</w:t>
            </w:r>
          </w:p>
        </w:tc>
        <w:tc>
          <w:tcPr>
            <w:tcW w:w="968" w:type="dxa"/>
            <w:shd w:val="clear" w:color="auto" w:fill="FFFFFF"/>
          </w:tcPr>
          <w:p w:rsidR="00AE563F" w:rsidRPr="00EE121A" w:rsidRDefault="00AE563F" w:rsidP="00EE121A">
            <w:pPr>
              <w:spacing w:after="0" w:line="240" w:lineRule="auto"/>
              <w:rPr>
                <w:rFonts w:ascii="Times New Roman" w:hAnsi="Times New Roman"/>
              </w:rPr>
            </w:pPr>
            <w:r w:rsidRPr="00EE121A">
              <w:rPr>
                <w:rFonts w:ascii="Times New Roman" w:hAnsi="Times New Roman"/>
              </w:rPr>
              <w:t> Кол-во человек</w:t>
            </w:r>
          </w:p>
        </w:tc>
        <w:tc>
          <w:tcPr>
            <w:tcW w:w="1531" w:type="dxa"/>
            <w:shd w:val="clear" w:color="auto" w:fill="FFFFFF"/>
          </w:tcPr>
          <w:p w:rsidR="00AE563F" w:rsidRPr="00EE121A" w:rsidRDefault="00AE563F" w:rsidP="002B46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E121A">
              <w:rPr>
                <w:rFonts w:ascii="Times New Roman" w:hAnsi="Times New Roman"/>
              </w:rPr>
              <w:t>-</w:t>
            </w:r>
          </w:p>
        </w:tc>
        <w:tc>
          <w:tcPr>
            <w:tcW w:w="4189" w:type="dxa"/>
            <w:shd w:val="clear" w:color="auto" w:fill="FFFFFF"/>
          </w:tcPr>
          <w:p w:rsidR="00AE563F" w:rsidRPr="00EE121A" w:rsidRDefault="00AE563F" w:rsidP="00EE121A">
            <w:pPr>
              <w:spacing w:after="0" w:line="240" w:lineRule="auto"/>
              <w:rPr>
                <w:rFonts w:ascii="Times New Roman" w:hAnsi="Times New Roman"/>
              </w:rPr>
            </w:pPr>
            <w:r w:rsidRPr="00EE121A">
              <w:rPr>
                <w:rFonts w:ascii="Times New Roman" w:hAnsi="Times New Roman"/>
              </w:rPr>
              <w:t>Абсолютный показатель (количество человек)</w:t>
            </w:r>
          </w:p>
        </w:tc>
        <w:tc>
          <w:tcPr>
            <w:tcW w:w="1219" w:type="dxa"/>
            <w:shd w:val="clear" w:color="auto" w:fill="FFFFFF"/>
          </w:tcPr>
          <w:p w:rsidR="00AE563F" w:rsidRPr="00124327" w:rsidRDefault="00AE563F" w:rsidP="00C81BDE">
            <w:pPr>
              <w:spacing w:line="240" w:lineRule="auto"/>
              <w:rPr>
                <w:rFonts w:ascii="Times New Roman" w:hAnsi="Times New Roman"/>
              </w:rPr>
            </w:pPr>
            <w:r w:rsidRPr="00124327">
              <w:rPr>
                <w:rFonts w:ascii="Times New Roman" w:hAnsi="Times New Roman"/>
              </w:rPr>
              <w:t>итоговые протоколы проведения спортивных и физкультурных мероприятий, отчеты главных судей</w:t>
            </w:r>
          </w:p>
        </w:tc>
        <w:tc>
          <w:tcPr>
            <w:tcW w:w="1168" w:type="dxa"/>
            <w:shd w:val="clear" w:color="auto" w:fill="FFFFFF"/>
          </w:tcPr>
          <w:p w:rsidR="00AE563F" w:rsidRPr="00EE121A" w:rsidRDefault="00AE563F" w:rsidP="003308ED">
            <w:pPr>
              <w:spacing w:line="240" w:lineRule="auto"/>
              <w:rPr>
                <w:rFonts w:ascii="Times New Roman" w:hAnsi="Times New Roman"/>
              </w:rPr>
            </w:pPr>
            <w:r w:rsidRPr="00EE121A">
              <w:rPr>
                <w:rFonts w:ascii="Times New Roman" w:hAnsi="Times New Roman"/>
              </w:rPr>
              <w:t>Спорт</w:t>
            </w:r>
            <w:r>
              <w:rPr>
                <w:rFonts w:ascii="Times New Roman" w:hAnsi="Times New Roman"/>
              </w:rPr>
              <w:t>-</w:t>
            </w:r>
            <w:r w:rsidRPr="00EE121A">
              <w:rPr>
                <w:rFonts w:ascii="Times New Roman" w:hAnsi="Times New Roman"/>
              </w:rPr>
              <w:t>комитет</w:t>
            </w:r>
          </w:p>
        </w:tc>
        <w:tc>
          <w:tcPr>
            <w:tcW w:w="2453" w:type="dxa"/>
            <w:shd w:val="clear" w:color="auto" w:fill="FFFFFF"/>
          </w:tcPr>
          <w:p w:rsidR="00AE563F" w:rsidRPr="00EE121A" w:rsidRDefault="00AE563F" w:rsidP="00EE12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E121A">
              <w:rPr>
                <w:rFonts w:ascii="Times New Roman" w:hAnsi="Times New Roman"/>
                <w:color w:val="000000"/>
              </w:rPr>
              <w:t xml:space="preserve">Форма ежеквартального отчета физической культуры, спорта </w:t>
            </w:r>
          </w:p>
        </w:tc>
        <w:tc>
          <w:tcPr>
            <w:tcW w:w="1430" w:type="dxa"/>
            <w:shd w:val="clear" w:color="auto" w:fill="FFFFFF"/>
          </w:tcPr>
          <w:p w:rsidR="00AE563F" w:rsidRPr="00EE121A" w:rsidRDefault="00AE563F" w:rsidP="003308ED">
            <w:pPr>
              <w:spacing w:line="240" w:lineRule="auto"/>
              <w:rPr>
                <w:rFonts w:ascii="Times New Roman" w:hAnsi="Times New Roman"/>
              </w:rPr>
            </w:pPr>
            <w:r w:rsidRPr="00EE121A">
              <w:rPr>
                <w:rFonts w:ascii="Times New Roman" w:hAnsi="Times New Roman"/>
              </w:rPr>
              <w:t>ежеквартально</w:t>
            </w:r>
          </w:p>
        </w:tc>
      </w:tr>
      <w:tr w:rsidR="00AE563F" w:rsidRPr="00A259DE" w:rsidTr="001D4D5C">
        <w:trPr>
          <w:trHeight w:val="2044"/>
        </w:trPr>
        <w:tc>
          <w:tcPr>
            <w:tcW w:w="690" w:type="dxa"/>
            <w:shd w:val="clear" w:color="auto" w:fill="FFFFFF"/>
          </w:tcPr>
          <w:p w:rsidR="00AE563F" w:rsidRPr="00F14CD9" w:rsidRDefault="00AE563F" w:rsidP="00EE121A">
            <w:pPr>
              <w:spacing w:after="0" w:line="240" w:lineRule="auto"/>
              <w:rPr>
                <w:rFonts w:ascii="Times New Roman" w:hAnsi="Times New Roman"/>
              </w:rPr>
            </w:pPr>
            <w:r w:rsidRPr="00F14CD9">
              <w:rPr>
                <w:rFonts w:ascii="Times New Roman" w:hAnsi="Times New Roman"/>
              </w:rPr>
              <w:t> 4</w:t>
            </w:r>
          </w:p>
        </w:tc>
        <w:tc>
          <w:tcPr>
            <w:tcW w:w="1877" w:type="dxa"/>
            <w:shd w:val="clear" w:color="auto" w:fill="FFFFFF"/>
          </w:tcPr>
          <w:p w:rsidR="00AE563F" w:rsidRPr="00F14CD9" w:rsidRDefault="00AE563F" w:rsidP="003308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F14CD9">
              <w:rPr>
                <w:rFonts w:ascii="Times New Roman" w:hAnsi="Times New Roman"/>
                <w:color w:val="000000"/>
              </w:rPr>
              <w:t>Проведение тестирования выполнения нормативов испытаний (тестов) комплексаГТО</w:t>
            </w:r>
          </w:p>
        </w:tc>
        <w:tc>
          <w:tcPr>
            <w:tcW w:w="968" w:type="dxa"/>
            <w:shd w:val="clear" w:color="auto" w:fill="FFFFFF"/>
          </w:tcPr>
          <w:p w:rsidR="00AE563F" w:rsidRPr="00F14CD9" w:rsidRDefault="00AE563F" w:rsidP="00EE121A">
            <w:pPr>
              <w:spacing w:after="0" w:line="240" w:lineRule="auto"/>
              <w:rPr>
                <w:rFonts w:ascii="Times New Roman" w:hAnsi="Times New Roman"/>
              </w:rPr>
            </w:pPr>
            <w:r w:rsidRPr="00F14CD9">
              <w:rPr>
                <w:rFonts w:ascii="Times New Roman" w:hAnsi="Times New Roman"/>
              </w:rPr>
              <w:t> Кол-во человек</w:t>
            </w:r>
          </w:p>
        </w:tc>
        <w:tc>
          <w:tcPr>
            <w:tcW w:w="1531" w:type="dxa"/>
            <w:shd w:val="clear" w:color="auto" w:fill="FFFFFF"/>
          </w:tcPr>
          <w:p w:rsidR="00AE563F" w:rsidRPr="00F14CD9" w:rsidRDefault="00AE563F" w:rsidP="002B46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F14CD9">
              <w:rPr>
                <w:rFonts w:ascii="Times New Roman" w:hAnsi="Times New Roman"/>
              </w:rPr>
              <w:t>-</w:t>
            </w:r>
          </w:p>
        </w:tc>
        <w:tc>
          <w:tcPr>
            <w:tcW w:w="4189" w:type="dxa"/>
            <w:shd w:val="clear" w:color="auto" w:fill="FFFFFF"/>
          </w:tcPr>
          <w:p w:rsidR="00AE563F" w:rsidRPr="00F14CD9" w:rsidRDefault="00AE563F" w:rsidP="00EE121A">
            <w:pPr>
              <w:spacing w:after="0" w:line="240" w:lineRule="auto"/>
              <w:rPr>
                <w:rFonts w:ascii="Times New Roman" w:hAnsi="Times New Roman"/>
              </w:rPr>
            </w:pPr>
            <w:r w:rsidRPr="00F14CD9">
              <w:rPr>
                <w:rFonts w:ascii="Times New Roman" w:hAnsi="Times New Roman"/>
              </w:rPr>
              <w:t>Абсолютный показатель (количество человек)</w:t>
            </w:r>
          </w:p>
        </w:tc>
        <w:tc>
          <w:tcPr>
            <w:tcW w:w="1219" w:type="dxa"/>
            <w:shd w:val="clear" w:color="auto" w:fill="FFFFFF"/>
          </w:tcPr>
          <w:p w:rsidR="00AE563F" w:rsidRPr="00124327" w:rsidRDefault="00AE563F" w:rsidP="00C81BDE">
            <w:pPr>
              <w:spacing w:line="240" w:lineRule="auto"/>
              <w:rPr>
                <w:rFonts w:ascii="Times New Roman" w:hAnsi="Times New Roman"/>
              </w:rPr>
            </w:pPr>
            <w:r w:rsidRPr="00124327">
              <w:rPr>
                <w:rFonts w:ascii="Times New Roman" w:hAnsi="Times New Roman"/>
              </w:rPr>
              <w:t>итоговые протоколы проведения спортивных и физкультурных мероприятий, отчеты главных судей</w:t>
            </w:r>
          </w:p>
        </w:tc>
        <w:tc>
          <w:tcPr>
            <w:tcW w:w="1168" w:type="dxa"/>
            <w:shd w:val="clear" w:color="auto" w:fill="FFFFFF"/>
          </w:tcPr>
          <w:p w:rsidR="00AE563F" w:rsidRPr="00F14CD9" w:rsidRDefault="00AE563F" w:rsidP="003308ED">
            <w:pPr>
              <w:spacing w:line="240" w:lineRule="auto"/>
              <w:rPr>
                <w:rFonts w:ascii="Times New Roman" w:hAnsi="Times New Roman"/>
              </w:rPr>
            </w:pPr>
            <w:r w:rsidRPr="00F14CD9">
              <w:rPr>
                <w:rFonts w:ascii="Times New Roman" w:hAnsi="Times New Roman"/>
              </w:rPr>
              <w:t>Спорт-комитет</w:t>
            </w:r>
          </w:p>
        </w:tc>
        <w:tc>
          <w:tcPr>
            <w:tcW w:w="2453" w:type="dxa"/>
            <w:shd w:val="clear" w:color="auto" w:fill="FFFFFF"/>
          </w:tcPr>
          <w:p w:rsidR="00AE563F" w:rsidRPr="00F14CD9" w:rsidRDefault="00AE563F" w:rsidP="00EE12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F14CD9">
              <w:rPr>
                <w:rFonts w:ascii="Times New Roman" w:hAnsi="Times New Roman"/>
                <w:color w:val="000000"/>
              </w:rPr>
              <w:t>отчет учреждений, подведомственных комитету по физической культуре и спорту о выполнении муниципального задания</w:t>
            </w:r>
          </w:p>
        </w:tc>
        <w:tc>
          <w:tcPr>
            <w:tcW w:w="1430" w:type="dxa"/>
            <w:shd w:val="clear" w:color="auto" w:fill="FFFFFF"/>
          </w:tcPr>
          <w:p w:rsidR="00AE563F" w:rsidRPr="00F14CD9" w:rsidRDefault="00AE563F" w:rsidP="003308ED">
            <w:pPr>
              <w:spacing w:line="240" w:lineRule="auto"/>
              <w:rPr>
                <w:rFonts w:ascii="Times New Roman" w:hAnsi="Times New Roman"/>
              </w:rPr>
            </w:pPr>
            <w:r w:rsidRPr="00F14CD9">
              <w:rPr>
                <w:rFonts w:ascii="Times New Roman" w:hAnsi="Times New Roman"/>
              </w:rPr>
              <w:t>ежеквартально</w:t>
            </w:r>
          </w:p>
        </w:tc>
      </w:tr>
      <w:tr w:rsidR="00AE563F" w:rsidRPr="00A259DE" w:rsidTr="001D4D5C">
        <w:tc>
          <w:tcPr>
            <w:tcW w:w="690" w:type="dxa"/>
            <w:shd w:val="clear" w:color="auto" w:fill="FFFFFF"/>
          </w:tcPr>
          <w:p w:rsidR="00AE563F" w:rsidRPr="00F14CD9" w:rsidRDefault="00AE563F" w:rsidP="00EE121A">
            <w:pPr>
              <w:spacing w:after="0" w:line="240" w:lineRule="auto"/>
              <w:rPr>
                <w:rFonts w:ascii="Times New Roman" w:hAnsi="Times New Roman"/>
              </w:rPr>
            </w:pPr>
            <w:r w:rsidRPr="00F14CD9">
              <w:rPr>
                <w:rFonts w:ascii="Times New Roman" w:hAnsi="Times New Roman"/>
              </w:rPr>
              <w:t> 5</w:t>
            </w:r>
          </w:p>
        </w:tc>
        <w:tc>
          <w:tcPr>
            <w:tcW w:w="1877" w:type="dxa"/>
            <w:shd w:val="clear" w:color="auto" w:fill="FFFFFF"/>
          </w:tcPr>
          <w:p w:rsidR="00AE563F" w:rsidRPr="00F14CD9" w:rsidRDefault="00AE563F" w:rsidP="003308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F14CD9">
              <w:rPr>
                <w:rFonts w:ascii="Times New Roman" w:hAnsi="Times New Roman"/>
                <w:color w:val="000000"/>
              </w:rPr>
              <w:t>Спортивная подготовка  по олимпийским видам спорта</w:t>
            </w:r>
          </w:p>
        </w:tc>
        <w:tc>
          <w:tcPr>
            <w:tcW w:w="968" w:type="dxa"/>
            <w:shd w:val="clear" w:color="auto" w:fill="FFFFFF"/>
          </w:tcPr>
          <w:p w:rsidR="00AE563F" w:rsidRPr="00F14CD9" w:rsidRDefault="00AE563F" w:rsidP="00EE121A">
            <w:pPr>
              <w:spacing w:after="0" w:line="240" w:lineRule="auto"/>
              <w:rPr>
                <w:rFonts w:ascii="Times New Roman" w:hAnsi="Times New Roman"/>
              </w:rPr>
            </w:pPr>
            <w:r w:rsidRPr="00F14CD9">
              <w:rPr>
                <w:rFonts w:ascii="Times New Roman" w:hAnsi="Times New Roman"/>
              </w:rPr>
              <w:t> Кол-во человек</w:t>
            </w:r>
          </w:p>
        </w:tc>
        <w:tc>
          <w:tcPr>
            <w:tcW w:w="1531" w:type="dxa"/>
            <w:shd w:val="clear" w:color="auto" w:fill="FFFFFF"/>
          </w:tcPr>
          <w:p w:rsidR="00AE563F" w:rsidRPr="00F14CD9" w:rsidRDefault="00AE563F" w:rsidP="002B46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F14CD9">
              <w:rPr>
                <w:rFonts w:ascii="Times New Roman" w:hAnsi="Times New Roman"/>
              </w:rPr>
              <w:t>-</w:t>
            </w:r>
          </w:p>
        </w:tc>
        <w:tc>
          <w:tcPr>
            <w:tcW w:w="4189" w:type="dxa"/>
            <w:shd w:val="clear" w:color="auto" w:fill="FFFFFF"/>
          </w:tcPr>
          <w:p w:rsidR="00AE563F" w:rsidRPr="00F14CD9" w:rsidRDefault="00AE563F" w:rsidP="002B46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CD9">
              <w:rPr>
                <w:rFonts w:ascii="Times New Roman" w:hAnsi="Times New Roman"/>
              </w:rPr>
              <w:t>-</w:t>
            </w:r>
          </w:p>
        </w:tc>
        <w:tc>
          <w:tcPr>
            <w:tcW w:w="1219" w:type="dxa"/>
            <w:shd w:val="clear" w:color="auto" w:fill="FFFFFF"/>
          </w:tcPr>
          <w:p w:rsidR="00AE563F" w:rsidRPr="00124327" w:rsidRDefault="00AE563F" w:rsidP="003308ED">
            <w:pPr>
              <w:spacing w:line="240" w:lineRule="auto"/>
              <w:rPr>
                <w:rFonts w:ascii="Times New Roman" w:hAnsi="Times New Roman"/>
              </w:rPr>
            </w:pPr>
            <w:r w:rsidRPr="00124327">
              <w:rPr>
                <w:rFonts w:ascii="Times New Roman" w:hAnsi="Times New Roman"/>
              </w:rPr>
              <w:t> Отчет</w:t>
            </w:r>
          </w:p>
          <w:p w:rsidR="00AE563F" w:rsidRPr="00124327" w:rsidRDefault="00AE563F" w:rsidP="003308ED">
            <w:pPr>
              <w:spacing w:line="240" w:lineRule="auto"/>
              <w:rPr>
                <w:rFonts w:ascii="Times New Roman" w:hAnsi="Times New Roman"/>
              </w:rPr>
            </w:pPr>
          </w:p>
          <w:p w:rsidR="00AE563F" w:rsidRPr="00124327" w:rsidRDefault="00AE563F" w:rsidP="003308E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68" w:type="dxa"/>
            <w:shd w:val="clear" w:color="auto" w:fill="FFFFFF"/>
          </w:tcPr>
          <w:p w:rsidR="00AE563F" w:rsidRPr="00F14CD9" w:rsidRDefault="00AE563F" w:rsidP="003308ED">
            <w:pPr>
              <w:spacing w:line="240" w:lineRule="auto"/>
              <w:rPr>
                <w:rFonts w:ascii="Times New Roman" w:hAnsi="Times New Roman"/>
              </w:rPr>
            </w:pPr>
            <w:r w:rsidRPr="00F14CD9">
              <w:rPr>
                <w:rFonts w:ascii="Times New Roman" w:hAnsi="Times New Roman"/>
              </w:rPr>
              <w:t>Спорт-комитет</w:t>
            </w:r>
          </w:p>
        </w:tc>
        <w:tc>
          <w:tcPr>
            <w:tcW w:w="2453" w:type="dxa"/>
            <w:shd w:val="clear" w:color="auto" w:fill="FFFFFF"/>
          </w:tcPr>
          <w:p w:rsidR="00AE563F" w:rsidRPr="00F14CD9" w:rsidRDefault="00AE563F" w:rsidP="00EE12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F14CD9">
              <w:rPr>
                <w:rFonts w:ascii="Times New Roman" w:hAnsi="Times New Roman"/>
                <w:color w:val="000000"/>
              </w:rPr>
              <w:t>отчет учреждений, подведомственных комитету по физической культуре и спорту о выполнении муниципального задания</w:t>
            </w:r>
          </w:p>
        </w:tc>
        <w:tc>
          <w:tcPr>
            <w:tcW w:w="1430" w:type="dxa"/>
            <w:shd w:val="clear" w:color="auto" w:fill="FFFFFF"/>
          </w:tcPr>
          <w:p w:rsidR="00AE563F" w:rsidRPr="00F14CD9" w:rsidRDefault="00AE563F" w:rsidP="003308ED">
            <w:pPr>
              <w:spacing w:line="240" w:lineRule="auto"/>
              <w:rPr>
                <w:rFonts w:ascii="Times New Roman" w:hAnsi="Times New Roman"/>
              </w:rPr>
            </w:pPr>
            <w:r w:rsidRPr="00F14CD9">
              <w:rPr>
                <w:rFonts w:ascii="Times New Roman" w:hAnsi="Times New Roman"/>
              </w:rPr>
              <w:t>ежеквартально</w:t>
            </w:r>
          </w:p>
        </w:tc>
      </w:tr>
      <w:tr w:rsidR="00AE563F" w:rsidRPr="00A259DE" w:rsidTr="001D4D5C">
        <w:tc>
          <w:tcPr>
            <w:tcW w:w="690" w:type="dxa"/>
            <w:shd w:val="clear" w:color="auto" w:fill="FFFFFF"/>
          </w:tcPr>
          <w:p w:rsidR="00AE563F" w:rsidRPr="009C1799" w:rsidRDefault="00AE563F" w:rsidP="009C1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79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77" w:type="dxa"/>
            <w:shd w:val="clear" w:color="auto" w:fill="FFFFFF"/>
          </w:tcPr>
          <w:p w:rsidR="00AE563F" w:rsidRPr="009C1799" w:rsidRDefault="00AE563F" w:rsidP="003308E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1799">
              <w:rPr>
                <w:rFonts w:ascii="Times New Roman" w:hAnsi="Times New Roman"/>
                <w:color w:val="000000"/>
                <w:sz w:val="20"/>
                <w:szCs w:val="20"/>
              </w:rPr>
              <w:t>Спортивная подготовка  по не олимпийским видам спорта</w:t>
            </w:r>
          </w:p>
        </w:tc>
        <w:tc>
          <w:tcPr>
            <w:tcW w:w="968" w:type="dxa"/>
            <w:shd w:val="clear" w:color="auto" w:fill="FFFFFF"/>
          </w:tcPr>
          <w:p w:rsidR="00AE563F" w:rsidRPr="009C1799" w:rsidRDefault="00AE563F" w:rsidP="00EE12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1799">
              <w:rPr>
                <w:rFonts w:ascii="Times New Roman" w:hAnsi="Times New Roman"/>
                <w:sz w:val="20"/>
                <w:szCs w:val="20"/>
              </w:rPr>
              <w:t> Кол-во человек</w:t>
            </w:r>
          </w:p>
        </w:tc>
        <w:tc>
          <w:tcPr>
            <w:tcW w:w="1531" w:type="dxa"/>
            <w:shd w:val="clear" w:color="auto" w:fill="FFFFFF"/>
          </w:tcPr>
          <w:p w:rsidR="00AE563F" w:rsidRPr="009C1799" w:rsidRDefault="00AE563F" w:rsidP="002B46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79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9" w:type="dxa"/>
            <w:shd w:val="clear" w:color="auto" w:fill="FFFFFF"/>
          </w:tcPr>
          <w:p w:rsidR="00AE563F" w:rsidRPr="009C1799" w:rsidRDefault="00AE563F" w:rsidP="002B46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79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shd w:val="clear" w:color="auto" w:fill="FFFFFF"/>
          </w:tcPr>
          <w:p w:rsidR="00AE563F" w:rsidRPr="00124327" w:rsidRDefault="00AE563F" w:rsidP="003308E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4327">
              <w:rPr>
                <w:rFonts w:ascii="Times New Roman" w:hAnsi="Times New Roman"/>
                <w:sz w:val="20"/>
                <w:szCs w:val="20"/>
              </w:rPr>
              <w:t> Отчет</w:t>
            </w:r>
          </w:p>
          <w:p w:rsidR="00AE563F" w:rsidRPr="00124327" w:rsidRDefault="00AE563F" w:rsidP="003308E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E563F" w:rsidRPr="00124327" w:rsidRDefault="00AE563F" w:rsidP="003308E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FFFFFF"/>
          </w:tcPr>
          <w:p w:rsidR="00AE563F" w:rsidRPr="009C1799" w:rsidRDefault="00AE563F" w:rsidP="003308E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1799">
              <w:rPr>
                <w:rFonts w:ascii="Times New Roman" w:hAnsi="Times New Roman"/>
                <w:sz w:val="20"/>
                <w:szCs w:val="20"/>
              </w:rPr>
              <w:t>Спорт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C1799">
              <w:rPr>
                <w:rFonts w:ascii="Times New Roman" w:hAnsi="Times New Roman"/>
                <w:sz w:val="20"/>
                <w:szCs w:val="20"/>
              </w:rPr>
              <w:t>комитет</w:t>
            </w:r>
          </w:p>
        </w:tc>
        <w:tc>
          <w:tcPr>
            <w:tcW w:w="2453" w:type="dxa"/>
            <w:shd w:val="clear" w:color="auto" w:fill="FFFFFF"/>
          </w:tcPr>
          <w:p w:rsidR="00AE563F" w:rsidRPr="009C1799" w:rsidRDefault="00AE563F" w:rsidP="00EE121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1799">
              <w:rPr>
                <w:rFonts w:ascii="Times New Roman" w:hAnsi="Times New Roman"/>
                <w:color w:val="000000"/>
                <w:sz w:val="20"/>
                <w:szCs w:val="20"/>
              </w:rPr>
              <w:t>отчет учреждений, подведомственных комитету по физической культуре и спорту о выполнении муниципального задания</w:t>
            </w:r>
          </w:p>
        </w:tc>
        <w:tc>
          <w:tcPr>
            <w:tcW w:w="1430" w:type="dxa"/>
            <w:shd w:val="clear" w:color="auto" w:fill="FFFFFF"/>
          </w:tcPr>
          <w:p w:rsidR="00AE563F" w:rsidRPr="009C1799" w:rsidRDefault="00AE563F" w:rsidP="003308E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9C1799">
              <w:rPr>
                <w:rFonts w:ascii="Times New Roman" w:hAnsi="Times New Roman"/>
                <w:sz w:val="20"/>
                <w:szCs w:val="20"/>
              </w:rPr>
              <w:t>жеквартально</w:t>
            </w:r>
          </w:p>
        </w:tc>
      </w:tr>
      <w:tr w:rsidR="00AE563F" w:rsidRPr="00A259DE" w:rsidTr="009A6081">
        <w:tc>
          <w:tcPr>
            <w:tcW w:w="690" w:type="dxa"/>
            <w:shd w:val="clear" w:color="auto" w:fill="FFFFFF"/>
          </w:tcPr>
          <w:p w:rsidR="00AE563F" w:rsidRPr="00204DFD" w:rsidRDefault="00AE563F" w:rsidP="009A6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DFD">
              <w:rPr>
                <w:rFonts w:ascii="Times New Roman" w:hAnsi="Times New Roman"/>
                <w:sz w:val="20"/>
                <w:szCs w:val="20"/>
              </w:rPr>
              <w:t> 7</w:t>
            </w:r>
          </w:p>
        </w:tc>
        <w:tc>
          <w:tcPr>
            <w:tcW w:w="1877" w:type="dxa"/>
            <w:shd w:val="clear" w:color="auto" w:fill="FFFFFF"/>
          </w:tcPr>
          <w:p w:rsidR="00AE563F" w:rsidRPr="00204DFD" w:rsidRDefault="00AE563F" w:rsidP="004501F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4DFD">
              <w:rPr>
                <w:rFonts w:ascii="Times New Roman" w:hAnsi="Times New Roman"/>
                <w:sz w:val="20"/>
                <w:szCs w:val="20"/>
              </w:rPr>
              <w:t>Реализация дополнительных образовательных программ спортивной подготовки по   олимпийским видам спорта</w:t>
            </w:r>
          </w:p>
        </w:tc>
        <w:tc>
          <w:tcPr>
            <w:tcW w:w="968" w:type="dxa"/>
            <w:shd w:val="clear" w:color="auto" w:fill="FFFFFF"/>
          </w:tcPr>
          <w:p w:rsidR="00AE563F" w:rsidRPr="00204DFD" w:rsidRDefault="00AE563F" w:rsidP="004501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4DFD">
              <w:rPr>
                <w:rFonts w:ascii="Times New Roman" w:hAnsi="Times New Roman"/>
                <w:sz w:val="20"/>
                <w:szCs w:val="20"/>
              </w:rPr>
              <w:t> Кол-во человек</w:t>
            </w:r>
          </w:p>
        </w:tc>
        <w:tc>
          <w:tcPr>
            <w:tcW w:w="1531" w:type="dxa"/>
            <w:shd w:val="clear" w:color="auto" w:fill="FFFFFF"/>
          </w:tcPr>
          <w:p w:rsidR="00AE563F" w:rsidRPr="009A6081" w:rsidRDefault="00AE563F" w:rsidP="004501F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608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9" w:type="dxa"/>
            <w:shd w:val="clear" w:color="auto" w:fill="FFFFFF"/>
          </w:tcPr>
          <w:p w:rsidR="00AE563F" w:rsidRPr="009A6081" w:rsidRDefault="00AE563F" w:rsidP="004501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608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shd w:val="clear" w:color="auto" w:fill="FFFFFF"/>
          </w:tcPr>
          <w:p w:rsidR="00AE563F" w:rsidRPr="009A6081" w:rsidRDefault="00AE563F" w:rsidP="004501F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6081">
              <w:rPr>
                <w:rFonts w:ascii="Times New Roman" w:hAnsi="Times New Roman"/>
                <w:sz w:val="20"/>
                <w:szCs w:val="20"/>
              </w:rPr>
              <w:t> Отчет</w:t>
            </w:r>
          </w:p>
          <w:p w:rsidR="00AE563F" w:rsidRPr="009A6081" w:rsidRDefault="00AE563F" w:rsidP="004501F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E563F" w:rsidRPr="009A6081" w:rsidRDefault="00AE563F" w:rsidP="004501F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FFFFFF"/>
          </w:tcPr>
          <w:p w:rsidR="00AE563F" w:rsidRPr="009A6081" w:rsidRDefault="00AE563F" w:rsidP="004501F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6081">
              <w:rPr>
                <w:rFonts w:ascii="Times New Roman" w:hAnsi="Times New Roman"/>
                <w:sz w:val="20"/>
                <w:szCs w:val="20"/>
              </w:rPr>
              <w:t>Спорт-комитет</w:t>
            </w:r>
          </w:p>
        </w:tc>
        <w:tc>
          <w:tcPr>
            <w:tcW w:w="2453" w:type="dxa"/>
            <w:shd w:val="clear" w:color="auto" w:fill="FFFFFF"/>
          </w:tcPr>
          <w:p w:rsidR="00AE563F" w:rsidRPr="009A6081" w:rsidRDefault="00AE563F" w:rsidP="004501FC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081">
              <w:rPr>
                <w:rFonts w:ascii="Times New Roman" w:hAnsi="Times New Roman"/>
                <w:color w:val="000000"/>
                <w:sz w:val="20"/>
                <w:szCs w:val="20"/>
              </w:rPr>
              <w:t>отчет учреждений, подведомственных комитету по физической культуре и спорту о выполнении муниципального задания</w:t>
            </w:r>
          </w:p>
        </w:tc>
        <w:tc>
          <w:tcPr>
            <w:tcW w:w="1430" w:type="dxa"/>
            <w:shd w:val="clear" w:color="auto" w:fill="FFFFFF"/>
          </w:tcPr>
          <w:p w:rsidR="00AE563F" w:rsidRPr="009A6081" w:rsidRDefault="00AE563F" w:rsidP="004501F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6081">
              <w:rPr>
                <w:rFonts w:ascii="Times New Roman" w:hAnsi="Times New Roman"/>
                <w:sz w:val="20"/>
                <w:szCs w:val="20"/>
              </w:rPr>
              <w:t>ежеквартально</w:t>
            </w:r>
          </w:p>
        </w:tc>
      </w:tr>
      <w:tr w:rsidR="00AE563F" w:rsidRPr="00A259DE" w:rsidTr="009A6081">
        <w:tc>
          <w:tcPr>
            <w:tcW w:w="690" w:type="dxa"/>
            <w:shd w:val="clear" w:color="auto" w:fill="FFFFFF"/>
          </w:tcPr>
          <w:p w:rsidR="00AE563F" w:rsidRPr="00204DFD" w:rsidRDefault="00AE563F" w:rsidP="004501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DF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77" w:type="dxa"/>
            <w:shd w:val="clear" w:color="auto" w:fill="FFFFFF"/>
          </w:tcPr>
          <w:p w:rsidR="00AE563F" w:rsidRPr="00204DFD" w:rsidRDefault="00AE563F" w:rsidP="004501F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4DFD">
              <w:rPr>
                <w:rFonts w:ascii="Times New Roman" w:hAnsi="Times New Roman"/>
                <w:sz w:val="20"/>
                <w:szCs w:val="20"/>
              </w:rPr>
              <w:t>Реализация дополнительных образовательных программ спортивной подготовки по  не олимпийским видам спорта</w:t>
            </w:r>
          </w:p>
        </w:tc>
        <w:tc>
          <w:tcPr>
            <w:tcW w:w="968" w:type="dxa"/>
            <w:shd w:val="clear" w:color="auto" w:fill="FFFFFF"/>
          </w:tcPr>
          <w:p w:rsidR="00AE563F" w:rsidRPr="00204DFD" w:rsidRDefault="00AE563F" w:rsidP="004501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4DFD">
              <w:rPr>
                <w:rFonts w:ascii="Times New Roman" w:hAnsi="Times New Roman"/>
                <w:sz w:val="20"/>
                <w:szCs w:val="20"/>
              </w:rPr>
              <w:t> Кол-во человек</w:t>
            </w:r>
          </w:p>
        </w:tc>
        <w:tc>
          <w:tcPr>
            <w:tcW w:w="1531" w:type="dxa"/>
            <w:shd w:val="clear" w:color="auto" w:fill="FFFFFF"/>
          </w:tcPr>
          <w:p w:rsidR="00AE563F" w:rsidRPr="009C1799" w:rsidRDefault="00AE563F" w:rsidP="004501F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79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9" w:type="dxa"/>
            <w:shd w:val="clear" w:color="auto" w:fill="FFFFFF"/>
          </w:tcPr>
          <w:p w:rsidR="00AE563F" w:rsidRPr="009C1799" w:rsidRDefault="00AE563F" w:rsidP="004501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79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shd w:val="clear" w:color="auto" w:fill="FFFFFF"/>
          </w:tcPr>
          <w:p w:rsidR="00AE563F" w:rsidRPr="00124327" w:rsidRDefault="00AE563F" w:rsidP="004501F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4327">
              <w:rPr>
                <w:rFonts w:ascii="Times New Roman" w:hAnsi="Times New Roman"/>
                <w:sz w:val="20"/>
                <w:szCs w:val="20"/>
              </w:rPr>
              <w:t> Отчет</w:t>
            </w:r>
          </w:p>
          <w:p w:rsidR="00AE563F" w:rsidRPr="00124327" w:rsidRDefault="00AE563F" w:rsidP="004501F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E563F" w:rsidRPr="00124327" w:rsidRDefault="00AE563F" w:rsidP="004501F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FFFFFF"/>
          </w:tcPr>
          <w:p w:rsidR="00AE563F" w:rsidRPr="009C1799" w:rsidRDefault="00AE563F" w:rsidP="004501F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1799">
              <w:rPr>
                <w:rFonts w:ascii="Times New Roman" w:hAnsi="Times New Roman"/>
                <w:sz w:val="20"/>
                <w:szCs w:val="20"/>
              </w:rPr>
              <w:t>Спорт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C1799">
              <w:rPr>
                <w:rFonts w:ascii="Times New Roman" w:hAnsi="Times New Roman"/>
                <w:sz w:val="20"/>
                <w:szCs w:val="20"/>
              </w:rPr>
              <w:t>комитет</w:t>
            </w:r>
          </w:p>
        </w:tc>
        <w:tc>
          <w:tcPr>
            <w:tcW w:w="2453" w:type="dxa"/>
            <w:shd w:val="clear" w:color="auto" w:fill="FFFFFF"/>
          </w:tcPr>
          <w:p w:rsidR="00AE563F" w:rsidRPr="009C1799" w:rsidRDefault="00AE563F" w:rsidP="004501FC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1799">
              <w:rPr>
                <w:rFonts w:ascii="Times New Roman" w:hAnsi="Times New Roman"/>
                <w:color w:val="000000"/>
                <w:sz w:val="20"/>
                <w:szCs w:val="20"/>
              </w:rPr>
              <w:t>отчет учреждений, подведомственных комитету по физической культуре и спорту о выполнении муниципального задания</w:t>
            </w:r>
          </w:p>
        </w:tc>
        <w:tc>
          <w:tcPr>
            <w:tcW w:w="1430" w:type="dxa"/>
            <w:shd w:val="clear" w:color="auto" w:fill="FFFFFF"/>
          </w:tcPr>
          <w:p w:rsidR="00AE563F" w:rsidRPr="009C1799" w:rsidRDefault="00AE563F" w:rsidP="004501F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9C1799">
              <w:rPr>
                <w:rFonts w:ascii="Times New Roman" w:hAnsi="Times New Roman"/>
                <w:sz w:val="20"/>
                <w:szCs w:val="20"/>
              </w:rPr>
              <w:t>жеквартально</w:t>
            </w:r>
          </w:p>
        </w:tc>
      </w:tr>
      <w:tr w:rsidR="00AE563F" w:rsidRPr="00A259DE" w:rsidTr="009A6081">
        <w:tc>
          <w:tcPr>
            <w:tcW w:w="690" w:type="dxa"/>
            <w:shd w:val="clear" w:color="auto" w:fill="FFFFFF"/>
          </w:tcPr>
          <w:p w:rsidR="00AE563F" w:rsidRPr="00204DFD" w:rsidRDefault="00AE563F" w:rsidP="004501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DF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877" w:type="dxa"/>
            <w:shd w:val="clear" w:color="auto" w:fill="FFFFFF"/>
          </w:tcPr>
          <w:p w:rsidR="00AE563F" w:rsidRPr="00204DFD" w:rsidRDefault="00AE563F" w:rsidP="004501F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4DFD">
              <w:rPr>
                <w:rFonts w:ascii="Times New Roman" w:hAnsi="Times New Roman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968" w:type="dxa"/>
            <w:shd w:val="clear" w:color="auto" w:fill="FFFFFF"/>
          </w:tcPr>
          <w:p w:rsidR="00AE563F" w:rsidRPr="00204DFD" w:rsidRDefault="00AE563F" w:rsidP="004501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4DFD">
              <w:rPr>
                <w:rFonts w:ascii="Times New Roman" w:hAnsi="Times New Roman"/>
                <w:sz w:val="20"/>
                <w:szCs w:val="20"/>
              </w:rPr>
              <w:t> Кол-во человеко- часов</w:t>
            </w:r>
          </w:p>
        </w:tc>
        <w:tc>
          <w:tcPr>
            <w:tcW w:w="1531" w:type="dxa"/>
            <w:shd w:val="clear" w:color="auto" w:fill="FFFFFF"/>
          </w:tcPr>
          <w:p w:rsidR="00AE563F" w:rsidRPr="009C1799" w:rsidRDefault="00AE563F" w:rsidP="004501F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79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9" w:type="dxa"/>
            <w:shd w:val="clear" w:color="auto" w:fill="FFFFFF"/>
          </w:tcPr>
          <w:p w:rsidR="00AE563F" w:rsidRPr="009C1799" w:rsidRDefault="00AE563F" w:rsidP="004501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79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shd w:val="clear" w:color="auto" w:fill="FFFFFF"/>
          </w:tcPr>
          <w:p w:rsidR="00AE563F" w:rsidRPr="00124327" w:rsidRDefault="00AE563F" w:rsidP="004501F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4327">
              <w:rPr>
                <w:rFonts w:ascii="Times New Roman" w:hAnsi="Times New Roman"/>
                <w:sz w:val="20"/>
                <w:szCs w:val="20"/>
              </w:rPr>
              <w:t> Отчет</w:t>
            </w:r>
          </w:p>
          <w:p w:rsidR="00AE563F" w:rsidRPr="00124327" w:rsidRDefault="00AE563F" w:rsidP="004501F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E563F" w:rsidRPr="00124327" w:rsidRDefault="00AE563F" w:rsidP="004501F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FFFFFF"/>
          </w:tcPr>
          <w:p w:rsidR="00AE563F" w:rsidRPr="009C1799" w:rsidRDefault="00AE563F" w:rsidP="004501F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1799">
              <w:rPr>
                <w:rFonts w:ascii="Times New Roman" w:hAnsi="Times New Roman"/>
                <w:sz w:val="20"/>
                <w:szCs w:val="20"/>
              </w:rPr>
              <w:t>Спорт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C1799">
              <w:rPr>
                <w:rFonts w:ascii="Times New Roman" w:hAnsi="Times New Roman"/>
                <w:sz w:val="20"/>
                <w:szCs w:val="20"/>
              </w:rPr>
              <w:t>комитет</w:t>
            </w:r>
          </w:p>
        </w:tc>
        <w:tc>
          <w:tcPr>
            <w:tcW w:w="2453" w:type="dxa"/>
            <w:shd w:val="clear" w:color="auto" w:fill="FFFFFF"/>
          </w:tcPr>
          <w:p w:rsidR="00AE563F" w:rsidRPr="009C1799" w:rsidRDefault="00AE563F" w:rsidP="004501FC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1799">
              <w:rPr>
                <w:rFonts w:ascii="Times New Roman" w:hAnsi="Times New Roman"/>
                <w:color w:val="000000"/>
                <w:sz w:val="20"/>
                <w:szCs w:val="20"/>
              </w:rPr>
              <w:t>отчет учреждений, подведомственных комитету по физической культуре и спорту о выполнении муниципального задания</w:t>
            </w:r>
          </w:p>
        </w:tc>
        <w:tc>
          <w:tcPr>
            <w:tcW w:w="1430" w:type="dxa"/>
            <w:shd w:val="clear" w:color="auto" w:fill="FFFFFF"/>
          </w:tcPr>
          <w:p w:rsidR="00AE563F" w:rsidRPr="009C1799" w:rsidRDefault="00AE563F" w:rsidP="004501F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9C1799">
              <w:rPr>
                <w:rFonts w:ascii="Times New Roman" w:hAnsi="Times New Roman"/>
                <w:sz w:val="20"/>
                <w:szCs w:val="20"/>
              </w:rPr>
              <w:t>жеквартально</w:t>
            </w:r>
          </w:p>
        </w:tc>
      </w:tr>
    </w:tbl>
    <w:p w:rsidR="00AE563F" w:rsidRDefault="00AE563F" w:rsidP="009A60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563F" w:rsidRDefault="00AE563F" w:rsidP="006C02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E563F" w:rsidRDefault="00AE563F" w:rsidP="006C02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E563F" w:rsidRDefault="00AE563F" w:rsidP="006C02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E563F" w:rsidRDefault="00AE563F" w:rsidP="006C02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E563F" w:rsidRDefault="00AE563F" w:rsidP="006C02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E563F" w:rsidRDefault="00AE563F" w:rsidP="006C02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E563F" w:rsidRDefault="00AE563F" w:rsidP="006C02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E563F" w:rsidRDefault="00AE563F" w:rsidP="006C02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E563F" w:rsidRDefault="00AE563F" w:rsidP="006C02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E563F" w:rsidRDefault="00AE563F" w:rsidP="006C02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E563F" w:rsidRPr="001B4F7C" w:rsidRDefault="00AE563F" w:rsidP="006C02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8</w:t>
      </w:r>
    </w:p>
    <w:p w:rsidR="00AE563F" w:rsidRPr="00204DFD" w:rsidRDefault="00AE563F" w:rsidP="006C02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4DFD">
        <w:rPr>
          <w:rFonts w:ascii="Times New Roman" w:hAnsi="Times New Roman"/>
          <w:sz w:val="24"/>
          <w:szCs w:val="24"/>
        </w:rPr>
        <w:t>к протоколу № 5 от 28.10.2024</w:t>
      </w:r>
    </w:p>
    <w:p w:rsidR="00AE563F" w:rsidRPr="001B4F7C" w:rsidRDefault="00AE563F" w:rsidP="006C02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B4F7C">
        <w:rPr>
          <w:rFonts w:ascii="Times New Roman" w:hAnsi="Times New Roman"/>
          <w:sz w:val="24"/>
          <w:szCs w:val="24"/>
        </w:rPr>
        <w:t xml:space="preserve">заседания управляющего совета </w:t>
      </w:r>
    </w:p>
    <w:p w:rsidR="00AE563F" w:rsidRPr="001B4F7C" w:rsidRDefault="00AE563F" w:rsidP="006C02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B4F7C">
        <w:rPr>
          <w:rFonts w:ascii="Times New Roman" w:hAnsi="Times New Roman"/>
          <w:color w:val="000000"/>
          <w:sz w:val="24"/>
          <w:szCs w:val="24"/>
        </w:rPr>
        <w:t>муниципальной программ</w:t>
      </w:r>
      <w:r>
        <w:rPr>
          <w:rFonts w:ascii="Times New Roman" w:hAnsi="Times New Roman"/>
          <w:color w:val="000000"/>
          <w:sz w:val="24"/>
          <w:szCs w:val="24"/>
        </w:rPr>
        <w:t>ы</w:t>
      </w:r>
    </w:p>
    <w:p w:rsidR="00AE563F" w:rsidRPr="0059197D" w:rsidRDefault="00AE563F" w:rsidP="006C02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 xml:space="preserve"> «Развитие физической культуры и массового спорта</w:t>
      </w:r>
    </w:p>
    <w:p w:rsidR="00AE563F" w:rsidRDefault="00AE563F" w:rsidP="00F14CD9">
      <w:pPr>
        <w:spacing w:after="0" w:line="240" w:lineRule="auto"/>
        <w:ind w:left="273" w:right="42"/>
        <w:jc w:val="right"/>
        <w:rPr>
          <w:rFonts w:ascii="Times New Roman" w:hAnsi="Times New Roman"/>
          <w:color w:val="000000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на территории Гайского городского округа»</w:t>
      </w:r>
    </w:p>
    <w:p w:rsidR="00AE563F" w:rsidRPr="0059197D" w:rsidRDefault="00AE563F" w:rsidP="00F14CD9">
      <w:pPr>
        <w:spacing w:after="0" w:line="240" w:lineRule="auto"/>
        <w:ind w:left="273" w:right="42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AE563F" w:rsidRDefault="00AE563F" w:rsidP="00971973">
      <w:pPr>
        <w:pStyle w:val="ListParagraph"/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33CF">
        <w:rPr>
          <w:rFonts w:ascii="Times New Roman" w:hAnsi="Times New Roman"/>
          <w:sz w:val="28"/>
          <w:szCs w:val="28"/>
        </w:rPr>
        <w:t xml:space="preserve">План реализации муниципальной программы (комплексной программы) на </w:t>
      </w:r>
      <w:r>
        <w:rPr>
          <w:rFonts w:ascii="Times New Roman" w:hAnsi="Times New Roman"/>
          <w:sz w:val="28"/>
          <w:szCs w:val="28"/>
        </w:rPr>
        <w:t>2024</w:t>
      </w:r>
      <w:r w:rsidRPr="00B233CF">
        <w:rPr>
          <w:rFonts w:ascii="Times New Roman" w:hAnsi="Times New Roman"/>
          <w:sz w:val="28"/>
          <w:szCs w:val="28"/>
        </w:rPr>
        <w:t xml:space="preserve"> год</w:t>
      </w:r>
    </w:p>
    <w:p w:rsidR="00AE563F" w:rsidRDefault="00AE563F" w:rsidP="00971973">
      <w:pPr>
        <w:pStyle w:val="ListParagraph"/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5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008"/>
        <w:gridCol w:w="9214"/>
        <w:gridCol w:w="1985"/>
        <w:gridCol w:w="3543"/>
      </w:tblGrid>
      <w:tr w:rsidR="00AE563F" w:rsidRPr="00A71895" w:rsidTr="009F2106">
        <w:trPr>
          <w:trHeight w:val="240"/>
        </w:trPr>
        <w:tc>
          <w:tcPr>
            <w:tcW w:w="10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71895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71895">
              <w:rPr>
                <w:rFonts w:ascii="Times New Roman" w:hAnsi="Times New Roman"/>
                <w:sz w:val="26"/>
                <w:szCs w:val="26"/>
              </w:rPr>
              <w:t>Наименование структурного элемента муниципальной программы (комплексной программы, задачи, мероприятия (результата), контрольной точки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F470E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71895">
              <w:rPr>
                <w:rFonts w:ascii="Times New Roman" w:hAnsi="Times New Roman"/>
                <w:sz w:val="26"/>
                <w:szCs w:val="26"/>
              </w:rPr>
              <w:t>Дата наступления контрольной точки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F470E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71895">
              <w:rPr>
                <w:rFonts w:ascii="Times New Roman" w:hAnsi="Times New Roman"/>
                <w:sz w:val="26"/>
                <w:szCs w:val="26"/>
              </w:rPr>
              <w:t>Ответственный исполнитель</w:t>
            </w:r>
          </w:p>
          <w:p w:rsidR="00AE563F" w:rsidRPr="00A71895" w:rsidRDefault="00AE563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71895">
              <w:rPr>
                <w:rFonts w:ascii="Times New Roman" w:hAnsi="Times New Roman"/>
                <w:sz w:val="26"/>
                <w:szCs w:val="26"/>
              </w:rPr>
              <w:t>(Ф.И.О., должность, наименование самостоятельного структурного подразделения)</w:t>
            </w:r>
          </w:p>
        </w:tc>
      </w:tr>
      <w:tr w:rsidR="00AE563F" w:rsidRPr="00A71895" w:rsidTr="009F2106">
        <w:tc>
          <w:tcPr>
            <w:tcW w:w="10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7189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7189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A71895" w:rsidRDefault="00AE563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7189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A71895" w:rsidRDefault="00AE563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7189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AE563F" w:rsidRPr="008335DB" w:rsidTr="009F2106">
        <w:tc>
          <w:tcPr>
            <w:tcW w:w="10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EB3423" w:rsidRDefault="00AE563F" w:rsidP="00F470E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11199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EB3423" w:rsidRDefault="00AE563F" w:rsidP="00F470E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Комплекс процессных мероприятий "Организация и проведение  физкультурных мероприятий и массовых спортивных мероприятий, участие команд в соревнованиях различного уровня в соответствии с календарным планом"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3B3806" w:rsidRDefault="00AE563F" w:rsidP="00F470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3806">
              <w:rPr>
                <w:rFonts w:ascii="Times New Roman" w:hAnsi="Times New Roman"/>
                <w:sz w:val="28"/>
                <w:szCs w:val="28"/>
              </w:rPr>
              <w:t>Завьялов А.Ю. Председатель Спорткомитета Гайского ГО</w:t>
            </w:r>
          </w:p>
        </w:tc>
      </w:tr>
      <w:tr w:rsidR="00AE563F" w:rsidRPr="008335DB" w:rsidTr="00E2460C">
        <w:tc>
          <w:tcPr>
            <w:tcW w:w="10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EB3423" w:rsidRDefault="00AE563F" w:rsidP="007C59D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14742" w:type="dxa"/>
            <w:gridSpan w:val="3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EB3423" w:rsidRDefault="00AE563F" w:rsidP="007C59D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Задача комплекса процессных мероприятий. Создание условий для  привлечения граждан к систематическим занятиям  физической культурой и спортом</w:t>
            </w:r>
          </w:p>
        </w:tc>
      </w:tr>
      <w:tr w:rsidR="00AE563F" w:rsidRPr="008335DB" w:rsidTr="009F2106">
        <w:tc>
          <w:tcPr>
            <w:tcW w:w="10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EB3423" w:rsidRDefault="00AE563F" w:rsidP="007C59D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1.1.1</w:t>
            </w:r>
          </w:p>
        </w:tc>
        <w:tc>
          <w:tcPr>
            <w:tcW w:w="11199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EB3423" w:rsidRDefault="00AE563F" w:rsidP="009B585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Результат комплекса процессных мероприятий</w:t>
            </w:r>
          </w:p>
          <w:p w:rsidR="00AE563F" w:rsidRPr="00EB3423" w:rsidRDefault="00AE563F" w:rsidP="009B585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1.Привлечение жителей к систематическим занятиям физической культурой и спортом.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8335DB" w:rsidRDefault="00AE563F" w:rsidP="00F470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E563F" w:rsidRPr="008335DB" w:rsidTr="009F2106">
        <w:tc>
          <w:tcPr>
            <w:tcW w:w="10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EB3423" w:rsidRDefault="00AE563F" w:rsidP="007C59D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1.1.1.1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EB3423" w:rsidRDefault="00AE563F" w:rsidP="00F470E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Контрольная точка результата комплекса процессных мероприятий</w:t>
            </w:r>
          </w:p>
          <w:p w:rsidR="00AE563F" w:rsidRPr="00EB3423" w:rsidRDefault="00AE563F" w:rsidP="008E2E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1.Проведены физкультурные и массовые спортивные мероприятия для общей численности населения. Предоставлен отчёт.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EB3423" w:rsidRDefault="00AE563F" w:rsidP="00F470E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30.06.2024; 30.09.2024; 31.12.2024.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8335DB" w:rsidRDefault="00AE563F" w:rsidP="00F470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E563F" w:rsidRPr="008335DB" w:rsidTr="009F2106">
        <w:tc>
          <w:tcPr>
            <w:tcW w:w="10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EB3423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11199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EB3423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 xml:space="preserve">Комплекс процессных мероприятий "Организация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(ГТО)"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8335DB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Завьялов А.Ю. Председатель Спорткомитета Гайского ГО</w:t>
            </w:r>
          </w:p>
        </w:tc>
      </w:tr>
      <w:tr w:rsidR="00AE563F" w:rsidRPr="008335DB" w:rsidTr="00E2460C">
        <w:tc>
          <w:tcPr>
            <w:tcW w:w="10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EB3423" w:rsidRDefault="00AE563F" w:rsidP="009B585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2.1</w:t>
            </w:r>
          </w:p>
        </w:tc>
        <w:tc>
          <w:tcPr>
            <w:tcW w:w="14742" w:type="dxa"/>
            <w:gridSpan w:val="3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EB3423" w:rsidRDefault="00AE563F" w:rsidP="00E246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 xml:space="preserve">Задача комплекса процессных мероприятий </w:t>
            </w:r>
          </w:p>
          <w:p w:rsidR="00AE563F" w:rsidRPr="00EB3423" w:rsidRDefault="00AE563F" w:rsidP="00E246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1.Создание условий для  привлечения граждан к систематическим занятиям  физической культурой и спортом</w:t>
            </w:r>
          </w:p>
        </w:tc>
      </w:tr>
      <w:tr w:rsidR="00AE563F" w:rsidRPr="008335DB" w:rsidTr="009F2106">
        <w:tc>
          <w:tcPr>
            <w:tcW w:w="10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EB3423" w:rsidRDefault="00AE563F" w:rsidP="009B585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2.1.1</w:t>
            </w:r>
            <w:r w:rsidRPr="00EB3423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1199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E563F" w:rsidRPr="00EB3423" w:rsidRDefault="00AE563F" w:rsidP="00E246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 xml:space="preserve">Результат комплекса процессных мероприятий </w:t>
            </w:r>
          </w:p>
          <w:p w:rsidR="00AE563F" w:rsidRPr="00EB3423" w:rsidRDefault="00AE563F" w:rsidP="00E246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1.Комплексное тестирование населения Гайского ГО в рамках Всероссийского физкультурно-спортивного комплекса «Готов к труду и обороне» (ГТО).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8335DB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E563F" w:rsidRPr="008335DB" w:rsidTr="009F2106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EB3423" w:rsidRDefault="00AE563F" w:rsidP="009B585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2.1.1</w:t>
            </w:r>
            <w:r w:rsidRPr="00EB3423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EB342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EB3423" w:rsidRDefault="00AE563F" w:rsidP="00E246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 xml:space="preserve">Контрольная точка мероприятия (результата) комплекса процессных мероприятий </w:t>
            </w:r>
          </w:p>
          <w:p w:rsidR="00AE563F" w:rsidRPr="00EB3423" w:rsidRDefault="00AE563F" w:rsidP="00E246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1.Число лиц, прошедших испытания ВФСК «ГТО».</w:t>
            </w:r>
          </w:p>
          <w:p w:rsidR="00AE563F" w:rsidRPr="00EB3423" w:rsidRDefault="00AE563F" w:rsidP="00E246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 xml:space="preserve"> Предоставлен отчет о выполнении муниципального задания.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EB3423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30.03.2024; 30.06.2024; 30.09.2024; 31.12.2024.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EB3423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</w:tr>
      <w:tr w:rsidR="00AE563F" w:rsidRPr="008335DB" w:rsidTr="009F2106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EB3423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11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EB3423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Комплекс процессных мероприятий "Обеспечение условий для развития физической культуры и спорта в учреждениях спортивной подготовки"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EB3423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Завьялов А.Ю. Председатель Спорткомитета Гайского ГО</w:t>
            </w:r>
          </w:p>
        </w:tc>
      </w:tr>
      <w:tr w:rsidR="00AE563F" w:rsidRPr="008335DB" w:rsidTr="00E2460C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EB3423" w:rsidRDefault="00AE563F" w:rsidP="00172F06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3</w:t>
            </w:r>
            <w:r w:rsidRPr="00EB3423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EB3423">
              <w:rPr>
                <w:rFonts w:ascii="Times New Roman" w:hAnsi="Times New Roman"/>
                <w:sz w:val="26"/>
                <w:szCs w:val="26"/>
              </w:rPr>
              <w:t>1</w:t>
            </w:r>
            <w:r w:rsidRPr="00EB3423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47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EB3423" w:rsidRDefault="00AE563F" w:rsidP="00172F0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 xml:space="preserve">Задача комплекса процессных мероприятий </w:t>
            </w:r>
          </w:p>
          <w:p w:rsidR="00AE563F" w:rsidRPr="00EB3423" w:rsidRDefault="00AE563F" w:rsidP="00172F06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1.Создание условий для  привлечения граждан к систематическим занятиям  физической культурой и спортом</w:t>
            </w:r>
          </w:p>
        </w:tc>
      </w:tr>
      <w:tr w:rsidR="00AE563F" w:rsidRPr="008335DB" w:rsidTr="009F2106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EB3423" w:rsidRDefault="00AE563F" w:rsidP="00172F06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3</w:t>
            </w:r>
            <w:r w:rsidRPr="00EB3423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EB3423">
              <w:rPr>
                <w:rFonts w:ascii="Times New Roman" w:hAnsi="Times New Roman"/>
                <w:sz w:val="26"/>
                <w:szCs w:val="26"/>
              </w:rPr>
              <w:t>1</w:t>
            </w:r>
            <w:r w:rsidRPr="00EB3423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EB3423">
              <w:rPr>
                <w:rFonts w:ascii="Times New Roman" w:hAnsi="Times New Roman"/>
                <w:sz w:val="26"/>
                <w:szCs w:val="26"/>
              </w:rPr>
              <w:t>1</w:t>
            </w:r>
            <w:r w:rsidRPr="00EB3423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1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EB3423" w:rsidRDefault="00AE563F" w:rsidP="00800BC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 xml:space="preserve">Результат комплекса процессных мероприятий </w:t>
            </w:r>
          </w:p>
          <w:p w:rsidR="00AE563F" w:rsidRPr="00EB3423" w:rsidRDefault="00AE563F" w:rsidP="00800BC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1. Организация и осуществление спортивной подготовки по олимпийским и не олимпийским  видам спорта.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EB3423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E563F" w:rsidRPr="008335DB" w:rsidTr="009F2106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172F06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204DFD">
              <w:rPr>
                <w:rFonts w:ascii="Times New Roman" w:hAnsi="Times New Roman"/>
                <w:sz w:val="26"/>
                <w:szCs w:val="26"/>
              </w:rPr>
              <w:t>3</w:t>
            </w:r>
            <w:r w:rsidRPr="00204DFD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204DFD">
              <w:rPr>
                <w:rFonts w:ascii="Times New Roman" w:hAnsi="Times New Roman"/>
                <w:sz w:val="26"/>
                <w:szCs w:val="26"/>
              </w:rPr>
              <w:t>1</w:t>
            </w:r>
            <w:r w:rsidRPr="00204DFD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204DFD">
              <w:rPr>
                <w:rFonts w:ascii="Times New Roman" w:hAnsi="Times New Roman"/>
                <w:sz w:val="26"/>
                <w:szCs w:val="26"/>
              </w:rPr>
              <w:t>1</w:t>
            </w:r>
            <w:r w:rsidRPr="00204DFD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204DF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800BC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4DFD">
              <w:rPr>
                <w:rFonts w:ascii="Times New Roman" w:hAnsi="Times New Roman"/>
                <w:sz w:val="26"/>
                <w:szCs w:val="26"/>
              </w:rPr>
              <w:t>Контрольная точка результата комплекса процессных мероприятий</w:t>
            </w:r>
          </w:p>
          <w:p w:rsidR="00AE563F" w:rsidRPr="00204DFD" w:rsidRDefault="00AE563F" w:rsidP="00800BC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4DFD">
              <w:rPr>
                <w:rFonts w:ascii="Times New Roman" w:hAnsi="Times New Roman"/>
                <w:sz w:val="26"/>
                <w:szCs w:val="26"/>
              </w:rPr>
              <w:t>1.Число лиц прошедших подготовку по олимпийским и не олимпийским  видам спорта</w:t>
            </w:r>
            <w:r w:rsidRPr="00204DFD">
              <w:rPr>
                <w:rFonts w:ascii="Times New Roman" w:hAnsi="Times New Roman"/>
                <w:i/>
                <w:sz w:val="26"/>
                <w:szCs w:val="26"/>
              </w:rPr>
              <w:t xml:space="preserve">. </w:t>
            </w:r>
            <w:r w:rsidRPr="00204DFD">
              <w:rPr>
                <w:rFonts w:ascii="Times New Roman" w:hAnsi="Times New Roman"/>
                <w:sz w:val="26"/>
                <w:szCs w:val="26"/>
              </w:rPr>
              <w:t>Предоставлен отчет о выполнении муниципального задания.</w:t>
            </w:r>
          </w:p>
          <w:p w:rsidR="00AE563F" w:rsidRPr="00204DFD" w:rsidRDefault="00AE563F" w:rsidP="000E590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4DFD">
              <w:rPr>
                <w:rFonts w:ascii="Times New Roman" w:hAnsi="Times New Roman"/>
                <w:sz w:val="26"/>
                <w:szCs w:val="26"/>
              </w:rPr>
              <w:t>2. Количество человек прошедших дополнительные образовательные программы спортивной подготовки по олимпийским видам спорта. Предоставлен отчет о выполнении муниципального задания.</w:t>
            </w:r>
          </w:p>
          <w:p w:rsidR="00AE563F" w:rsidRPr="00204DFD" w:rsidRDefault="00AE563F" w:rsidP="000E590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4DFD">
              <w:rPr>
                <w:rFonts w:ascii="Times New Roman" w:hAnsi="Times New Roman"/>
                <w:sz w:val="26"/>
                <w:szCs w:val="26"/>
              </w:rPr>
              <w:t xml:space="preserve">3. Количество человек прошедших дополнительные образовательные программы спортивной подготовки по не олимпийским видам спорта. Предоставлен отчет о выполнении муниципального задания. </w:t>
            </w:r>
          </w:p>
          <w:p w:rsidR="00AE563F" w:rsidRPr="00204DFD" w:rsidRDefault="00AE563F" w:rsidP="00800BC4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204DFD">
              <w:rPr>
                <w:rFonts w:ascii="Times New Roman" w:hAnsi="Times New Roman"/>
                <w:sz w:val="26"/>
                <w:szCs w:val="26"/>
              </w:rPr>
              <w:t xml:space="preserve">4. Количество человеко-часов предоставленных по  дополнительным общеразвивающим программам. Предоставлен отчет о выполнении муниципального задания.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EB3423" w:rsidRDefault="00AE563F" w:rsidP="00F470E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30.03.2024; 30.06.2024; 30.09.2024;</w:t>
            </w:r>
          </w:p>
          <w:p w:rsidR="00AE563F" w:rsidRPr="00EB3423" w:rsidRDefault="00AE563F" w:rsidP="00F470E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31.12.2024.</w:t>
            </w:r>
          </w:p>
          <w:p w:rsidR="00AE563F" w:rsidRPr="00EB3423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EB3423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E563F" w:rsidRPr="008335DB" w:rsidTr="009F2106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204DFD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11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204DFD">
              <w:rPr>
                <w:rFonts w:ascii="Times New Roman" w:hAnsi="Times New Roman"/>
                <w:sz w:val="26"/>
                <w:szCs w:val="26"/>
              </w:rPr>
              <w:t>Комплекс процессных мероприятий  "Обеспечение условий для доступа к объектам спорта на территории муниципального образования Гайский городской округ»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EB3423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Завьялов А.Ю. Председатель Спорткомитета Гайского ГО</w:t>
            </w:r>
          </w:p>
        </w:tc>
      </w:tr>
      <w:tr w:rsidR="00AE563F" w:rsidRPr="008335DB" w:rsidTr="004D036E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CB1D22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204DFD">
              <w:rPr>
                <w:rFonts w:ascii="Times New Roman" w:hAnsi="Times New Roman"/>
                <w:sz w:val="26"/>
                <w:szCs w:val="26"/>
              </w:rPr>
              <w:t>4</w:t>
            </w:r>
            <w:r w:rsidRPr="00204DFD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204DFD">
              <w:rPr>
                <w:rFonts w:ascii="Times New Roman" w:hAnsi="Times New Roman"/>
                <w:sz w:val="26"/>
                <w:szCs w:val="26"/>
              </w:rPr>
              <w:t>1</w:t>
            </w:r>
            <w:r w:rsidRPr="00204DFD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47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467BF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4DFD">
              <w:rPr>
                <w:rFonts w:ascii="Times New Roman" w:hAnsi="Times New Roman"/>
                <w:sz w:val="26"/>
                <w:szCs w:val="26"/>
              </w:rPr>
              <w:t xml:space="preserve">Задача комплекса процессных мероприятий </w:t>
            </w:r>
          </w:p>
          <w:p w:rsidR="00AE563F" w:rsidRPr="00204DFD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204DFD">
              <w:rPr>
                <w:rFonts w:ascii="Times New Roman" w:hAnsi="Times New Roman"/>
                <w:sz w:val="26"/>
                <w:szCs w:val="26"/>
              </w:rPr>
              <w:t>1.Создание условий для  привлечения граждан к систематическим занятиям  физической культурой и спортом</w:t>
            </w:r>
          </w:p>
        </w:tc>
      </w:tr>
      <w:tr w:rsidR="00AE563F" w:rsidRPr="008335DB" w:rsidTr="009F2106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CB1D22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204DFD">
              <w:rPr>
                <w:rFonts w:ascii="Times New Roman" w:hAnsi="Times New Roman"/>
                <w:sz w:val="26"/>
                <w:szCs w:val="26"/>
              </w:rPr>
              <w:t>4</w:t>
            </w:r>
            <w:r w:rsidRPr="00204DFD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204DFD">
              <w:rPr>
                <w:rFonts w:ascii="Times New Roman" w:hAnsi="Times New Roman"/>
                <w:sz w:val="26"/>
                <w:szCs w:val="26"/>
              </w:rPr>
              <w:t>1</w:t>
            </w:r>
            <w:r w:rsidRPr="00204DFD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204DFD">
              <w:rPr>
                <w:rFonts w:ascii="Times New Roman" w:hAnsi="Times New Roman"/>
                <w:sz w:val="26"/>
                <w:szCs w:val="26"/>
              </w:rPr>
              <w:t>1</w:t>
            </w:r>
            <w:r w:rsidRPr="00204DFD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F470E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4DFD">
              <w:rPr>
                <w:rFonts w:ascii="Times New Roman" w:hAnsi="Times New Roman"/>
                <w:sz w:val="26"/>
                <w:szCs w:val="26"/>
              </w:rPr>
              <w:t xml:space="preserve">Результат комплекса процессных мероприятий </w:t>
            </w:r>
          </w:p>
          <w:p w:rsidR="00AE563F" w:rsidRPr="00204DFD" w:rsidRDefault="00AE563F" w:rsidP="00F470E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4DFD">
              <w:rPr>
                <w:rFonts w:ascii="Times New Roman" w:hAnsi="Times New Roman"/>
                <w:sz w:val="26"/>
                <w:szCs w:val="26"/>
              </w:rPr>
              <w:t>1.Предоставление доступа к объектам спорта учреждения МАУ «Физкультурно - оздоровительный комплекс «Горняк»</w:t>
            </w:r>
          </w:p>
          <w:p w:rsidR="00AE563F" w:rsidRPr="00204DFD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204DFD">
              <w:rPr>
                <w:rFonts w:ascii="Times New Roman" w:hAnsi="Times New Roman"/>
                <w:sz w:val="26"/>
                <w:szCs w:val="26"/>
              </w:rPr>
              <w:t xml:space="preserve">2.Создание спортивной площадки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EB3423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EB3423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E563F" w:rsidRPr="008335DB" w:rsidTr="009F2106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EB3423" w:rsidRDefault="00AE563F" w:rsidP="00CB1D22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4</w:t>
            </w:r>
            <w:r w:rsidRPr="00EB3423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EB3423">
              <w:rPr>
                <w:rFonts w:ascii="Times New Roman" w:hAnsi="Times New Roman"/>
                <w:sz w:val="26"/>
                <w:szCs w:val="26"/>
              </w:rPr>
              <w:t>1</w:t>
            </w:r>
            <w:r w:rsidRPr="00EB3423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EB3423">
              <w:rPr>
                <w:rFonts w:ascii="Times New Roman" w:hAnsi="Times New Roman"/>
                <w:sz w:val="26"/>
                <w:szCs w:val="26"/>
              </w:rPr>
              <w:t>1</w:t>
            </w:r>
            <w:r w:rsidRPr="00EB3423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EB342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EB3423" w:rsidRDefault="00AE563F" w:rsidP="000E446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 xml:space="preserve">1.Контрольная точка результата комплекса процессных мероприятий </w:t>
            </w:r>
          </w:p>
          <w:p w:rsidR="00AE563F" w:rsidRPr="00EB3423" w:rsidRDefault="00AE563F" w:rsidP="000E446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Предоставлен отчет о выполнении муниципального задания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</w:tcPr>
          <w:p w:rsidR="00AE563F" w:rsidRPr="00EB3423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30.03.2024; 30.06.2024; 30.09.2024; 31.12.2024.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EB3423" w:rsidRDefault="00AE563F" w:rsidP="00F470E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E563F" w:rsidRPr="008335DB" w:rsidTr="009F2106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EB3423" w:rsidRDefault="00AE563F" w:rsidP="004D036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4.1.1.2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32772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4DFD">
              <w:rPr>
                <w:rFonts w:ascii="Times New Roman" w:hAnsi="Times New Roman"/>
                <w:sz w:val="26"/>
                <w:szCs w:val="26"/>
              </w:rPr>
              <w:t xml:space="preserve">2.Контрольная точка результата комплекса процессных мероприятий </w:t>
            </w:r>
          </w:p>
          <w:p w:rsidR="00AE563F" w:rsidRPr="00204DFD" w:rsidRDefault="00AE563F" w:rsidP="004D036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4DFD">
              <w:rPr>
                <w:rFonts w:ascii="Times New Roman" w:hAnsi="Times New Roman"/>
                <w:sz w:val="26"/>
                <w:szCs w:val="26"/>
              </w:rPr>
              <w:t>2.Создание спортивной площадки для игры в мини- футбол. Подписание акта приема - передачи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</w:tcPr>
          <w:p w:rsidR="00AE563F" w:rsidRPr="00204DFD" w:rsidRDefault="00AE563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4DFD">
              <w:rPr>
                <w:rFonts w:ascii="Times New Roman" w:hAnsi="Times New Roman"/>
                <w:sz w:val="26"/>
                <w:szCs w:val="26"/>
              </w:rPr>
              <w:t>До 31.08.2024г.</w:t>
            </w:r>
          </w:p>
          <w:p w:rsidR="00AE563F" w:rsidRPr="00204DFD" w:rsidRDefault="00AE563F" w:rsidP="0032772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4D036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E563F" w:rsidRPr="008335DB" w:rsidTr="009F2106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EB3423" w:rsidRDefault="00AE563F" w:rsidP="004D036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11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204DFD" w:rsidRDefault="00AE563F" w:rsidP="004D036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204DFD">
              <w:rPr>
                <w:rFonts w:ascii="Times New Roman" w:hAnsi="Times New Roman"/>
                <w:sz w:val="26"/>
                <w:szCs w:val="26"/>
              </w:rPr>
              <w:t>Комплекс процессных мероприятий "Обеспечение выполнения муниципальной политики, обеспечивающей развитие системы физической культуры и массового спорта в городском округе"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4D036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204DFD">
              <w:rPr>
                <w:rFonts w:ascii="Times New Roman" w:hAnsi="Times New Roman"/>
                <w:sz w:val="26"/>
                <w:szCs w:val="26"/>
              </w:rPr>
              <w:t>Завьялов А.Ю. Председатель Спорткомитета Гайского ГО</w:t>
            </w:r>
          </w:p>
        </w:tc>
      </w:tr>
      <w:tr w:rsidR="00AE563F" w:rsidRPr="008335DB" w:rsidTr="004D036E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EB3423" w:rsidRDefault="00AE563F" w:rsidP="004D036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5</w:t>
            </w:r>
            <w:r w:rsidRPr="00EB3423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EB3423">
              <w:rPr>
                <w:rFonts w:ascii="Times New Roman" w:hAnsi="Times New Roman"/>
                <w:sz w:val="26"/>
                <w:szCs w:val="26"/>
              </w:rPr>
              <w:t>1</w:t>
            </w:r>
            <w:r w:rsidRPr="00EB3423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47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204DFD" w:rsidRDefault="00AE563F" w:rsidP="004D036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4DFD">
              <w:rPr>
                <w:rFonts w:ascii="Times New Roman" w:hAnsi="Times New Roman"/>
                <w:sz w:val="26"/>
                <w:szCs w:val="26"/>
              </w:rPr>
              <w:t xml:space="preserve">Задача комплекса процессных мероприятий </w:t>
            </w:r>
          </w:p>
          <w:p w:rsidR="00AE563F" w:rsidRPr="00204DFD" w:rsidRDefault="00AE563F" w:rsidP="004D036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204DFD">
              <w:rPr>
                <w:rFonts w:ascii="Times New Roman" w:hAnsi="Times New Roman"/>
                <w:sz w:val="26"/>
                <w:szCs w:val="26"/>
              </w:rPr>
              <w:t>1.Создание условий для  привлечения граждан к систематическим занятиям  физической культурой и спортом</w:t>
            </w:r>
          </w:p>
        </w:tc>
      </w:tr>
      <w:tr w:rsidR="00AE563F" w:rsidRPr="008335DB" w:rsidTr="009F2106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EB3423" w:rsidRDefault="00AE563F" w:rsidP="004D036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5</w:t>
            </w:r>
            <w:r w:rsidRPr="00EB3423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EB3423">
              <w:rPr>
                <w:rFonts w:ascii="Times New Roman" w:hAnsi="Times New Roman"/>
                <w:sz w:val="26"/>
                <w:szCs w:val="26"/>
              </w:rPr>
              <w:t>1</w:t>
            </w:r>
            <w:r w:rsidRPr="00EB3423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EB3423">
              <w:rPr>
                <w:rFonts w:ascii="Times New Roman" w:hAnsi="Times New Roman"/>
                <w:sz w:val="26"/>
                <w:szCs w:val="26"/>
              </w:rPr>
              <w:t>1</w:t>
            </w:r>
            <w:r w:rsidRPr="00EB3423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EB3423" w:rsidRDefault="00AE563F" w:rsidP="004D036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 xml:space="preserve">Результат комплекса процессных мероприятий </w:t>
            </w:r>
          </w:p>
          <w:p w:rsidR="00AE563F" w:rsidRPr="00EB3423" w:rsidRDefault="00AE563F" w:rsidP="004D036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1. Эффективное функционирование системы управления физической культуры и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EB3423" w:rsidRDefault="00AE563F" w:rsidP="004D036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EB3423" w:rsidRDefault="00AE563F" w:rsidP="004D036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E563F" w:rsidRPr="008335DB" w:rsidTr="009F2106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EB3423" w:rsidRDefault="00AE563F" w:rsidP="004D036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5</w:t>
            </w:r>
            <w:r w:rsidRPr="00EB3423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EB3423">
              <w:rPr>
                <w:rFonts w:ascii="Times New Roman" w:hAnsi="Times New Roman"/>
                <w:sz w:val="26"/>
                <w:szCs w:val="26"/>
              </w:rPr>
              <w:t>1</w:t>
            </w:r>
            <w:r w:rsidRPr="00EB3423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EB3423">
              <w:rPr>
                <w:rFonts w:ascii="Times New Roman" w:hAnsi="Times New Roman"/>
                <w:sz w:val="26"/>
                <w:szCs w:val="26"/>
              </w:rPr>
              <w:t>1</w:t>
            </w:r>
            <w:r w:rsidRPr="00EB3423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EB342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EB3423" w:rsidRDefault="00AE563F" w:rsidP="004D036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 xml:space="preserve">Контрольная точка результата комплекса процессных мероприятий </w:t>
            </w:r>
          </w:p>
          <w:p w:rsidR="00AE563F" w:rsidRPr="00EB3423" w:rsidRDefault="00AE563F" w:rsidP="004D036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EB3423" w:rsidRDefault="00AE563F" w:rsidP="004D036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EB3423" w:rsidRDefault="00AE563F" w:rsidP="004D036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E563F" w:rsidRPr="008335DB" w:rsidTr="009F2106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EB3423" w:rsidRDefault="00AE563F" w:rsidP="00A13E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11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EB3423" w:rsidRDefault="00AE563F" w:rsidP="00A13E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Комплекс процессных мероприятий "Ведение бухгалтерского учёта и составление отчётности учредителя и подведомственных учреждений физической культуры"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EB3423" w:rsidRDefault="00AE563F" w:rsidP="00A13E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Завьялов А.Ю. Председатель Спорткомитета Гайского ГО</w:t>
            </w:r>
          </w:p>
        </w:tc>
      </w:tr>
      <w:tr w:rsidR="00AE563F" w:rsidRPr="008335DB" w:rsidTr="00A13ED8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EB3423" w:rsidRDefault="00AE563F" w:rsidP="00A13E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6</w:t>
            </w:r>
            <w:r w:rsidRPr="00EB3423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EB3423">
              <w:rPr>
                <w:rFonts w:ascii="Times New Roman" w:hAnsi="Times New Roman"/>
                <w:sz w:val="26"/>
                <w:szCs w:val="26"/>
              </w:rPr>
              <w:t>1</w:t>
            </w:r>
            <w:r w:rsidRPr="00EB3423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47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E563F" w:rsidRPr="00EB3423" w:rsidRDefault="00AE563F" w:rsidP="00A13E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 xml:space="preserve">Задача комплекса процессных мероприятий </w:t>
            </w:r>
          </w:p>
          <w:p w:rsidR="00AE563F" w:rsidRPr="00EB3423" w:rsidRDefault="00AE563F" w:rsidP="00A13E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1.Создание условий для  привлечения граждан к систематическим занятиям  физической культурой и спортом</w:t>
            </w:r>
          </w:p>
        </w:tc>
      </w:tr>
      <w:tr w:rsidR="00AE563F" w:rsidRPr="008335DB" w:rsidTr="009F2106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EB3423" w:rsidRDefault="00AE563F" w:rsidP="00A13E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6</w:t>
            </w:r>
            <w:r w:rsidRPr="00EB3423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EB3423">
              <w:rPr>
                <w:rFonts w:ascii="Times New Roman" w:hAnsi="Times New Roman"/>
                <w:sz w:val="26"/>
                <w:szCs w:val="26"/>
              </w:rPr>
              <w:t>1</w:t>
            </w:r>
            <w:r w:rsidRPr="00EB3423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EB3423">
              <w:rPr>
                <w:rFonts w:ascii="Times New Roman" w:hAnsi="Times New Roman"/>
                <w:sz w:val="26"/>
                <w:szCs w:val="26"/>
              </w:rPr>
              <w:t>1</w:t>
            </w:r>
            <w:r w:rsidRPr="00EB3423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EB3423" w:rsidRDefault="00AE563F" w:rsidP="00A13E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 xml:space="preserve">Результат комплекса процессных мероприятий </w:t>
            </w:r>
          </w:p>
          <w:p w:rsidR="00AE563F" w:rsidRPr="00EB3423" w:rsidRDefault="00AE563F" w:rsidP="00A13E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1. Выполнение функций по бухгалтерскому учету учредителя и  подведомственных учреждений.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EB3423" w:rsidRDefault="00AE563F" w:rsidP="00A13E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EB3423" w:rsidRDefault="00AE563F" w:rsidP="00A13E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E563F" w:rsidRPr="008335DB" w:rsidTr="009F2106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EB3423" w:rsidRDefault="00AE563F" w:rsidP="00A13E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6</w:t>
            </w:r>
            <w:r w:rsidRPr="00EB3423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EB3423">
              <w:rPr>
                <w:rFonts w:ascii="Times New Roman" w:hAnsi="Times New Roman"/>
                <w:sz w:val="26"/>
                <w:szCs w:val="26"/>
              </w:rPr>
              <w:t>1</w:t>
            </w:r>
            <w:r w:rsidRPr="00EB3423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EB3423">
              <w:rPr>
                <w:rFonts w:ascii="Times New Roman" w:hAnsi="Times New Roman"/>
                <w:sz w:val="26"/>
                <w:szCs w:val="26"/>
              </w:rPr>
              <w:t>1</w:t>
            </w:r>
            <w:r w:rsidRPr="00EB3423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EB342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EB3423" w:rsidRDefault="00AE563F" w:rsidP="00A13E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 xml:space="preserve">Контрольная точка результата комплекса процессных мероприятий </w:t>
            </w:r>
          </w:p>
          <w:p w:rsidR="00AE563F" w:rsidRPr="00EB3423" w:rsidRDefault="00AE563F" w:rsidP="00A13E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1. Предоставление отчетности  учредителя и  подведомственных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563F" w:rsidRPr="00EB3423" w:rsidRDefault="00AE563F" w:rsidP="00A13E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30.03.2024; 30.06.2024; 30.09.2024;</w:t>
            </w:r>
          </w:p>
          <w:p w:rsidR="00AE563F" w:rsidRPr="00EB3423" w:rsidRDefault="00AE563F" w:rsidP="00A13E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B3423">
              <w:rPr>
                <w:rFonts w:ascii="Times New Roman" w:hAnsi="Times New Roman"/>
                <w:sz w:val="26"/>
                <w:szCs w:val="26"/>
              </w:rPr>
              <w:t>31.12.2024.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63F" w:rsidRPr="00EB3423" w:rsidRDefault="00AE563F" w:rsidP="00A13E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AE563F" w:rsidRPr="008335DB" w:rsidRDefault="00AE563F" w:rsidP="00F470E5">
      <w:pPr>
        <w:contextualSpacing/>
        <w:jc w:val="right"/>
        <w:rPr>
          <w:rFonts w:ascii="Times New Roman" w:hAnsi="Times New Roman"/>
          <w:b/>
          <w:color w:val="FF0000"/>
          <w:sz w:val="28"/>
          <w:szCs w:val="28"/>
        </w:rPr>
      </w:pPr>
    </w:p>
    <w:sectPr w:rsidR="00AE563F" w:rsidRPr="008335DB" w:rsidSect="00C326A3">
      <w:headerReference w:type="even" r:id="rId7"/>
      <w:headerReference w:type="default" r:id="rId8"/>
      <w:headerReference w:type="firs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63F" w:rsidRDefault="00AE563F" w:rsidP="00C239EB">
      <w:pPr>
        <w:spacing w:after="0" w:line="240" w:lineRule="auto"/>
      </w:pPr>
      <w:r>
        <w:separator/>
      </w:r>
    </w:p>
  </w:endnote>
  <w:endnote w:type="continuationSeparator" w:id="1">
    <w:p w:rsidR="00AE563F" w:rsidRDefault="00AE563F" w:rsidP="00C2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63F" w:rsidRDefault="00AE563F" w:rsidP="00C239EB">
      <w:pPr>
        <w:spacing w:after="0" w:line="240" w:lineRule="auto"/>
      </w:pPr>
      <w:r>
        <w:separator/>
      </w:r>
    </w:p>
  </w:footnote>
  <w:footnote w:type="continuationSeparator" w:id="1">
    <w:p w:rsidR="00AE563F" w:rsidRDefault="00AE563F" w:rsidP="00C23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63F" w:rsidRDefault="00AE563F">
    <w:pPr>
      <w:spacing w:after="141" w:line="259" w:lineRule="auto"/>
    </w:pPr>
    <w:r>
      <w:rPr>
        <w:rFonts w:cs="Calibri"/>
        <w:sz w:val="2"/>
      </w:rPr>
      <w:t xml:space="preserve"> </w:t>
    </w:r>
  </w:p>
  <w:p w:rsidR="00AE563F" w:rsidRDefault="00AE563F">
    <w:pPr>
      <w:tabs>
        <w:tab w:val="center" w:pos="7818"/>
        <w:tab w:val="center" w:pos="15636"/>
      </w:tabs>
      <w:spacing w:line="259" w:lineRule="auto"/>
    </w:pPr>
    <w:r>
      <w:rPr>
        <w:rFonts w:cs="Calibri"/>
      </w:rPr>
      <w:tab/>
    </w:r>
    <w:fldSimple w:instr=" PAGE   \* MERGEFORMAT ">
      <w:r>
        <w:t>2</w:t>
      </w:r>
    </w:fldSimple>
    <w:r>
      <w:t xml:space="preserve"> </w:t>
    </w:r>
    <w:r>
      <w:tab/>
    </w:r>
    <w:r>
      <w:rPr>
        <w:rFonts w:cs="Calibri"/>
        <w:sz w:val="3"/>
        <w:vertAlign w:val="superscript"/>
      </w:rPr>
      <w:t xml:space="preserve"> </w:t>
    </w:r>
  </w:p>
  <w:p w:rsidR="00AE563F" w:rsidRDefault="00AE563F">
    <w:pPr>
      <w:spacing w:line="259" w:lineRule="auto"/>
      <w:ind w:right="32"/>
      <w:jc w:val="right"/>
    </w:pPr>
    <w:r>
      <w:rPr>
        <w:rFonts w:cs="Calibri"/>
        <w:sz w:val="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63F" w:rsidRDefault="00AE563F">
    <w:pPr>
      <w:spacing w:line="259" w:lineRule="auto"/>
      <w:ind w:right="32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63F" w:rsidRDefault="00AE563F">
    <w:pPr>
      <w:spacing w:after="160" w:line="259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83792"/>
    <w:multiLevelType w:val="hybridMultilevel"/>
    <w:tmpl w:val="F75053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39EB"/>
    <w:rsid w:val="00010936"/>
    <w:rsid w:val="000120A5"/>
    <w:rsid w:val="000126B3"/>
    <w:rsid w:val="00013D13"/>
    <w:rsid w:val="000218DA"/>
    <w:rsid w:val="0002473E"/>
    <w:rsid w:val="00024AE5"/>
    <w:rsid w:val="0002773E"/>
    <w:rsid w:val="00030E01"/>
    <w:rsid w:val="00032E99"/>
    <w:rsid w:val="00033545"/>
    <w:rsid w:val="0003458E"/>
    <w:rsid w:val="000377DC"/>
    <w:rsid w:val="00037B95"/>
    <w:rsid w:val="00041969"/>
    <w:rsid w:val="0004459C"/>
    <w:rsid w:val="0005045D"/>
    <w:rsid w:val="00056C72"/>
    <w:rsid w:val="00060EE2"/>
    <w:rsid w:val="0006149D"/>
    <w:rsid w:val="00073237"/>
    <w:rsid w:val="000735B6"/>
    <w:rsid w:val="00073CB0"/>
    <w:rsid w:val="00074997"/>
    <w:rsid w:val="000752D0"/>
    <w:rsid w:val="000758FB"/>
    <w:rsid w:val="00082D7F"/>
    <w:rsid w:val="00084460"/>
    <w:rsid w:val="00084505"/>
    <w:rsid w:val="00087548"/>
    <w:rsid w:val="00092D24"/>
    <w:rsid w:val="00095ED3"/>
    <w:rsid w:val="000A25CF"/>
    <w:rsid w:val="000A3886"/>
    <w:rsid w:val="000A3F6B"/>
    <w:rsid w:val="000A3F79"/>
    <w:rsid w:val="000A40B8"/>
    <w:rsid w:val="000B148E"/>
    <w:rsid w:val="000B1EA4"/>
    <w:rsid w:val="000B4331"/>
    <w:rsid w:val="000B6525"/>
    <w:rsid w:val="000B6B6B"/>
    <w:rsid w:val="000B6BEA"/>
    <w:rsid w:val="000C16FE"/>
    <w:rsid w:val="000C172D"/>
    <w:rsid w:val="000C38DB"/>
    <w:rsid w:val="000D0130"/>
    <w:rsid w:val="000D1E7B"/>
    <w:rsid w:val="000D2770"/>
    <w:rsid w:val="000D548C"/>
    <w:rsid w:val="000D737B"/>
    <w:rsid w:val="000E1774"/>
    <w:rsid w:val="000E203F"/>
    <w:rsid w:val="000E446B"/>
    <w:rsid w:val="000E590E"/>
    <w:rsid w:val="000E6F24"/>
    <w:rsid w:val="0010262B"/>
    <w:rsid w:val="0010313E"/>
    <w:rsid w:val="00105A0C"/>
    <w:rsid w:val="00107C37"/>
    <w:rsid w:val="0011029F"/>
    <w:rsid w:val="00111000"/>
    <w:rsid w:val="0011214D"/>
    <w:rsid w:val="00114F32"/>
    <w:rsid w:val="00116283"/>
    <w:rsid w:val="00117506"/>
    <w:rsid w:val="00117C78"/>
    <w:rsid w:val="00120051"/>
    <w:rsid w:val="001209A9"/>
    <w:rsid w:val="00120EFB"/>
    <w:rsid w:val="00124327"/>
    <w:rsid w:val="00126258"/>
    <w:rsid w:val="0012779E"/>
    <w:rsid w:val="0013272C"/>
    <w:rsid w:val="00134774"/>
    <w:rsid w:val="00141EA3"/>
    <w:rsid w:val="00142894"/>
    <w:rsid w:val="00143BBD"/>
    <w:rsid w:val="00146620"/>
    <w:rsid w:val="001501A0"/>
    <w:rsid w:val="001511A7"/>
    <w:rsid w:val="001523EA"/>
    <w:rsid w:val="001538CF"/>
    <w:rsid w:val="0015469A"/>
    <w:rsid w:val="00157E97"/>
    <w:rsid w:val="001612E7"/>
    <w:rsid w:val="00162242"/>
    <w:rsid w:val="00172F06"/>
    <w:rsid w:val="00177201"/>
    <w:rsid w:val="00182D9C"/>
    <w:rsid w:val="0018355F"/>
    <w:rsid w:val="00190F67"/>
    <w:rsid w:val="001917EF"/>
    <w:rsid w:val="00194285"/>
    <w:rsid w:val="00194C61"/>
    <w:rsid w:val="00196F1A"/>
    <w:rsid w:val="00197B53"/>
    <w:rsid w:val="00197D9A"/>
    <w:rsid w:val="001A147A"/>
    <w:rsid w:val="001A34DF"/>
    <w:rsid w:val="001A4C21"/>
    <w:rsid w:val="001B4F7C"/>
    <w:rsid w:val="001C60CD"/>
    <w:rsid w:val="001C75FC"/>
    <w:rsid w:val="001D13A5"/>
    <w:rsid w:val="001D4D5C"/>
    <w:rsid w:val="001D6A88"/>
    <w:rsid w:val="001D78B0"/>
    <w:rsid w:val="001E58BE"/>
    <w:rsid w:val="001F574C"/>
    <w:rsid w:val="001F65B9"/>
    <w:rsid w:val="00200427"/>
    <w:rsid w:val="0020185F"/>
    <w:rsid w:val="002031F1"/>
    <w:rsid w:val="00204DFD"/>
    <w:rsid w:val="00212567"/>
    <w:rsid w:val="0021342F"/>
    <w:rsid w:val="00213CE8"/>
    <w:rsid w:val="0022070C"/>
    <w:rsid w:val="00221D02"/>
    <w:rsid w:val="00222866"/>
    <w:rsid w:val="00226424"/>
    <w:rsid w:val="00226B49"/>
    <w:rsid w:val="00226E11"/>
    <w:rsid w:val="00231FEC"/>
    <w:rsid w:val="00233582"/>
    <w:rsid w:val="00234B78"/>
    <w:rsid w:val="00235889"/>
    <w:rsid w:val="00235942"/>
    <w:rsid w:val="00235CD8"/>
    <w:rsid w:val="00235E1A"/>
    <w:rsid w:val="00240F80"/>
    <w:rsid w:val="00242F18"/>
    <w:rsid w:val="00245C43"/>
    <w:rsid w:val="00246C42"/>
    <w:rsid w:val="002506F1"/>
    <w:rsid w:val="002531DB"/>
    <w:rsid w:val="00256145"/>
    <w:rsid w:val="00260CA8"/>
    <w:rsid w:val="00260E46"/>
    <w:rsid w:val="002754A8"/>
    <w:rsid w:val="002839FB"/>
    <w:rsid w:val="00283A8C"/>
    <w:rsid w:val="00284F2E"/>
    <w:rsid w:val="002851DE"/>
    <w:rsid w:val="00285444"/>
    <w:rsid w:val="00286E71"/>
    <w:rsid w:val="002937BD"/>
    <w:rsid w:val="0029438B"/>
    <w:rsid w:val="00295F51"/>
    <w:rsid w:val="00297083"/>
    <w:rsid w:val="0029709D"/>
    <w:rsid w:val="002A07D8"/>
    <w:rsid w:val="002A4C70"/>
    <w:rsid w:val="002A5EDC"/>
    <w:rsid w:val="002A6908"/>
    <w:rsid w:val="002A69A9"/>
    <w:rsid w:val="002B0477"/>
    <w:rsid w:val="002B2DFC"/>
    <w:rsid w:val="002B33D8"/>
    <w:rsid w:val="002B462A"/>
    <w:rsid w:val="002B716E"/>
    <w:rsid w:val="002C0720"/>
    <w:rsid w:val="002C0F04"/>
    <w:rsid w:val="002C1785"/>
    <w:rsid w:val="002C24EB"/>
    <w:rsid w:val="002C6A22"/>
    <w:rsid w:val="002D1405"/>
    <w:rsid w:val="002D1EA2"/>
    <w:rsid w:val="002D2BEC"/>
    <w:rsid w:val="002D2CDC"/>
    <w:rsid w:val="002D388F"/>
    <w:rsid w:val="002D4966"/>
    <w:rsid w:val="002D79E2"/>
    <w:rsid w:val="002E03DA"/>
    <w:rsid w:val="002E1B6A"/>
    <w:rsid w:val="002E1F3F"/>
    <w:rsid w:val="002E2AC2"/>
    <w:rsid w:val="002E68F4"/>
    <w:rsid w:val="002E6A84"/>
    <w:rsid w:val="002F087D"/>
    <w:rsid w:val="002F13ED"/>
    <w:rsid w:val="002F7D3C"/>
    <w:rsid w:val="00304471"/>
    <w:rsid w:val="003060AE"/>
    <w:rsid w:val="00307F26"/>
    <w:rsid w:val="0031289B"/>
    <w:rsid w:val="00317E5D"/>
    <w:rsid w:val="003255AE"/>
    <w:rsid w:val="00327726"/>
    <w:rsid w:val="003308ED"/>
    <w:rsid w:val="003316AF"/>
    <w:rsid w:val="00334127"/>
    <w:rsid w:val="00340572"/>
    <w:rsid w:val="00342801"/>
    <w:rsid w:val="00350FD7"/>
    <w:rsid w:val="00351748"/>
    <w:rsid w:val="00352570"/>
    <w:rsid w:val="0036151E"/>
    <w:rsid w:val="003642F8"/>
    <w:rsid w:val="00367274"/>
    <w:rsid w:val="00367877"/>
    <w:rsid w:val="0037409C"/>
    <w:rsid w:val="00376F8E"/>
    <w:rsid w:val="00380282"/>
    <w:rsid w:val="00380EBC"/>
    <w:rsid w:val="00386974"/>
    <w:rsid w:val="00387DC0"/>
    <w:rsid w:val="0039716E"/>
    <w:rsid w:val="003974DB"/>
    <w:rsid w:val="003A3263"/>
    <w:rsid w:val="003A5F1C"/>
    <w:rsid w:val="003B2CC1"/>
    <w:rsid w:val="003B3806"/>
    <w:rsid w:val="003B4DF8"/>
    <w:rsid w:val="003C17B8"/>
    <w:rsid w:val="003C55B5"/>
    <w:rsid w:val="003C566F"/>
    <w:rsid w:val="003D1F8A"/>
    <w:rsid w:val="003D36A1"/>
    <w:rsid w:val="003D3B7C"/>
    <w:rsid w:val="003D42CD"/>
    <w:rsid w:val="003E09E5"/>
    <w:rsid w:val="003E2071"/>
    <w:rsid w:val="003E49DC"/>
    <w:rsid w:val="003E6BAC"/>
    <w:rsid w:val="003E6CAE"/>
    <w:rsid w:val="003F028B"/>
    <w:rsid w:val="003F6B0C"/>
    <w:rsid w:val="004012B0"/>
    <w:rsid w:val="004067EB"/>
    <w:rsid w:val="00410518"/>
    <w:rsid w:val="0041702A"/>
    <w:rsid w:val="00424DA8"/>
    <w:rsid w:val="004268A6"/>
    <w:rsid w:val="00427CC5"/>
    <w:rsid w:val="00427D84"/>
    <w:rsid w:val="00430CF3"/>
    <w:rsid w:val="00433E08"/>
    <w:rsid w:val="00442998"/>
    <w:rsid w:val="00443D92"/>
    <w:rsid w:val="00445E87"/>
    <w:rsid w:val="004464B3"/>
    <w:rsid w:val="004501FC"/>
    <w:rsid w:val="0045239D"/>
    <w:rsid w:val="00454466"/>
    <w:rsid w:val="0045481A"/>
    <w:rsid w:val="00455F64"/>
    <w:rsid w:val="00457584"/>
    <w:rsid w:val="0046030F"/>
    <w:rsid w:val="00460366"/>
    <w:rsid w:val="0046083D"/>
    <w:rsid w:val="00460B94"/>
    <w:rsid w:val="00463F2F"/>
    <w:rsid w:val="004644D0"/>
    <w:rsid w:val="00464640"/>
    <w:rsid w:val="0046579D"/>
    <w:rsid w:val="00467BF3"/>
    <w:rsid w:val="0047142A"/>
    <w:rsid w:val="00490E94"/>
    <w:rsid w:val="00497B20"/>
    <w:rsid w:val="004A1532"/>
    <w:rsid w:val="004A307B"/>
    <w:rsid w:val="004A3151"/>
    <w:rsid w:val="004B659D"/>
    <w:rsid w:val="004C0967"/>
    <w:rsid w:val="004C2784"/>
    <w:rsid w:val="004C3BCD"/>
    <w:rsid w:val="004D036E"/>
    <w:rsid w:val="004D4E48"/>
    <w:rsid w:val="004D5472"/>
    <w:rsid w:val="004D60EF"/>
    <w:rsid w:val="004E0FBB"/>
    <w:rsid w:val="004E4BC7"/>
    <w:rsid w:val="004E4F11"/>
    <w:rsid w:val="004E5DE2"/>
    <w:rsid w:val="004F676B"/>
    <w:rsid w:val="004F6957"/>
    <w:rsid w:val="004F777D"/>
    <w:rsid w:val="00501A74"/>
    <w:rsid w:val="00502B92"/>
    <w:rsid w:val="0050698B"/>
    <w:rsid w:val="005106F2"/>
    <w:rsid w:val="00510813"/>
    <w:rsid w:val="00510DC6"/>
    <w:rsid w:val="00515FF2"/>
    <w:rsid w:val="005203C3"/>
    <w:rsid w:val="00523220"/>
    <w:rsid w:val="00524708"/>
    <w:rsid w:val="00531FF4"/>
    <w:rsid w:val="00536BE8"/>
    <w:rsid w:val="00536DEE"/>
    <w:rsid w:val="005377F7"/>
    <w:rsid w:val="0053785F"/>
    <w:rsid w:val="00540200"/>
    <w:rsid w:val="0054492F"/>
    <w:rsid w:val="005511D2"/>
    <w:rsid w:val="005534F6"/>
    <w:rsid w:val="005561C8"/>
    <w:rsid w:val="005578FD"/>
    <w:rsid w:val="00557D1B"/>
    <w:rsid w:val="00560514"/>
    <w:rsid w:val="00562F4F"/>
    <w:rsid w:val="00564703"/>
    <w:rsid w:val="00565BA0"/>
    <w:rsid w:val="005676EF"/>
    <w:rsid w:val="00570866"/>
    <w:rsid w:val="005709CF"/>
    <w:rsid w:val="005724E1"/>
    <w:rsid w:val="005749E3"/>
    <w:rsid w:val="005818FD"/>
    <w:rsid w:val="00584E98"/>
    <w:rsid w:val="00585D1D"/>
    <w:rsid w:val="00590A37"/>
    <w:rsid w:val="0059197D"/>
    <w:rsid w:val="005A0253"/>
    <w:rsid w:val="005A3A67"/>
    <w:rsid w:val="005A449F"/>
    <w:rsid w:val="005A44B3"/>
    <w:rsid w:val="005A7960"/>
    <w:rsid w:val="005B2ACC"/>
    <w:rsid w:val="005B3879"/>
    <w:rsid w:val="005B674B"/>
    <w:rsid w:val="005C0854"/>
    <w:rsid w:val="005C234C"/>
    <w:rsid w:val="005C28C7"/>
    <w:rsid w:val="005C39BE"/>
    <w:rsid w:val="005D5009"/>
    <w:rsid w:val="005D51A2"/>
    <w:rsid w:val="005D613E"/>
    <w:rsid w:val="005E19A3"/>
    <w:rsid w:val="005E519A"/>
    <w:rsid w:val="005E52DA"/>
    <w:rsid w:val="005F01A3"/>
    <w:rsid w:val="005F5B7E"/>
    <w:rsid w:val="005F6E62"/>
    <w:rsid w:val="00600189"/>
    <w:rsid w:val="00603DA2"/>
    <w:rsid w:val="00605687"/>
    <w:rsid w:val="00607163"/>
    <w:rsid w:val="00612F8B"/>
    <w:rsid w:val="00613178"/>
    <w:rsid w:val="00613C2B"/>
    <w:rsid w:val="00617127"/>
    <w:rsid w:val="00624144"/>
    <w:rsid w:val="0063713D"/>
    <w:rsid w:val="006418EF"/>
    <w:rsid w:val="00642ADA"/>
    <w:rsid w:val="0064493A"/>
    <w:rsid w:val="00646DCE"/>
    <w:rsid w:val="00656020"/>
    <w:rsid w:val="006605E5"/>
    <w:rsid w:val="00662274"/>
    <w:rsid w:val="00662671"/>
    <w:rsid w:val="00665E1B"/>
    <w:rsid w:val="006663CC"/>
    <w:rsid w:val="00666B98"/>
    <w:rsid w:val="006672D4"/>
    <w:rsid w:val="00667842"/>
    <w:rsid w:val="0067682B"/>
    <w:rsid w:val="00677C5D"/>
    <w:rsid w:val="006805F6"/>
    <w:rsid w:val="006808D5"/>
    <w:rsid w:val="006819FE"/>
    <w:rsid w:val="00683417"/>
    <w:rsid w:val="00690291"/>
    <w:rsid w:val="00690DD6"/>
    <w:rsid w:val="006932B5"/>
    <w:rsid w:val="00693628"/>
    <w:rsid w:val="006951F1"/>
    <w:rsid w:val="00695218"/>
    <w:rsid w:val="0069697D"/>
    <w:rsid w:val="006A204B"/>
    <w:rsid w:val="006A44DD"/>
    <w:rsid w:val="006A488F"/>
    <w:rsid w:val="006B13DC"/>
    <w:rsid w:val="006B4041"/>
    <w:rsid w:val="006B52B0"/>
    <w:rsid w:val="006B6AA7"/>
    <w:rsid w:val="006C000D"/>
    <w:rsid w:val="006C02F7"/>
    <w:rsid w:val="006C0430"/>
    <w:rsid w:val="006C1759"/>
    <w:rsid w:val="006C204E"/>
    <w:rsid w:val="006C20A9"/>
    <w:rsid w:val="006C79B2"/>
    <w:rsid w:val="006D1B3C"/>
    <w:rsid w:val="006D4574"/>
    <w:rsid w:val="006E4F7E"/>
    <w:rsid w:val="006F00E1"/>
    <w:rsid w:val="006F1A03"/>
    <w:rsid w:val="006F1C5A"/>
    <w:rsid w:val="006F2F53"/>
    <w:rsid w:val="006F37CF"/>
    <w:rsid w:val="0070060B"/>
    <w:rsid w:val="00701E6B"/>
    <w:rsid w:val="00701F57"/>
    <w:rsid w:val="00702AB5"/>
    <w:rsid w:val="0070654C"/>
    <w:rsid w:val="007067EA"/>
    <w:rsid w:val="00710492"/>
    <w:rsid w:val="00714B68"/>
    <w:rsid w:val="00715FB7"/>
    <w:rsid w:val="0072267C"/>
    <w:rsid w:val="00725F34"/>
    <w:rsid w:val="00732F4C"/>
    <w:rsid w:val="00734035"/>
    <w:rsid w:val="00736F57"/>
    <w:rsid w:val="007408AC"/>
    <w:rsid w:val="00741FD9"/>
    <w:rsid w:val="00751174"/>
    <w:rsid w:val="0075139E"/>
    <w:rsid w:val="007530FF"/>
    <w:rsid w:val="0075314B"/>
    <w:rsid w:val="00756EB7"/>
    <w:rsid w:val="00760124"/>
    <w:rsid w:val="0076155B"/>
    <w:rsid w:val="00764F72"/>
    <w:rsid w:val="0077542A"/>
    <w:rsid w:val="00780108"/>
    <w:rsid w:val="0078181D"/>
    <w:rsid w:val="0078689D"/>
    <w:rsid w:val="00787CAE"/>
    <w:rsid w:val="007901FB"/>
    <w:rsid w:val="00792A68"/>
    <w:rsid w:val="00792AE0"/>
    <w:rsid w:val="007A4D82"/>
    <w:rsid w:val="007A75FF"/>
    <w:rsid w:val="007B0827"/>
    <w:rsid w:val="007B5E47"/>
    <w:rsid w:val="007B6598"/>
    <w:rsid w:val="007B759F"/>
    <w:rsid w:val="007C17E3"/>
    <w:rsid w:val="007C27CD"/>
    <w:rsid w:val="007C3F1B"/>
    <w:rsid w:val="007C4002"/>
    <w:rsid w:val="007C59DC"/>
    <w:rsid w:val="007C5D5B"/>
    <w:rsid w:val="007C6CBC"/>
    <w:rsid w:val="007C7964"/>
    <w:rsid w:val="007D048B"/>
    <w:rsid w:val="007D24AE"/>
    <w:rsid w:val="007D746F"/>
    <w:rsid w:val="007E1461"/>
    <w:rsid w:val="007E485F"/>
    <w:rsid w:val="007E50E7"/>
    <w:rsid w:val="007E6C29"/>
    <w:rsid w:val="007F1C87"/>
    <w:rsid w:val="007F1DF7"/>
    <w:rsid w:val="007F3173"/>
    <w:rsid w:val="007F6CC2"/>
    <w:rsid w:val="008001AD"/>
    <w:rsid w:val="00800BC4"/>
    <w:rsid w:val="00802000"/>
    <w:rsid w:val="00804452"/>
    <w:rsid w:val="008133C7"/>
    <w:rsid w:val="00814937"/>
    <w:rsid w:val="00821892"/>
    <w:rsid w:val="00822C7B"/>
    <w:rsid w:val="00824594"/>
    <w:rsid w:val="00824676"/>
    <w:rsid w:val="00825CD9"/>
    <w:rsid w:val="00827353"/>
    <w:rsid w:val="00827716"/>
    <w:rsid w:val="0083254B"/>
    <w:rsid w:val="008335DB"/>
    <w:rsid w:val="00836393"/>
    <w:rsid w:val="00841D06"/>
    <w:rsid w:val="0084222F"/>
    <w:rsid w:val="00842411"/>
    <w:rsid w:val="00854964"/>
    <w:rsid w:val="00856A8E"/>
    <w:rsid w:val="00871EF5"/>
    <w:rsid w:val="00872659"/>
    <w:rsid w:val="00873B24"/>
    <w:rsid w:val="00875160"/>
    <w:rsid w:val="0087561C"/>
    <w:rsid w:val="008767E6"/>
    <w:rsid w:val="008849B6"/>
    <w:rsid w:val="00886C5D"/>
    <w:rsid w:val="00894A85"/>
    <w:rsid w:val="00894E5D"/>
    <w:rsid w:val="00896AAA"/>
    <w:rsid w:val="00897D44"/>
    <w:rsid w:val="008A294F"/>
    <w:rsid w:val="008A6F74"/>
    <w:rsid w:val="008B1A7E"/>
    <w:rsid w:val="008C118F"/>
    <w:rsid w:val="008C15B5"/>
    <w:rsid w:val="008C2FA3"/>
    <w:rsid w:val="008C4346"/>
    <w:rsid w:val="008C56E5"/>
    <w:rsid w:val="008C57D6"/>
    <w:rsid w:val="008C7790"/>
    <w:rsid w:val="008D1878"/>
    <w:rsid w:val="008D37DC"/>
    <w:rsid w:val="008D4915"/>
    <w:rsid w:val="008D4DA7"/>
    <w:rsid w:val="008D5E8C"/>
    <w:rsid w:val="008D7B80"/>
    <w:rsid w:val="008E0E3F"/>
    <w:rsid w:val="008E2EAC"/>
    <w:rsid w:val="008E5CC8"/>
    <w:rsid w:val="008F0501"/>
    <w:rsid w:val="008F127C"/>
    <w:rsid w:val="008F24E2"/>
    <w:rsid w:val="008F5885"/>
    <w:rsid w:val="008F5F88"/>
    <w:rsid w:val="008F79E6"/>
    <w:rsid w:val="00936848"/>
    <w:rsid w:val="00936B81"/>
    <w:rsid w:val="009405EF"/>
    <w:rsid w:val="0094404A"/>
    <w:rsid w:val="009454F1"/>
    <w:rsid w:val="00947C04"/>
    <w:rsid w:val="009521FC"/>
    <w:rsid w:val="00954294"/>
    <w:rsid w:val="009563F6"/>
    <w:rsid w:val="00963E3D"/>
    <w:rsid w:val="009646E6"/>
    <w:rsid w:val="00965D55"/>
    <w:rsid w:val="00971973"/>
    <w:rsid w:val="00980535"/>
    <w:rsid w:val="009831AE"/>
    <w:rsid w:val="00983B5A"/>
    <w:rsid w:val="00984C41"/>
    <w:rsid w:val="00984FEE"/>
    <w:rsid w:val="00986147"/>
    <w:rsid w:val="00991CE7"/>
    <w:rsid w:val="009942A8"/>
    <w:rsid w:val="00997168"/>
    <w:rsid w:val="009A2818"/>
    <w:rsid w:val="009A6081"/>
    <w:rsid w:val="009B004B"/>
    <w:rsid w:val="009B5855"/>
    <w:rsid w:val="009C1799"/>
    <w:rsid w:val="009C2956"/>
    <w:rsid w:val="009C440A"/>
    <w:rsid w:val="009C6F3E"/>
    <w:rsid w:val="009D0464"/>
    <w:rsid w:val="009D1AD5"/>
    <w:rsid w:val="009D4624"/>
    <w:rsid w:val="009D4E31"/>
    <w:rsid w:val="009D4E97"/>
    <w:rsid w:val="009D5EB3"/>
    <w:rsid w:val="009D7475"/>
    <w:rsid w:val="009E08AD"/>
    <w:rsid w:val="009E1923"/>
    <w:rsid w:val="009E32B8"/>
    <w:rsid w:val="009E36F8"/>
    <w:rsid w:val="009E69C5"/>
    <w:rsid w:val="009F2106"/>
    <w:rsid w:val="009F7BA0"/>
    <w:rsid w:val="00A00FD5"/>
    <w:rsid w:val="00A033CB"/>
    <w:rsid w:val="00A036AD"/>
    <w:rsid w:val="00A0572F"/>
    <w:rsid w:val="00A13ED8"/>
    <w:rsid w:val="00A146AF"/>
    <w:rsid w:val="00A15202"/>
    <w:rsid w:val="00A201AB"/>
    <w:rsid w:val="00A21E5E"/>
    <w:rsid w:val="00A2301E"/>
    <w:rsid w:val="00A259DE"/>
    <w:rsid w:val="00A305CE"/>
    <w:rsid w:val="00A31B1E"/>
    <w:rsid w:val="00A31FF8"/>
    <w:rsid w:val="00A329A8"/>
    <w:rsid w:val="00A37C94"/>
    <w:rsid w:val="00A41F90"/>
    <w:rsid w:val="00A44B24"/>
    <w:rsid w:val="00A45236"/>
    <w:rsid w:val="00A45BE1"/>
    <w:rsid w:val="00A45FD2"/>
    <w:rsid w:val="00A46AF5"/>
    <w:rsid w:val="00A478B1"/>
    <w:rsid w:val="00A50C9E"/>
    <w:rsid w:val="00A54DC3"/>
    <w:rsid w:val="00A556AC"/>
    <w:rsid w:val="00A5657C"/>
    <w:rsid w:val="00A572A1"/>
    <w:rsid w:val="00A6363C"/>
    <w:rsid w:val="00A64FEF"/>
    <w:rsid w:val="00A66817"/>
    <w:rsid w:val="00A71895"/>
    <w:rsid w:val="00A71933"/>
    <w:rsid w:val="00A73F9E"/>
    <w:rsid w:val="00A74D5A"/>
    <w:rsid w:val="00A7650B"/>
    <w:rsid w:val="00A76D71"/>
    <w:rsid w:val="00A81C53"/>
    <w:rsid w:val="00A83A45"/>
    <w:rsid w:val="00A85701"/>
    <w:rsid w:val="00A86269"/>
    <w:rsid w:val="00A87580"/>
    <w:rsid w:val="00A906D3"/>
    <w:rsid w:val="00A927A3"/>
    <w:rsid w:val="00A93FCB"/>
    <w:rsid w:val="00AA2B21"/>
    <w:rsid w:val="00AA5644"/>
    <w:rsid w:val="00AA6670"/>
    <w:rsid w:val="00AB2B5C"/>
    <w:rsid w:val="00AB2B77"/>
    <w:rsid w:val="00AB3239"/>
    <w:rsid w:val="00AB3EC7"/>
    <w:rsid w:val="00AC27CE"/>
    <w:rsid w:val="00AC3B03"/>
    <w:rsid w:val="00AD295C"/>
    <w:rsid w:val="00AD5F60"/>
    <w:rsid w:val="00AE1A4F"/>
    <w:rsid w:val="00AE563F"/>
    <w:rsid w:val="00AE680E"/>
    <w:rsid w:val="00AE6DA1"/>
    <w:rsid w:val="00AF027F"/>
    <w:rsid w:val="00B02DCA"/>
    <w:rsid w:val="00B042C7"/>
    <w:rsid w:val="00B04893"/>
    <w:rsid w:val="00B05632"/>
    <w:rsid w:val="00B153BB"/>
    <w:rsid w:val="00B213F1"/>
    <w:rsid w:val="00B233CF"/>
    <w:rsid w:val="00B2486D"/>
    <w:rsid w:val="00B25C16"/>
    <w:rsid w:val="00B26B54"/>
    <w:rsid w:val="00B37AEC"/>
    <w:rsid w:val="00B4138C"/>
    <w:rsid w:val="00B43DB5"/>
    <w:rsid w:val="00B463D8"/>
    <w:rsid w:val="00B52B14"/>
    <w:rsid w:val="00B53BCC"/>
    <w:rsid w:val="00B614B5"/>
    <w:rsid w:val="00B63CB7"/>
    <w:rsid w:val="00B6583D"/>
    <w:rsid w:val="00B700DE"/>
    <w:rsid w:val="00B736EE"/>
    <w:rsid w:val="00B76BB5"/>
    <w:rsid w:val="00B831A0"/>
    <w:rsid w:val="00B913CE"/>
    <w:rsid w:val="00B949B1"/>
    <w:rsid w:val="00B978C6"/>
    <w:rsid w:val="00BA60E1"/>
    <w:rsid w:val="00BA765A"/>
    <w:rsid w:val="00BB1412"/>
    <w:rsid w:val="00BB5EC1"/>
    <w:rsid w:val="00BB7F48"/>
    <w:rsid w:val="00BD0247"/>
    <w:rsid w:val="00BD08E0"/>
    <w:rsid w:val="00BD7DAA"/>
    <w:rsid w:val="00BD7E73"/>
    <w:rsid w:val="00BE252C"/>
    <w:rsid w:val="00BE26E9"/>
    <w:rsid w:val="00BE61E6"/>
    <w:rsid w:val="00BF3196"/>
    <w:rsid w:val="00BF7E15"/>
    <w:rsid w:val="00C00457"/>
    <w:rsid w:val="00C00753"/>
    <w:rsid w:val="00C00E1E"/>
    <w:rsid w:val="00C0130E"/>
    <w:rsid w:val="00C025C4"/>
    <w:rsid w:val="00C108B7"/>
    <w:rsid w:val="00C10BDF"/>
    <w:rsid w:val="00C11EE7"/>
    <w:rsid w:val="00C12811"/>
    <w:rsid w:val="00C1379A"/>
    <w:rsid w:val="00C13A37"/>
    <w:rsid w:val="00C1718D"/>
    <w:rsid w:val="00C203F5"/>
    <w:rsid w:val="00C228C1"/>
    <w:rsid w:val="00C23060"/>
    <w:rsid w:val="00C239EB"/>
    <w:rsid w:val="00C26CF2"/>
    <w:rsid w:val="00C312DA"/>
    <w:rsid w:val="00C3225A"/>
    <w:rsid w:val="00C326A3"/>
    <w:rsid w:val="00C34A84"/>
    <w:rsid w:val="00C3600C"/>
    <w:rsid w:val="00C360F2"/>
    <w:rsid w:val="00C405D2"/>
    <w:rsid w:val="00C43810"/>
    <w:rsid w:val="00C46E20"/>
    <w:rsid w:val="00C504FD"/>
    <w:rsid w:val="00C51BAF"/>
    <w:rsid w:val="00C522AE"/>
    <w:rsid w:val="00C57D4B"/>
    <w:rsid w:val="00C57D88"/>
    <w:rsid w:val="00C57E01"/>
    <w:rsid w:val="00C61388"/>
    <w:rsid w:val="00C636D8"/>
    <w:rsid w:val="00C670ED"/>
    <w:rsid w:val="00C6716F"/>
    <w:rsid w:val="00C7043A"/>
    <w:rsid w:val="00C71292"/>
    <w:rsid w:val="00C71DD2"/>
    <w:rsid w:val="00C72347"/>
    <w:rsid w:val="00C73724"/>
    <w:rsid w:val="00C751C2"/>
    <w:rsid w:val="00C760C4"/>
    <w:rsid w:val="00C7730F"/>
    <w:rsid w:val="00C804E9"/>
    <w:rsid w:val="00C80DBD"/>
    <w:rsid w:val="00C81BDE"/>
    <w:rsid w:val="00C837B3"/>
    <w:rsid w:val="00C83F8B"/>
    <w:rsid w:val="00C855C0"/>
    <w:rsid w:val="00C85670"/>
    <w:rsid w:val="00C85743"/>
    <w:rsid w:val="00C9158D"/>
    <w:rsid w:val="00C931EB"/>
    <w:rsid w:val="00C942F0"/>
    <w:rsid w:val="00C950FB"/>
    <w:rsid w:val="00C958B1"/>
    <w:rsid w:val="00C97455"/>
    <w:rsid w:val="00CA0312"/>
    <w:rsid w:val="00CA5C35"/>
    <w:rsid w:val="00CB00A0"/>
    <w:rsid w:val="00CB01E5"/>
    <w:rsid w:val="00CB0ED9"/>
    <w:rsid w:val="00CB1136"/>
    <w:rsid w:val="00CB18DF"/>
    <w:rsid w:val="00CB1D22"/>
    <w:rsid w:val="00CB2AF0"/>
    <w:rsid w:val="00CB3084"/>
    <w:rsid w:val="00CB461F"/>
    <w:rsid w:val="00CB5E25"/>
    <w:rsid w:val="00CB5E4C"/>
    <w:rsid w:val="00CB7C85"/>
    <w:rsid w:val="00CC0E7B"/>
    <w:rsid w:val="00CC266B"/>
    <w:rsid w:val="00CC427B"/>
    <w:rsid w:val="00CC4756"/>
    <w:rsid w:val="00CD008F"/>
    <w:rsid w:val="00CD2ECF"/>
    <w:rsid w:val="00CD400F"/>
    <w:rsid w:val="00CD6147"/>
    <w:rsid w:val="00CD7CC4"/>
    <w:rsid w:val="00CE19B7"/>
    <w:rsid w:val="00CE3C54"/>
    <w:rsid w:val="00CF1281"/>
    <w:rsid w:val="00CF2258"/>
    <w:rsid w:val="00CF63B9"/>
    <w:rsid w:val="00CF79C9"/>
    <w:rsid w:val="00D0327E"/>
    <w:rsid w:val="00D04950"/>
    <w:rsid w:val="00D064D6"/>
    <w:rsid w:val="00D10295"/>
    <w:rsid w:val="00D141EA"/>
    <w:rsid w:val="00D148F8"/>
    <w:rsid w:val="00D17E92"/>
    <w:rsid w:val="00D24983"/>
    <w:rsid w:val="00D4059C"/>
    <w:rsid w:val="00D422BB"/>
    <w:rsid w:val="00D42EC5"/>
    <w:rsid w:val="00D4576D"/>
    <w:rsid w:val="00D5067A"/>
    <w:rsid w:val="00D531EC"/>
    <w:rsid w:val="00D53DC7"/>
    <w:rsid w:val="00D54B1D"/>
    <w:rsid w:val="00D5764A"/>
    <w:rsid w:val="00D63C4E"/>
    <w:rsid w:val="00D6568B"/>
    <w:rsid w:val="00D65B15"/>
    <w:rsid w:val="00D67BC7"/>
    <w:rsid w:val="00D7327B"/>
    <w:rsid w:val="00D741C7"/>
    <w:rsid w:val="00D761A1"/>
    <w:rsid w:val="00D80DEF"/>
    <w:rsid w:val="00D80F63"/>
    <w:rsid w:val="00D8229D"/>
    <w:rsid w:val="00D82EB5"/>
    <w:rsid w:val="00D865F6"/>
    <w:rsid w:val="00D86638"/>
    <w:rsid w:val="00D95EFE"/>
    <w:rsid w:val="00D968E7"/>
    <w:rsid w:val="00D97C36"/>
    <w:rsid w:val="00DA084F"/>
    <w:rsid w:val="00DA15A6"/>
    <w:rsid w:val="00DA2D66"/>
    <w:rsid w:val="00DA5726"/>
    <w:rsid w:val="00DA7FAD"/>
    <w:rsid w:val="00DB2230"/>
    <w:rsid w:val="00DB4143"/>
    <w:rsid w:val="00DB63C6"/>
    <w:rsid w:val="00DB687D"/>
    <w:rsid w:val="00DB6A88"/>
    <w:rsid w:val="00DB737E"/>
    <w:rsid w:val="00DB7DAB"/>
    <w:rsid w:val="00DC381F"/>
    <w:rsid w:val="00DC5E1C"/>
    <w:rsid w:val="00DC719A"/>
    <w:rsid w:val="00DC7247"/>
    <w:rsid w:val="00DD14D5"/>
    <w:rsid w:val="00DD600B"/>
    <w:rsid w:val="00DD6276"/>
    <w:rsid w:val="00DD66AE"/>
    <w:rsid w:val="00DD75CA"/>
    <w:rsid w:val="00DE0FFF"/>
    <w:rsid w:val="00DE3A07"/>
    <w:rsid w:val="00DE42F5"/>
    <w:rsid w:val="00DE45EF"/>
    <w:rsid w:val="00DE5091"/>
    <w:rsid w:val="00DE5211"/>
    <w:rsid w:val="00DF0743"/>
    <w:rsid w:val="00DF158C"/>
    <w:rsid w:val="00DF273F"/>
    <w:rsid w:val="00DF416A"/>
    <w:rsid w:val="00DF56BF"/>
    <w:rsid w:val="00DF6C4C"/>
    <w:rsid w:val="00E01054"/>
    <w:rsid w:val="00E0237B"/>
    <w:rsid w:val="00E038B0"/>
    <w:rsid w:val="00E062AA"/>
    <w:rsid w:val="00E06E5E"/>
    <w:rsid w:val="00E0752D"/>
    <w:rsid w:val="00E13083"/>
    <w:rsid w:val="00E139A5"/>
    <w:rsid w:val="00E168C8"/>
    <w:rsid w:val="00E22479"/>
    <w:rsid w:val="00E22E82"/>
    <w:rsid w:val="00E2460C"/>
    <w:rsid w:val="00E26265"/>
    <w:rsid w:val="00E26A89"/>
    <w:rsid w:val="00E26B9C"/>
    <w:rsid w:val="00E2714C"/>
    <w:rsid w:val="00E33F52"/>
    <w:rsid w:val="00E33FC3"/>
    <w:rsid w:val="00E4474A"/>
    <w:rsid w:val="00E52677"/>
    <w:rsid w:val="00E53131"/>
    <w:rsid w:val="00E57F78"/>
    <w:rsid w:val="00E63415"/>
    <w:rsid w:val="00E65B05"/>
    <w:rsid w:val="00E65B25"/>
    <w:rsid w:val="00E73DB7"/>
    <w:rsid w:val="00E74D52"/>
    <w:rsid w:val="00E77202"/>
    <w:rsid w:val="00E80408"/>
    <w:rsid w:val="00E8111A"/>
    <w:rsid w:val="00E86E16"/>
    <w:rsid w:val="00E96EDB"/>
    <w:rsid w:val="00E97913"/>
    <w:rsid w:val="00EA0DC3"/>
    <w:rsid w:val="00EA0EC5"/>
    <w:rsid w:val="00EA61D2"/>
    <w:rsid w:val="00EA70CE"/>
    <w:rsid w:val="00EA7A9A"/>
    <w:rsid w:val="00EB03AE"/>
    <w:rsid w:val="00EB17FA"/>
    <w:rsid w:val="00EB3423"/>
    <w:rsid w:val="00EB5E83"/>
    <w:rsid w:val="00EB6A44"/>
    <w:rsid w:val="00EB7DC5"/>
    <w:rsid w:val="00EC0089"/>
    <w:rsid w:val="00EC20B9"/>
    <w:rsid w:val="00EC35B6"/>
    <w:rsid w:val="00EC60D9"/>
    <w:rsid w:val="00EE121A"/>
    <w:rsid w:val="00EE3657"/>
    <w:rsid w:val="00EE3A20"/>
    <w:rsid w:val="00EE502E"/>
    <w:rsid w:val="00EE533F"/>
    <w:rsid w:val="00EE5EA8"/>
    <w:rsid w:val="00EE64A4"/>
    <w:rsid w:val="00EE6E85"/>
    <w:rsid w:val="00EE757C"/>
    <w:rsid w:val="00EF015F"/>
    <w:rsid w:val="00EF4587"/>
    <w:rsid w:val="00EF7024"/>
    <w:rsid w:val="00F0367B"/>
    <w:rsid w:val="00F12E54"/>
    <w:rsid w:val="00F14CD9"/>
    <w:rsid w:val="00F16AC5"/>
    <w:rsid w:val="00F24324"/>
    <w:rsid w:val="00F32A0E"/>
    <w:rsid w:val="00F32B18"/>
    <w:rsid w:val="00F33ACC"/>
    <w:rsid w:val="00F33F98"/>
    <w:rsid w:val="00F34F37"/>
    <w:rsid w:val="00F40191"/>
    <w:rsid w:val="00F436FE"/>
    <w:rsid w:val="00F450EF"/>
    <w:rsid w:val="00F45DB9"/>
    <w:rsid w:val="00F470E5"/>
    <w:rsid w:val="00F51EFE"/>
    <w:rsid w:val="00F53672"/>
    <w:rsid w:val="00F570CE"/>
    <w:rsid w:val="00F61D8A"/>
    <w:rsid w:val="00F64A40"/>
    <w:rsid w:val="00F66710"/>
    <w:rsid w:val="00F70E16"/>
    <w:rsid w:val="00F71FA3"/>
    <w:rsid w:val="00F73891"/>
    <w:rsid w:val="00F73D53"/>
    <w:rsid w:val="00F8228D"/>
    <w:rsid w:val="00F8239E"/>
    <w:rsid w:val="00F831CB"/>
    <w:rsid w:val="00F87437"/>
    <w:rsid w:val="00F87B0D"/>
    <w:rsid w:val="00F94037"/>
    <w:rsid w:val="00F968DC"/>
    <w:rsid w:val="00F97B70"/>
    <w:rsid w:val="00FB0934"/>
    <w:rsid w:val="00FB475C"/>
    <w:rsid w:val="00FB6464"/>
    <w:rsid w:val="00FC10AF"/>
    <w:rsid w:val="00FC7BA3"/>
    <w:rsid w:val="00FD26EB"/>
    <w:rsid w:val="00FD3CD8"/>
    <w:rsid w:val="00FD4D93"/>
    <w:rsid w:val="00FD569D"/>
    <w:rsid w:val="00FD747C"/>
    <w:rsid w:val="00FD7A49"/>
    <w:rsid w:val="00FE0433"/>
    <w:rsid w:val="00FE1A96"/>
    <w:rsid w:val="00FE2F18"/>
    <w:rsid w:val="00FF6534"/>
    <w:rsid w:val="00FF6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46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239EB"/>
    <w:pPr>
      <w:spacing w:after="160" w:line="259" w:lineRule="auto"/>
      <w:ind w:left="720"/>
      <w:contextualSpacing/>
    </w:pPr>
    <w:rPr>
      <w:lang w:eastAsia="en-US"/>
    </w:rPr>
  </w:style>
  <w:style w:type="paragraph" w:customStyle="1" w:styleId="s16">
    <w:name w:val="s_16"/>
    <w:basedOn w:val="Normal"/>
    <w:uiPriority w:val="99"/>
    <w:rsid w:val="00C239E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sid w:val="00C239EB"/>
    <w:pPr>
      <w:spacing w:after="0" w:line="240" w:lineRule="auto"/>
      <w:ind w:left="2799" w:right="2835" w:hanging="10"/>
      <w:jc w:val="center"/>
    </w:pPr>
    <w:rPr>
      <w:rFonts w:ascii="Times New Roman" w:hAnsi="Times New Roman"/>
      <w:b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C239EB"/>
    <w:rPr>
      <w:rFonts w:ascii="Times New Roman" w:hAnsi="Times New Roman" w:cs="Times New Roman"/>
      <w:b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C239EB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semiHidden/>
    <w:rsid w:val="005E5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E52D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5E52DA"/>
    <w:pPr>
      <w:tabs>
        <w:tab w:val="center" w:pos="4680"/>
        <w:tab w:val="right" w:pos="9360"/>
      </w:tabs>
      <w:spacing w:after="0" w:line="240" w:lineRule="auto"/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E52DA"/>
    <w:rPr>
      <w:rFonts w:cs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E5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52D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690DD6"/>
    <w:rPr>
      <w:rFonts w:cs="Times New Roman"/>
      <w:color w:val="0000FF"/>
      <w:u w:val="single"/>
    </w:rPr>
  </w:style>
  <w:style w:type="character" w:customStyle="1" w:styleId="controls-headercaptioncontrols-fontweight-normalcontrols-fontsize-7xlcontrols-header-fontsize-7xlcontrols-headerreadonlycontrols-headercaptionstyle-defaultproxy-sbis-heading-titlecontrols-marginbottom-m">
    <w:name w:val="controls-header__caption  controls-fontweight-normal controls-fontsize-7xl controls-header-fontsize-7xl controls-header_readonly controls-header__caption_style-default proxy-sbis-heading-title controls-margin_bottom-m"/>
    <w:basedOn w:val="DefaultParagraphFont"/>
    <w:uiPriority w:val="99"/>
    <w:rsid w:val="00642AD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4412</TotalTime>
  <Pages>24</Pages>
  <Words>5664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User</cp:lastModifiedBy>
  <cp:revision>666</cp:revision>
  <cp:lastPrinted>2024-11-06T04:37:00Z</cp:lastPrinted>
  <dcterms:created xsi:type="dcterms:W3CDTF">2022-12-13T06:40:00Z</dcterms:created>
  <dcterms:modified xsi:type="dcterms:W3CDTF">2025-02-19T09:15:00Z</dcterms:modified>
</cp:coreProperties>
</file>